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A59C" w14:textId="77777777" w:rsidR="00F422D3" w:rsidRDefault="00F422D3" w:rsidP="00B42F40">
      <w:pPr>
        <w:pStyle w:val="Titul1"/>
      </w:pPr>
      <w:r>
        <w:t>S</w:t>
      </w:r>
      <w:r w:rsidR="003F5723">
        <w:t xml:space="preserve">mlouva o dílo na zhotovení </w:t>
      </w:r>
    </w:p>
    <w:p w14:paraId="5AAE193A" w14:textId="26FD03C5" w:rsidR="003F5723" w:rsidRDefault="00897796" w:rsidP="003F5723">
      <w:pPr>
        <w:pStyle w:val="Titul2"/>
      </w:pPr>
      <w:r w:rsidRPr="00917EE3">
        <w:t>Projektov</w:t>
      </w:r>
      <w:r w:rsidR="00E435EA" w:rsidRPr="00917EE3">
        <w:t>é</w:t>
      </w:r>
      <w:r w:rsidRPr="00917EE3">
        <w:t xml:space="preserve"> d</w:t>
      </w:r>
      <w:r w:rsidR="003F5723" w:rsidRPr="00917EE3">
        <w:t xml:space="preserve">okumentace pro </w:t>
      </w:r>
      <w:r w:rsidR="007C7C99" w:rsidRPr="00917EE3">
        <w:t>společné povolení</w:t>
      </w:r>
      <w:r w:rsidR="00917EE3" w:rsidRPr="00917EE3">
        <w:t xml:space="preserve"> </w:t>
      </w:r>
      <w:r w:rsidR="005F4C6E" w:rsidRPr="00917EE3">
        <w:t>po</w:t>
      </w:r>
      <w:r w:rsidR="007C7C99" w:rsidRPr="00917EE3">
        <w:t>dle liniového zákona</w:t>
      </w:r>
      <w:r w:rsidR="003F5723" w:rsidRPr="00917EE3">
        <w:t>,</w:t>
      </w:r>
      <w:r w:rsidR="003F5723">
        <w:t xml:space="preserve"> Projektové dokumentace pro prov</w:t>
      </w:r>
      <w:r>
        <w:t>á</w:t>
      </w:r>
      <w:r w:rsidR="003F5723">
        <w:t>d</w:t>
      </w:r>
      <w:r>
        <w:t>ě</w:t>
      </w:r>
      <w:r w:rsidR="003F5723">
        <w:t xml:space="preserve">ní stavby a výkon </w:t>
      </w:r>
      <w:r w:rsidR="00E65433">
        <w:t>Dozoru projektanta</w:t>
      </w:r>
    </w:p>
    <w:p w14:paraId="640AB1D1" w14:textId="3EBEF5AB"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917EE3" w:rsidRPr="00917EE3">
            <w:t xml:space="preserve">„Rekonstrukce ŽST Chabařovice“ </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917EE3" w:rsidRDefault="00F422D3" w:rsidP="00B42F40">
      <w:pPr>
        <w:pStyle w:val="Textbezodsazen"/>
        <w:spacing w:after="0"/>
      </w:pPr>
      <w:r w:rsidRPr="001C61BC">
        <w:t xml:space="preserve">spisová </w:t>
      </w:r>
      <w:r w:rsidRPr="00917EE3">
        <w:t>značka A 48384</w:t>
      </w:r>
    </w:p>
    <w:p w14:paraId="5D6177A4" w14:textId="77777777" w:rsidR="00F422D3" w:rsidRPr="00917EE3" w:rsidRDefault="00F422D3" w:rsidP="00B42F40">
      <w:pPr>
        <w:pStyle w:val="Textbezodsazen"/>
        <w:spacing w:after="0"/>
      </w:pPr>
      <w:r w:rsidRPr="00917EE3">
        <w:t xml:space="preserve">zastoupena: Ing. Mojmírem Nejezchlebem, náměstkem GŘ pro modernizaci dráhy </w:t>
      </w:r>
    </w:p>
    <w:p w14:paraId="7F37A711" w14:textId="77777777" w:rsidR="00F422D3" w:rsidRPr="001C61BC" w:rsidRDefault="00F422D3" w:rsidP="00B42F40">
      <w:pPr>
        <w:pStyle w:val="Textbezodsazen"/>
      </w:pPr>
      <w:r w:rsidRPr="00917EE3">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3158EB91" w:rsidR="00F422D3" w:rsidRDefault="00917EE3"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7DFDA92" w14:textId="004F17CD" w:rsidR="00F422D3" w:rsidRDefault="00917EE3" w:rsidP="00B42F40">
      <w:pPr>
        <w:pStyle w:val="Textbezodsazen"/>
      </w:pPr>
      <w:r>
        <w:t>ISPROFOND/</w:t>
      </w:r>
      <w:proofErr w:type="spellStart"/>
      <w:r>
        <w:t>SubISPROFIN</w:t>
      </w:r>
      <w:proofErr w:type="spellEnd"/>
      <w:r>
        <w:t>: 3273214901 / 5423520020</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5546B52E"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3AE59864"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DCD16A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78438AE0"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r w:rsidRPr="0059019F">
        <w:rPr>
          <w:b/>
          <w:bCs/>
        </w:rPr>
        <w:t>„</w:t>
      </w:r>
      <w:r w:rsidR="0059019F" w:rsidRPr="0059019F">
        <w:rPr>
          <w:b/>
          <w:bCs/>
        </w:rPr>
        <w:t>Rekonstrukce ŽST Chabařovice</w:t>
      </w:r>
      <w:r w:rsidRPr="0059019F">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1DBA8971" w:rsidR="00C22047" w:rsidRPr="000924B0"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BC322B" w:rsidRPr="0047019B">
        <w:t>společné</w:t>
      </w:r>
      <w:r w:rsidR="007778CF">
        <w:t xml:space="preserve"> </w:t>
      </w:r>
      <w:r w:rsidR="007778CF" w:rsidRPr="0096544E">
        <w:t>povolení</w:t>
      </w:r>
      <w:r w:rsidR="0096544E" w:rsidRPr="0096544E">
        <w:t xml:space="preserve"> </w:t>
      </w:r>
      <w:r w:rsidR="00BC322B" w:rsidRPr="0096544E">
        <w:t>dle liniového zákona</w:t>
      </w:r>
      <w:r w:rsidRPr="0096544E">
        <w:t xml:space="preserve"> (d</w:t>
      </w:r>
      <w:r>
        <w:t xml:space="preserve">ále též jen </w:t>
      </w:r>
      <w:r w:rsidR="004500D2" w:rsidRPr="0096544E">
        <w:t>„</w:t>
      </w:r>
      <w:r w:rsidR="00BC322B" w:rsidRPr="0096544E">
        <w:rPr>
          <w:b/>
        </w:rPr>
        <w:t>DUSL</w:t>
      </w:r>
      <w:r w:rsidR="004500D2" w:rsidRPr="0096544E">
        <w:t>“</w:t>
      </w:r>
      <w:r w:rsidRPr="0096544E">
        <w:t xml:space="preserve">), </w:t>
      </w:r>
      <w:bookmarkStart w:id="0" w:name="_Hlk157085088"/>
      <w:r w:rsidRPr="0096544E">
        <w:t>Projektové</w:t>
      </w:r>
      <w:r>
        <w:t xml:space="preserve"> dokumentace pro provádění stavby (dále též jen </w:t>
      </w:r>
      <w:r w:rsidR="004500D2">
        <w:t>„</w:t>
      </w:r>
      <w:r w:rsidR="00964369" w:rsidRPr="004806B8">
        <w:rPr>
          <w:b/>
        </w:rPr>
        <w:t>PDPS</w:t>
      </w:r>
      <w:bookmarkEnd w:id="0"/>
      <w:r w:rsidR="008E77DE">
        <w:rPr>
          <w:bCs/>
        </w:rPr>
        <w:t>)</w:t>
      </w:r>
      <w:r w:rsidR="000924B0">
        <w:t>,</w:t>
      </w:r>
      <w:r w:rsidR="00964369">
        <w:t xml:space="preserve"> dle specifikace uvedené v </w:t>
      </w:r>
      <w:r>
        <w:t xml:space="preserve">Příloze č. 1 této Smlouvy a předat jej Objednateli, </w:t>
      </w:r>
      <w:bookmarkStart w:id="1" w:name="_Hlk157085173"/>
      <w:r>
        <w:t>a</w:t>
      </w:r>
      <w:r w:rsidR="00BC322B">
        <w:t> </w:t>
      </w:r>
      <w:r>
        <w:t xml:space="preserve">dále se zavazuje, že zajistí výkon </w:t>
      </w:r>
      <w:r w:rsidR="00A54282">
        <w:t>D</w:t>
      </w:r>
      <w:r>
        <w:t xml:space="preserve">ozoru </w:t>
      </w:r>
      <w:r w:rsidR="00A54282">
        <w:t xml:space="preserve">projektanta </w:t>
      </w:r>
      <w:r>
        <w:t xml:space="preserve">při </w:t>
      </w:r>
      <w:r w:rsidR="00BC322B">
        <w:t>zhotovení</w:t>
      </w:r>
      <w:r w:rsidR="00871624">
        <w:t xml:space="preserve"> PDPS a při provádění</w:t>
      </w:r>
      <w:r w:rsidR="00BC322B">
        <w:t xml:space="preserve"> </w:t>
      </w:r>
      <w:r>
        <w:t>Stavby, kterým bude zaj</w:t>
      </w:r>
      <w:r w:rsidR="00402B45">
        <w:t xml:space="preserve">ištěn soulad </w:t>
      </w:r>
      <w:r w:rsidR="00A93682">
        <w:t>návrh</w:t>
      </w:r>
      <w:r w:rsidR="006A720F">
        <w:t>u</w:t>
      </w:r>
      <w:r w:rsidR="00A93682">
        <w:t xml:space="preserve"> technického řešení PDPS s dokumentací DUSL a soulad při </w:t>
      </w:r>
      <w:r w:rsidR="00402B45">
        <w:t>provádění Stavby s </w:t>
      </w:r>
      <w:r w:rsidR="005923F7">
        <w:t>ověřenou a </w:t>
      </w:r>
      <w:r>
        <w:t>projednanou PDPS za podmínek stanovených v</w:t>
      </w:r>
      <w:r w:rsidR="00A60801">
        <w:t> </w:t>
      </w:r>
      <w:r>
        <w:t xml:space="preserve">této Smlouvě. </w:t>
      </w:r>
      <w:bookmarkEnd w:id="1"/>
      <w:r>
        <w:t>Součástí PDPS budou Zhotovitelem zajištěné veškeré činn</w:t>
      </w:r>
      <w:r w:rsidR="00402B45">
        <w:t>osti koordinátora bezpečnosti a </w:t>
      </w:r>
      <w:r>
        <w:t>ochrany zdraví při práci (dále jen „</w:t>
      </w:r>
      <w:r w:rsidRPr="005F4C6E">
        <w:rPr>
          <w:b/>
        </w:rPr>
        <w:t>koordinátor BOZP</w:t>
      </w:r>
      <w:r>
        <w:t>“) na</w:t>
      </w:r>
      <w:r w:rsidR="00A60801">
        <w:t> </w:t>
      </w:r>
      <w:r>
        <w:t>staveništi ve fázi přípravy, tj. při zpracování PDPS,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0924B0">
        <w:t>Dílo bude zpracováno v režimu BIM a</w:t>
      </w:r>
      <w:r w:rsidR="00B16327" w:rsidRPr="000924B0">
        <w:t> </w:t>
      </w:r>
      <w:r w:rsidR="00C22047" w:rsidRPr="000924B0">
        <w:t>součástí Díla je tak vytvoření Informačního modelu   dle Přílohy č.11 BIM protokol, včetně všech jeho příloh.</w:t>
      </w:r>
    </w:p>
    <w:p w14:paraId="47035A2D" w14:textId="77777777" w:rsidR="003F5723" w:rsidRDefault="00C22047" w:rsidP="00C22047">
      <w:pPr>
        <w:pStyle w:val="Text1-1"/>
        <w:numPr>
          <w:ilvl w:val="0"/>
          <w:numId w:val="0"/>
        </w:numPr>
        <w:ind w:left="737"/>
      </w:pPr>
      <w:r w:rsidRPr="000924B0">
        <w:t>(Přílohy BIM Protokolu jsou ke Smlouvě doloženy v elektronické formě.)</w:t>
      </w:r>
    </w:p>
    <w:p w14:paraId="13F1CBE3" w14:textId="4E790982" w:rsidR="008E77DE" w:rsidRPr="00F035CE" w:rsidRDefault="00911F7F" w:rsidP="00C22047">
      <w:pPr>
        <w:pStyle w:val="Text1-1"/>
        <w:numPr>
          <w:ilvl w:val="0"/>
          <w:numId w:val="0"/>
        </w:numPr>
        <w:ind w:left="737"/>
      </w:pPr>
      <w:bookmarkStart w:id="2" w:name="_Hlk160704846"/>
      <w:r>
        <w:t xml:space="preserve">Objednatel si jako změnu závazku ze smlouvy v souladu s ustanovením § 100 odst. 1 ZZVZ vyhrazuje možnost zúžit rozsah předmětu plnění o část Díla spočívající v zajištění Zpracování oznámení záměru dle § 6 (dále také jen „oznámení EIA“) a dokumentace (dále také jen „dokumentace EIA“) dle § 8 zákona č. 100/2001 Sb. o posuzovaní vlivů na životní prostředí, v platném znění v případě, že v průběhu zpracování DUSL bude zjištěno, že uvedené části Díla nebudou potřebné. Závěr z procesu EIA bude zapracován do DUSL. Rozsah plnění, který nebude realizován, se nezapočítává do limitů pro změny podle § 222 odst. 4 až 6 a 9 ZZVZ. Jedná se o položku </w:t>
      </w:r>
      <w:r w:rsidRPr="00400DF7">
        <w:t xml:space="preserve">č. </w:t>
      </w:r>
      <w:r w:rsidR="00400DF7" w:rsidRPr="00400DF7">
        <w:t>6</w:t>
      </w:r>
      <w:r w:rsidRPr="00400DF7">
        <w:t xml:space="preserve"> </w:t>
      </w:r>
      <w:r w:rsidR="00400DF7" w:rsidRPr="00400DF7">
        <w:t>Základních</w:t>
      </w:r>
      <w:r w:rsidRPr="00400DF7">
        <w:t xml:space="preserve"> služeb v Příloze č. 4 Smlouvy nazvané Rozpis Ceny Díla. Práce na vyhrazené změně závazku dle tohoto odstavce Zhotovitel zahájí na základě pokynu Objednatele. Lhůty pro </w:t>
      </w:r>
      <w:r>
        <w:t>dokončení a fakturaci jsou uvedeny v Příloze č. 4. Rozpis ceny díla a č. 5 Smlouvy Harmonogram plnění. V případě, že bude uplatněna výhrada, bude Zhotoviteli uhrazen jen skutečně provedený rozsah předmětu plnění.</w:t>
      </w:r>
      <w:bookmarkEnd w:id="2"/>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5C03CC27" w:rsidR="003F5723" w:rsidRDefault="003F5723" w:rsidP="003F5723">
      <w:pPr>
        <w:pStyle w:val="Text1-1"/>
      </w:pPr>
      <w:r>
        <w:t>Objednatel se zavazuje řádně provedené Dílo převzít a za řádně zhotoven</w:t>
      </w:r>
      <w:r w:rsidR="00964369">
        <w:t>ou a </w:t>
      </w:r>
      <w:r>
        <w:t xml:space="preserve">předanou </w:t>
      </w:r>
      <w:r w:rsidR="002D648A" w:rsidRPr="008E77DE">
        <w:t>DUSL</w:t>
      </w:r>
      <w:r w:rsidRPr="008E77DE">
        <w:t xml:space="preserve"> a PDPS</w:t>
      </w:r>
      <w:r w:rsidR="008E77DE">
        <w:t xml:space="preserve"> </w:t>
      </w:r>
      <w:r w:rsidRPr="008E77DE">
        <w:t xml:space="preserve">a řádně provedený výkon </w:t>
      </w:r>
      <w:r w:rsidR="004B05A9" w:rsidRPr="008E77DE">
        <w:t xml:space="preserve">Dozoru projektanta </w:t>
      </w:r>
      <w:r w:rsidRPr="008E77DE">
        <w:t>zaplatit Zhotoviteli za podmínek stanovených touto Smlou</w:t>
      </w:r>
      <w:r w:rsidR="00964369" w:rsidRPr="008E77DE">
        <w:t>vou celkovou Cenu Díla, která v </w:t>
      </w:r>
      <w:r w:rsidRPr="008E77DE">
        <w:t xml:space="preserve">součtu představuje Cenu za zpracování </w:t>
      </w:r>
      <w:r w:rsidR="002D648A" w:rsidRPr="008E77DE">
        <w:t>DUSL</w:t>
      </w:r>
      <w:r>
        <w:t xml:space="preserve"> a PDPS</w:t>
      </w:r>
      <w:r w:rsidR="008E77DE">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5D0F211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77777777" w:rsidR="006A57A4" w:rsidRPr="001B4800" w:rsidRDefault="006A57A4" w:rsidP="007778CF">
      <w:pPr>
        <w:pStyle w:val="Odstavec1-1a"/>
      </w:pPr>
      <w:r w:rsidRPr="001B4800">
        <w:t xml:space="preserve">datovou zprávou na identifikátor datové schránky: </w:t>
      </w:r>
      <w:proofErr w:type="spellStart"/>
      <w:r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6FAD5658" w:rsidR="003F5723" w:rsidRPr="00ED0187" w:rsidRDefault="003F5723" w:rsidP="003F5723">
      <w:pPr>
        <w:pStyle w:val="Text1-1"/>
      </w:pPr>
      <w:r>
        <w:t xml:space="preserve">Místem </w:t>
      </w:r>
      <w:r w:rsidRPr="008E77DE">
        <w:t>plnění</w:t>
      </w:r>
      <w:r w:rsidR="000C1CDF" w:rsidRPr="008E77DE">
        <w:t xml:space="preserve"> </w:t>
      </w:r>
      <w:r w:rsidR="002D648A" w:rsidRPr="008E77DE">
        <w:t>DUSL</w:t>
      </w:r>
      <w:r w:rsidRPr="008E77DE">
        <w:t xml:space="preserve"> a PDPS </w:t>
      </w:r>
      <w:r w:rsidR="00871624" w:rsidRPr="008E77DE">
        <w:t xml:space="preserve">a místem výkonu Dozoru projektanta při zhotovení PDPS </w:t>
      </w:r>
      <w:r w:rsidRPr="008E77DE">
        <w:t xml:space="preserve">je: </w:t>
      </w:r>
      <w:r w:rsidR="008E77DE" w:rsidRPr="008E77DE">
        <w:t>Stavební správa západ, Budo</w:t>
      </w:r>
      <w:r w:rsidR="008E77DE" w:rsidRPr="006A4243">
        <w:t xml:space="preserve">va </w:t>
      </w:r>
      <w:proofErr w:type="spellStart"/>
      <w:r w:rsidR="008E77DE" w:rsidRPr="006A4243">
        <w:t>Diamond</w:t>
      </w:r>
      <w:proofErr w:type="spellEnd"/>
      <w:r w:rsidR="008E77DE" w:rsidRPr="006A4243">
        <w:t xml:space="preserve"> Point, Ke</w:t>
      </w:r>
      <w:r w:rsidR="008E77DE">
        <w:t> Š</w:t>
      </w:r>
      <w:r w:rsidR="008E77DE" w:rsidRPr="006A4243">
        <w:t xml:space="preserve">tvanici 656/3, 186 00 Praha 8 </w:t>
      </w:r>
      <w:r w:rsidR="008E77DE">
        <w:t>–</w:t>
      </w:r>
      <w:r w:rsidR="008E77DE" w:rsidRPr="006A4243">
        <w:t xml:space="preserve"> Karlín</w:t>
      </w:r>
      <w:r w:rsidR="008E77DE">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3FE32C81"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4B05A9" w:rsidRPr="008E77DE">
        <w:t>DUSL</w:t>
      </w:r>
      <w:r w:rsidRPr="008E77DE">
        <w:t xml:space="preserve"> a</w:t>
      </w:r>
      <w:r w:rsidR="00A60801">
        <w:t> </w:t>
      </w:r>
      <w:r>
        <w:t>PDPS, tj.: "[</w:t>
      </w:r>
      <w:r w:rsidRPr="003F5723">
        <w:rPr>
          <w:b/>
          <w:highlight w:val="yellow"/>
        </w:rPr>
        <w:t>VLOŽÍ ZHOTOVITEL</w:t>
      </w:r>
      <w:r>
        <w:t xml:space="preserve">]" bez DPH. Cena za zpracování </w:t>
      </w:r>
      <w:r w:rsidR="004B05A9" w:rsidRPr="008E77DE">
        <w:t>DUSL</w:t>
      </w:r>
      <w:r>
        <w:t xml:space="preserve"> 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77777777" w:rsidR="00B16327" w:rsidRPr="00487CA9"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487CA9">
        <w:rPr>
          <w:rFonts w:eastAsia="Times New Roman" w:cs="Times New Roman"/>
        </w:rPr>
        <w:t>, inovace</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5C255543" w:rsidR="00467000" w:rsidRPr="00467000" w:rsidRDefault="00406C51">
      <w:pPr>
        <w:pStyle w:val="Text1-2"/>
        <w:rPr>
          <w:i/>
          <w:color w:val="00B050"/>
        </w:rPr>
      </w:pPr>
      <w:r w:rsidRPr="00ED0187">
        <w:t xml:space="preserve">Zhotovitel se zavazuje, že v průběhu plnění Díla umožní v souvislosti s plněním Díla provedení </w:t>
      </w:r>
      <w:r w:rsidR="00487CA9">
        <w:t xml:space="preserve">2 </w:t>
      </w:r>
      <w:r w:rsidR="00E54AD9" w:rsidRPr="00487CA9">
        <w:t>studentských exkurzí</w:t>
      </w:r>
      <w:r w:rsidRPr="00487CA9">
        <w:t>,</w:t>
      </w:r>
      <w:r w:rsidRPr="00ED0187">
        <w:t xml:space="preserve"> a to v kancelářích Zhotovitele nebo při provádění pr</w:t>
      </w:r>
      <w:r w:rsidR="00F3277F" w:rsidRPr="00ED0187">
        <w:t>ojekčních či průzkumných prací</w:t>
      </w:r>
      <w:r w:rsidRPr="00ED0187">
        <w:t xml:space="preserve"> přímo na budoucím staveništi. </w:t>
      </w:r>
      <w:r w:rsidR="00E54AD9">
        <w:t>Podrobnosti k </w:t>
      </w:r>
      <w:r w:rsidR="00E54AD9" w:rsidRPr="00487CA9">
        <w:t>provedení exkurzí jsou uvedeny</w:t>
      </w:r>
      <w:r w:rsidR="00E54AD9">
        <w:t xml:space="preserve">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3993BFA9" w:rsidR="00B56004" w:rsidRPr="00487CA9" w:rsidRDefault="0093522F" w:rsidP="00BC322B">
      <w:pPr>
        <w:pStyle w:val="Text1-2"/>
        <w:rPr>
          <w:i/>
          <w:color w:val="00B050"/>
        </w:rPr>
      </w:pPr>
      <w:r>
        <w:t>NEOBSAZENO</w:t>
      </w:r>
      <w:r w:rsidR="00406C51" w:rsidRPr="00487CA9">
        <w:t>.</w:t>
      </w:r>
    </w:p>
    <w:p w14:paraId="3ACB8A32" w14:textId="3AF94103" w:rsidR="00377DAB" w:rsidRPr="00487CA9" w:rsidRDefault="0093522F" w:rsidP="00BC322B">
      <w:pPr>
        <w:pStyle w:val="Text1-2"/>
        <w:rPr>
          <w:b/>
        </w:rPr>
      </w:pPr>
      <w:r>
        <w:t>NEOBSAZENO</w:t>
      </w:r>
      <w:r w:rsidR="00D108D9" w:rsidRPr="00487CA9">
        <w:t xml:space="preserve">. </w:t>
      </w:r>
    </w:p>
    <w:p w14:paraId="2D818339" w14:textId="771F9DAB" w:rsidR="00D108D9" w:rsidRPr="00487CA9" w:rsidRDefault="00377DAB" w:rsidP="00BC322B">
      <w:pPr>
        <w:pStyle w:val="Text1-2"/>
        <w:rPr>
          <w:i/>
          <w:color w:val="00B050"/>
        </w:rPr>
      </w:pPr>
      <w:r w:rsidRPr="00487CA9">
        <w:t>V</w:t>
      </w:r>
      <w:r w:rsidR="00335223" w:rsidRPr="00487CA9">
        <w:t>yužití metody BIM jako souhrnu všech dokumentů zahrnujících grafické a</w:t>
      </w:r>
      <w:r w:rsidR="00C06EFF" w:rsidRPr="00487CA9">
        <w:t> </w:t>
      </w:r>
      <w:r w:rsidR="00335223" w:rsidRPr="00487CA9">
        <w:t>negrafické informace vztahující se k Dílu, v digitální podobě pořízených prostřednictvím systémů a dalších softwarových nástrojů, organizovaných tak, aby reprezentovaly předmět Díla</w:t>
      </w:r>
      <w:r w:rsidR="00335223" w:rsidRPr="00487CA9">
        <w:rPr>
          <w:color w:val="FF0000"/>
        </w:rPr>
        <w:t>.</w:t>
      </w:r>
    </w:p>
    <w:p w14:paraId="5C93DA20" w14:textId="68E5FE4E" w:rsidR="00D3679C" w:rsidRDefault="00D3679C" w:rsidP="00D3679C">
      <w:pPr>
        <w:pStyle w:val="Text1-1"/>
      </w:pPr>
      <w:r>
        <w:t>NEOBSAZENO</w:t>
      </w:r>
      <w:r w:rsidRPr="00820A67">
        <w:t>.</w:t>
      </w:r>
      <w:r w:rsidR="005D3A62" w:rsidRPr="001C61BC">
        <w:rPr>
          <w:highlight w:val="green"/>
        </w:rPr>
        <w:t xml:space="preserve"> </w:t>
      </w:r>
    </w:p>
    <w:p w14:paraId="0AA2C96D" w14:textId="77777777" w:rsidR="006B0921" w:rsidRPr="006B0921" w:rsidRDefault="006B0921" w:rsidP="00BA5CBC">
      <w:pPr>
        <w:pStyle w:val="Text1-1"/>
        <w:keepNext/>
      </w:pPr>
      <w:bookmarkStart w:id="4" w:name="_Ref133933679"/>
      <w:r w:rsidRPr="006B0921">
        <w:t>Mezinárodní sankce</w:t>
      </w:r>
      <w:bookmarkEnd w:id="4"/>
      <w:r w:rsidRPr="006B0921">
        <w:t xml:space="preserve"> </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92DBDA3"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77777777"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proofErr w:type="gramStart"/>
      <w:r w:rsidR="006A57A4" w:rsidRPr="00153D4D">
        <w:rPr>
          <w:highlight w:val="yellow"/>
        </w:rPr>
        <w:t>VLOŽÍ</w:t>
      </w:r>
      <w:proofErr w:type="gramEnd"/>
      <w:r w:rsidR="006A57A4" w:rsidRPr="00153D4D">
        <w:rPr>
          <w:highlight w:val="yellow"/>
        </w:rPr>
        <w:t xml:space="preserve"> ZHOTOVITEL</w:t>
      </w:r>
      <w:bookmarkStart w:id="12" w:name="_Hlk163716966"/>
      <w:r w:rsidR="006A57A4" w:rsidRPr="00153D4D">
        <w:t>]</w:t>
      </w:r>
      <w:bookmarkEnd w:id="12"/>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Pr="00A85E4E" w:rsidRDefault="003F5723" w:rsidP="00376B87">
      <w:pPr>
        <w:pStyle w:val="Text1-1"/>
      </w:pPr>
      <w:r>
        <w:t xml:space="preserve">Osoby uzavírající tuto Smlouvu za Smluvní strany souhlasí s uveřejněním svých osobních údajů, které jsou uvedeny v této Smlouvě, spolu se Smlouvou v registru smluv. Tento </w:t>
      </w:r>
      <w:r w:rsidRPr="00A85E4E">
        <w:t>souhlas je udělen na dobu neurčitou.</w:t>
      </w:r>
    </w:p>
    <w:p w14:paraId="734CC419" w14:textId="1BC55F93" w:rsidR="00960E25" w:rsidRPr="00A85E4E" w:rsidRDefault="00F422D3" w:rsidP="00960E25">
      <w:pPr>
        <w:pStyle w:val="Text1-1"/>
        <w:numPr>
          <w:ilvl w:val="1"/>
          <w:numId w:val="5"/>
        </w:numPr>
        <w:rPr>
          <w:i/>
          <w:color w:val="00B050"/>
        </w:rPr>
      </w:pPr>
      <w:r w:rsidRPr="00A85E4E">
        <w:t xml:space="preserve">Přílohy, které </w:t>
      </w:r>
      <w:proofErr w:type="gramStart"/>
      <w:r w:rsidRPr="00A85E4E">
        <w:t>tvoří</w:t>
      </w:r>
      <w:proofErr w:type="gramEnd"/>
      <w:r w:rsidRPr="00A85E4E">
        <w:t xml:space="preserve">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0ADE288D"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C52299" w:rsidRPr="00BD245B">
        <w:t>OP/DOKUMENTACE/0</w:t>
      </w:r>
      <w:r w:rsidR="00C52299">
        <w:t>4</w:t>
      </w:r>
      <w:r w:rsidR="00C52299" w:rsidRPr="00BD245B">
        <w:t>/2</w:t>
      </w:r>
      <w:r w:rsidR="00C52299">
        <w:t>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23C05114" w:rsidR="00124751" w:rsidRPr="00964369" w:rsidRDefault="00124751" w:rsidP="00964369">
      <w:pPr>
        <w:pStyle w:val="Textbezslovn"/>
        <w:ind w:left="2127"/>
      </w:pPr>
      <w:r w:rsidRPr="00964369">
        <w:t xml:space="preserve">b) Všeobecné technické podmínky </w:t>
      </w:r>
      <w:r w:rsidR="00C52299" w:rsidRPr="00530D38">
        <w:rPr>
          <w:rStyle w:val="Tun"/>
          <w:b w:val="0"/>
          <w:bCs/>
        </w:rPr>
        <w:t>VTP/DOKUMENTACE/06/23</w:t>
      </w:r>
      <w:r w:rsidR="00C52299" w:rsidRPr="00964369">
        <w:t xml:space="preserve"> </w:t>
      </w:r>
      <w:r w:rsidRPr="00964369">
        <w:t xml:space="preserve"> </w:t>
      </w:r>
    </w:p>
    <w:p w14:paraId="4154A2F5" w14:textId="45CAA40D" w:rsidR="00F422D3" w:rsidRDefault="00124751" w:rsidP="00964369">
      <w:pPr>
        <w:pStyle w:val="Textbezslovn"/>
        <w:ind w:left="2127"/>
      </w:pPr>
      <w:r w:rsidRPr="00964369">
        <w:t>c) Zvláštní technické</w:t>
      </w:r>
      <w:r>
        <w:t xml:space="preserve"> podmínky </w:t>
      </w:r>
      <w:r w:rsidR="00C52299">
        <w:t>ze dne 8.4.2024</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A85E4E">
        <w:t>Příloha č. 11</w:t>
      </w:r>
      <w:r w:rsidR="004500D2" w:rsidRPr="00A85E4E">
        <w:tab/>
      </w:r>
      <w:r w:rsidRPr="00A85E4E">
        <w:rPr>
          <w:b/>
          <w:bCs/>
        </w:rPr>
        <w:t>BIM Protokol</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102F28">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1D8F6DCC" w14:textId="77777777" w:rsidR="00A85E4E" w:rsidRDefault="00A85E4E" w:rsidP="00A85E4E">
      <w:pPr>
        <w:pStyle w:val="Text1-1"/>
        <w:numPr>
          <w:ilvl w:val="0"/>
          <w:numId w:val="0"/>
        </w:numPr>
      </w:pPr>
      <w:r>
        <w:t xml:space="preserve">Předmětem plnění veřejné zakázky </w:t>
      </w:r>
      <w:r w:rsidRPr="00A564C5">
        <w:rPr>
          <w:b/>
          <w:bCs/>
        </w:rPr>
        <w:t>„Rekonstrukce ŽST Chabařovice“</w:t>
      </w:r>
      <w:r>
        <w:rPr>
          <w:b/>
          <w:bCs/>
        </w:rPr>
        <w:t xml:space="preserve"> </w:t>
      </w:r>
      <w:r w:rsidRPr="00FD501F" w:rsidDel="00FB05B2">
        <w:t>je</w:t>
      </w:r>
      <w:r>
        <w:t>:</w:t>
      </w:r>
    </w:p>
    <w:p w14:paraId="2273F61D" w14:textId="77777777" w:rsidR="00A85E4E" w:rsidRDefault="00A85E4E" w:rsidP="00A85E4E">
      <w:pPr>
        <w:pStyle w:val="Odstavec1-1a"/>
        <w:numPr>
          <w:ilvl w:val="0"/>
          <w:numId w:val="20"/>
        </w:numPr>
        <w:tabs>
          <w:tab w:val="clear" w:pos="1077"/>
        </w:tabs>
        <w:ind w:left="284" w:hanging="284"/>
      </w:pPr>
      <w:r w:rsidRPr="00A85E4E" w:rsidDel="00FB05B2">
        <w:rPr>
          <w:b/>
        </w:rPr>
        <w:t>Zhotovení Projektové</w:t>
      </w:r>
      <w:r w:rsidRPr="00B6548A" w:rsidDel="00FB05B2">
        <w:t xml:space="preserve"> </w:t>
      </w:r>
      <w:r w:rsidRPr="00A85E4E" w:rsidDel="00FB05B2">
        <w:rPr>
          <w:b/>
        </w:rPr>
        <w:t>d</w:t>
      </w:r>
      <w:r w:rsidRPr="00B6548A" w:rsidDel="00FB05B2">
        <w:rPr>
          <w:rStyle w:val="Tun"/>
        </w:rPr>
        <w:t>okumentace pro společné povolení podle liniového zákona,</w:t>
      </w:r>
      <w:r w:rsidRPr="00B6548A">
        <w:rPr>
          <w:rStyle w:val="Tun"/>
        </w:rPr>
        <w:t xml:space="preserve"> </w:t>
      </w:r>
      <w:r w:rsidRPr="00B6548A" w:rsidDel="00FB05B2">
        <w:rPr>
          <w:rStyle w:val="Tun"/>
        </w:rPr>
        <w:t>která specifikuje předmět Díla v takovém rozsahu, aby ji bylo možno projednat v</w:t>
      </w:r>
      <w:r w:rsidRPr="00B6548A">
        <w:rPr>
          <w:rStyle w:val="Tun"/>
        </w:rPr>
        <w:t> </w:t>
      </w:r>
      <w:r w:rsidRPr="00B6548A" w:rsidDel="00FB05B2">
        <w:rPr>
          <w:rStyle w:val="Tun"/>
        </w:rPr>
        <w:t>řízení</w:t>
      </w:r>
      <w:r w:rsidRPr="00B6548A">
        <w:rPr>
          <w:rStyle w:val="Tun"/>
        </w:rPr>
        <w:t xml:space="preserve"> o povolení záměru</w:t>
      </w:r>
      <w:r w:rsidRPr="00B6548A" w:rsidDel="00FB05B2">
        <w:rPr>
          <w:rStyle w:val="Tun"/>
        </w:rPr>
        <w:t xml:space="preserve">, získat pravomocné </w:t>
      </w:r>
      <w:r w:rsidRPr="00B6548A">
        <w:rPr>
          <w:rStyle w:val="Tun"/>
        </w:rPr>
        <w:t xml:space="preserve">povolení záměru (povolení stavby nebo zařízení) dle zákona č. 283/2021 Sb., stavební zákon, účinného od 1. 1. 2024 (dále jen „NSZ“), </w:t>
      </w:r>
      <w:r w:rsidRPr="00B6548A" w:rsidDel="00FB05B2">
        <w:t xml:space="preserve">včetně </w:t>
      </w:r>
      <w:r w:rsidRPr="00B6548A">
        <w:t>posouzení shody nebo vhodnosti pro použití prvku interoperability či ES prohlášení o ověření subsystému oznámeným subjektem</w:t>
      </w:r>
      <w:r w:rsidRPr="00B6548A" w:rsidDel="00FB05B2">
        <w:t xml:space="preserve"> a činností koordinátora BOZP při práci na staveništi ve fázi přípravy včetně zpracování plánu BOZP na staveništi a manuálu údržby</w:t>
      </w:r>
      <w:r w:rsidDel="00FB05B2">
        <w:t>.</w:t>
      </w:r>
    </w:p>
    <w:p w14:paraId="55B5898E" w14:textId="77777777" w:rsidR="00A85E4E" w:rsidRPr="007B7FC9" w:rsidDel="00FB05B2" w:rsidRDefault="00A85E4E" w:rsidP="00A85E4E">
      <w:pPr>
        <w:pStyle w:val="Odstavec1-1a"/>
        <w:tabs>
          <w:tab w:val="clear" w:pos="1077"/>
        </w:tabs>
        <w:ind w:left="284" w:hanging="284"/>
      </w:pPr>
      <w:r w:rsidRPr="007B7FC9" w:rsidDel="00FB05B2">
        <w:rPr>
          <w:rStyle w:val="Tun"/>
        </w:rPr>
        <w:t>Zpracování a podání žádosti o</w:t>
      </w:r>
      <w:r w:rsidRPr="007B7FC9" w:rsidDel="00FB05B2">
        <w:t xml:space="preserve"> </w:t>
      </w:r>
      <w:r w:rsidRPr="007B7FC9" w:rsidDel="00FB05B2">
        <w:rPr>
          <w:rStyle w:val="Tun"/>
        </w:rPr>
        <w:t xml:space="preserve">vydání </w:t>
      </w:r>
      <w:r w:rsidRPr="007B7FC9">
        <w:rPr>
          <w:rStyle w:val="Tun"/>
        </w:rPr>
        <w:t>povolení záměru dle NSZ</w:t>
      </w:r>
      <w:r w:rsidRPr="007B7FC9">
        <w:t xml:space="preserve">, </w:t>
      </w:r>
      <w:r w:rsidRPr="007B7FC9" w:rsidDel="00FB05B2">
        <w:t xml:space="preserve">včetně všech vyžadovaných podkladů, jejímž výsledkem bude vydání </w:t>
      </w:r>
      <w:r w:rsidRPr="007B7FC9">
        <w:t>povolení záměru (povolení stavby nebo zařízení)</w:t>
      </w:r>
      <w:r w:rsidRPr="007B7FC9" w:rsidDel="00FB05B2">
        <w:t>. Zhotovitel bude spolupracovat při vydání příslušných rozhodnutí do nabytí jejich právní moci.</w:t>
      </w:r>
    </w:p>
    <w:p w14:paraId="306AF051" w14:textId="77777777" w:rsidR="00A85E4E" w:rsidRPr="007B7FC9" w:rsidDel="00FB05B2" w:rsidRDefault="00A85E4E" w:rsidP="00A85E4E">
      <w:pPr>
        <w:pStyle w:val="Odstavec1-1a"/>
        <w:tabs>
          <w:tab w:val="clear" w:pos="1077"/>
        </w:tabs>
        <w:ind w:left="284" w:hanging="284"/>
      </w:pPr>
      <w:r w:rsidRPr="007B7FC9" w:rsidDel="00FB05B2">
        <w:rPr>
          <w:b/>
        </w:rPr>
        <w:t>Zhotovení Projektové d</w:t>
      </w:r>
      <w:r w:rsidRPr="007B7FC9" w:rsidDel="00FB05B2">
        <w:rPr>
          <w:rStyle w:val="Tun"/>
        </w:rPr>
        <w:t>okumentace pro provádění stavby</w:t>
      </w:r>
      <w:r>
        <w:rPr>
          <w:rStyle w:val="Tun"/>
        </w:rPr>
        <w:t xml:space="preserve"> </w:t>
      </w:r>
      <w:r w:rsidRPr="006356BA">
        <w:rPr>
          <w:rStyle w:val="Tun"/>
        </w:rPr>
        <w:t>v režimu BIM</w:t>
      </w:r>
      <w:r w:rsidRPr="007B7FC9" w:rsidDel="00FB05B2">
        <w:t>, která rozpracuje a vymezí požadavky na stavbu do podrobností, které specifikují předmět Díla v takovém rozsahu, aby byla podkladem pro výběrové řízení na zhotovení stavby,</w:t>
      </w:r>
    </w:p>
    <w:p w14:paraId="2815227A" w14:textId="302D8797" w:rsidR="007F4345" w:rsidRPr="00911F7F" w:rsidRDefault="007F4345" w:rsidP="00A85E4E">
      <w:pPr>
        <w:pStyle w:val="Odstavec1-1a"/>
        <w:tabs>
          <w:tab w:val="clear" w:pos="1077"/>
        </w:tabs>
        <w:ind w:left="284" w:hanging="284"/>
      </w:pPr>
      <w:r w:rsidRPr="00911F7F">
        <w:rPr>
          <w:b/>
        </w:rPr>
        <w:t>Zpracování oznámení záměru</w:t>
      </w:r>
      <w:r w:rsidRPr="00911F7F">
        <w:t xml:space="preserve"> dle § 6 (dále jen „oznámení EIA“) a </w:t>
      </w:r>
      <w:r w:rsidRPr="00911F7F">
        <w:rPr>
          <w:b/>
        </w:rPr>
        <w:t>dokumentace</w:t>
      </w:r>
      <w:r w:rsidRPr="00911F7F">
        <w:t xml:space="preserve"> (dále jen „dokumentace EIA“) dle § 8 zákona č. 100/2001 Sb. o posuzování vlivů na životní prostředí, v platném znění. Závěr z procesu EIA bude zapracován do DUSL. Rozsah tohoto plnění si Objednatel vyhrazuje jako změnu závazku ze smlouvy v souladu s ustanovením §100 odst. 1 ZZVZ. Plnění bude Zhotovitel realizovat na základě pokynu Objednatele po obdržení Závěru zjišťovacího řízení.</w:t>
      </w:r>
    </w:p>
    <w:p w14:paraId="11922434" w14:textId="3B041E8F" w:rsidR="00A85E4E" w:rsidRPr="007B7FC9" w:rsidRDefault="00A85E4E" w:rsidP="00A85E4E">
      <w:pPr>
        <w:pStyle w:val="Odstavec1-1a"/>
        <w:tabs>
          <w:tab w:val="clear" w:pos="1077"/>
        </w:tabs>
        <w:ind w:left="284" w:hanging="284"/>
      </w:pPr>
      <w:r w:rsidRPr="007B7FC9" w:rsidDel="00FB05B2">
        <w:rPr>
          <w:b/>
        </w:rPr>
        <w:t>Zpracování Díla v režimu BIM</w:t>
      </w:r>
      <w:r w:rsidRPr="007B7FC9"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B7FC9">
        <w:t>OD</w:t>
      </w:r>
      <w:r w:rsidRPr="007B7FC9" w:rsidDel="00FB05B2">
        <w:t>.</w:t>
      </w:r>
    </w:p>
    <w:p w14:paraId="2E838B06" w14:textId="67F6C3DC" w:rsidR="00A85E4E" w:rsidRPr="00911F7F" w:rsidRDefault="007F4345" w:rsidP="00A85E4E">
      <w:pPr>
        <w:pStyle w:val="Odstavec1-1a"/>
        <w:tabs>
          <w:tab w:val="clear" w:pos="1077"/>
        </w:tabs>
        <w:ind w:left="284" w:hanging="284"/>
      </w:pPr>
      <w:r w:rsidRPr="00911F7F">
        <w:rPr>
          <w:b/>
        </w:rPr>
        <w:t xml:space="preserve">Zhotovení Aktualizace záměru projektu </w:t>
      </w:r>
      <w:r w:rsidRPr="00911F7F">
        <w:t>podle Pravidel pro postupy v průběhu přípravy investičních a neinvestičních akcí dopravní infrastruktury, financovaných bez účasti státního rozpočtu (dále jen „Pravidla“). Plnění bude Zhotovitel realizovat z důvodu zásadní změny technického řešení stavby.</w:t>
      </w:r>
      <w:r w:rsidR="00A85E4E" w:rsidRPr="00911F7F">
        <w:rPr>
          <w:sz w:val="16"/>
        </w:rPr>
        <w:t xml:space="preserve"> </w:t>
      </w:r>
    </w:p>
    <w:p w14:paraId="106BBE4F" w14:textId="07793E7F" w:rsidR="004B05A9" w:rsidRPr="00A85E4E" w:rsidRDefault="00A85E4E" w:rsidP="00A85E4E">
      <w:pPr>
        <w:pStyle w:val="Odstavec1-1a"/>
        <w:tabs>
          <w:tab w:val="clear" w:pos="1077"/>
        </w:tabs>
        <w:ind w:left="284" w:hanging="284"/>
      </w:pPr>
      <w:r w:rsidRPr="00A85E4E">
        <w:rPr>
          <w:b/>
        </w:rPr>
        <w:t>Výkon Dozoru projektanta</w:t>
      </w:r>
      <w:r w:rsidRPr="007B7FC9">
        <w:t xml:space="preserve"> při zhotovení </w:t>
      </w:r>
      <w:r w:rsidRPr="00874981">
        <w:t xml:space="preserve">PDPS a při provádění </w:t>
      </w:r>
      <w:r w:rsidRPr="007B7FC9">
        <w:t>stavby.</w:t>
      </w:r>
      <w:r w:rsidR="004B05A9" w:rsidRPr="00A85E4E">
        <w:rPr>
          <w:b/>
        </w:rPr>
        <w:t xml:space="preserve"> </w:t>
      </w:r>
    </w:p>
    <w:p w14:paraId="10708550" w14:textId="77777777" w:rsidR="007145F3" w:rsidRDefault="007145F3" w:rsidP="00A85E4E">
      <w:pPr>
        <w:pStyle w:val="Textbezodsazen"/>
        <w:ind w:left="284" w:hanging="284"/>
      </w:pPr>
    </w:p>
    <w:p w14:paraId="47B712C6" w14:textId="77777777" w:rsidR="005A2756" w:rsidRDefault="005A2756" w:rsidP="00A85E4E">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102F28">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15563D8A" w:rsidR="00124751" w:rsidRPr="00EF6E06" w:rsidRDefault="00EF6E06" w:rsidP="00124751">
      <w:pPr>
        <w:pStyle w:val="Nadpisbezsl1-2"/>
        <w:rPr>
          <w:b w:val="0"/>
          <w:bCs/>
        </w:rPr>
      </w:pPr>
      <w:r w:rsidRPr="00EF6E06">
        <w:rPr>
          <w:b w:val="0"/>
          <w:bCs/>
        </w:rPr>
        <w:t>OP/DOKUMENTACE/04/24</w:t>
      </w:r>
      <w:r w:rsidR="00124751" w:rsidRPr="00EF6E06">
        <w:rPr>
          <w:b w:val="0"/>
          <w:bCs/>
        </w:rPr>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102F28">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77777777" w:rsidR="00124751" w:rsidRDefault="00124751" w:rsidP="00124751">
      <w:pPr>
        <w:pStyle w:val="Nadpisbezsl1-2"/>
      </w:pPr>
      <w:r>
        <w:t>a)</w:t>
      </w:r>
      <w:r>
        <w:tab/>
        <w:t xml:space="preserve">Technické kvalitativní podmínky staveb státních drah (TKP) </w:t>
      </w:r>
    </w:p>
    <w:p w14:paraId="7F79CCF6" w14:textId="4F53C5A8"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4360A963" w:rsidR="00124751" w:rsidRDefault="00C965C2" w:rsidP="008A4D1B">
      <w:pPr>
        <w:pStyle w:val="Textbezslovn"/>
      </w:pPr>
      <w:r w:rsidRPr="00530D38">
        <w:rPr>
          <w:rStyle w:val="Tun"/>
          <w:b w:val="0"/>
          <w:bCs/>
        </w:rPr>
        <w:t>VTP/DOKUMENTACE/06/23</w:t>
      </w:r>
      <w:r w:rsidR="00124751">
        <w:t xml:space="preserve"> </w:t>
      </w:r>
    </w:p>
    <w:p w14:paraId="3B414192" w14:textId="77777777" w:rsidR="00124751" w:rsidRDefault="00124751" w:rsidP="00124751">
      <w:pPr>
        <w:pStyle w:val="Textbezslovn"/>
      </w:pPr>
    </w:p>
    <w:p w14:paraId="517D5EEC" w14:textId="341DC940" w:rsidR="00124751" w:rsidRPr="00C965C2" w:rsidRDefault="00124751" w:rsidP="00124751">
      <w:pPr>
        <w:pStyle w:val="Nadpisbezsl1-2"/>
        <w:rPr>
          <w:b w:val="0"/>
          <w:bCs/>
        </w:rPr>
      </w:pPr>
      <w:r>
        <w:t>c)</w:t>
      </w:r>
      <w:r>
        <w:tab/>
        <w:t xml:space="preserve">Zvláštní technické podmínky </w:t>
      </w:r>
      <w:r w:rsidR="00C965C2">
        <w:rPr>
          <w:b w:val="0"/>
          <w:bCs/>
        </w:rPr>
        <w:t>ze dne 8.4.2024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102F28">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1797F8A5" w14:textId="77777777" w:rsidR="00AC4372" w:rsidRDefault="00AC4372" w:rsidP="00AC4372">
      <w:pPr>
        <w:pStyle w:val="Nadpisbezsl1-2"/>
        <w:outlineLvl w:val="1"/>
      </w:pPr>
      <w:r>
        <w:t>Rozpis Ceny Díla</w:t>
      </w:r>
    </w:p>
    <w:p w14:paraId="3C2A942E" w14:textId="77777777" w:rsidR="00AC4372" w:rsidRPr="00BD4EFA" w:rsidRDefault="00AC4372" w:rsidP="00AC4372">
      <w:pPr>
        <w:pStyle w:val="Textbezodsazen"/>
        <w:spacing w:after="80"/>
      </w:pPr>
      <w:r w:rsidRPr="00BD4EFA">
        <w:t>Cena za zpracování DUSL a PDPS (podle členění na základní a dodatečné služby) a Dozoru projektanta:</w:t>
      </w:r>
    </w:p>
    <w:p w14:paraId="75BBC958" w14:textId="7ADC3439" w:rsidR="00AC4372" w:rsidRPr="00BD4EFA" w:rsidRDefault="00AC4372" w:rsidP="00AC4372">
      <w:pPr>
        <w:pStyle w:val="Nadpisbezsl1-2"/>
        <w:outlineLvl w:val="2"/>
      </w:pPr>
      <w:r w:rsidRPr="00BD4EFA">
        <w:t>1.</w:t>
      </w:r>
      <w:r w:rsidRPr="00BD4EFA">
        <w:tab/>
        <w:t>Základní služby na zpracování DUSL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AC4372" w:rsidRPr="00BD4EFA" w14:paraId="4D7C9E7C" w14:textId="77777777" w:rsidTr="00B72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02826A3" w14:textId="77777777" w:rsidR="00AC4372" w:rsidRPr="00BD4EFA" w:rsidRDefault="00AC4372" w:rsidP="00B7232D">
            <w:pPr>
              <w:pStyle w:val="Tabulka"/>
              <w:rPr>
                <w:b/>
                <w:sz w:val="14"/>
                <w:szCs w:val="14"/>
              </w:rPr>
            </w:pPr>
            <w:r w:rsidRPr="00BD4EFA">
              <w:rPr>
                <w:b/>
                <w:sz w:val="16"/>
                <w:szCs w:val="14"/>
              </w:rPr>
              <w:t>Pol.</w:t>
            </w:r>
          </w:p>
        </w:tc>
        <w:tc>
          <w:tcPr>
            <w:tcW w:w="3544" w:type="dxa"/>
          </w:tcPr>
          <w:p w14:paraId="5F5F03D2" w14:textId="77777777" w:rsidR="00AC4372" w:rsidRPr="00BD4EFA" w:rsidRDefault="00AC4372" w:rsidP="00B7232D">
            <w:pPr>
              <w:pStyle w:val="Tabulka"/>
              <w:cnfStyle w:val="100000000000" w:firstRow="1" w:lastRow="0" w:firstColumn="0" w:lastColumn="0" w:oddVBand="0" w:evenVBand="0" w:oddHBand="0" w:evenHBand="0" w:firstRowFirstColumn="0" w:firstRowLastColumn="0" w:lastRowFirstColumn="0" w:lastRowLastColumn="0"/>
              <w:rPr>
                <w:b/>
                <w:sz w:val="16"/>
              </w:rPr>
            </w:pPr>
            <w:r w:rsidRPr="00BD4EFA">
              <w:rPr>
                <w:b/>
                <w:sz w:val="16"/>
              </w:rPr>
              <w:t>Popis</w:t>
            </w:r>
            <w:r w:rsidRPr="00BD4EFA">
              <w:rPr>
                <w:rStyle w:val="Tun"/>
                <w:b w:val="0"/>
                <w:i/>
                <w:color w:val="00B050"/>
                <w:sz w:val="16"/>
                <w:szCs w:val="16"/>
              </w:rPr>
              <w:t xml:space="preserve"> </w:t>
            </w:r>
          </w:p>
        </w:tc>
        <w:tc>
          <w:tcPr>
            <w:tcW w:w="974" w:type="dxa"/>
          </w:tcPr>
          <w:p w14:paraId="5B226980" w14:textId="77777777" w:rsidR="00AC4372" w:rsidRPr="00BD4EFA" w:rsidRDefault="00AC4372" w:rsidP="00B7232D">
            <w:pPr>
              <w:pStyle w:val="Tabulka"/>
              <w:cnfStyle w:val="100000000000" w:firstRow="1" w:lastRow="0" w:firstColumn="0" w:lastColumn="0" w:oddVBand="0" w:evenVBand="0" w:oddHBand="0" w:evenHBand="0" w:firstRowFirstColumn="0" w:firstRowLastColumn="0" w:lastRowFirstColumn="0" w:lastRowLastColumn="0"/>
              <w:rPr>
                <w:b/>
                <w:sz w:val="16"/>
              </w:rPr>
            </w:pPr>
            <w:r w:rsidRPr="00BD4EFA">
              <w:rPr>
                <w:b/>
                <w:sz w:val="16"/>
              </w:rPr>
              <w:t>Měrná jednotka</w:t>
            </w:r>
          </w:p>
        </w:tc>
        <w:tc>
          <w:tcPr>
            <w:tcW w:w="1082" w:type="dxa"/>
          </w:tcPr>
          <w:p w14:paraId="52364803" w14:textId="77777777" w:rsidR="00AC4372" w:rsidRPr="00BD4EFA" w:rsidRDefault="00AC4372" w:rsidP="00B7232D">
            <w:pPr>
              <w:pStyle w:val="Tabulka"/>
              <w:cnfStyle w:val="100000000000" w:firstRow="1" w:lastRow="0" w:firstColumn="0" w:lastColumn="0" w:oddVBand="0" w:evenVBand="0" w:oddHBand="0" w:evenHBand="0" w:firstRowFirstColumn="0" w:firstRowLastColumn="0" w:lastRowFirstColumn="0" w:lastRowLastColumn="0"/>
              <w:rPr>
                <w:b/>
                <w:sz w:val="16"/>
              </w:rPr>
            </w:pPr>
            <w:r w:rsidRPr="00BD4EFA">
              <w:rPr>
                <w:b/>
                <w:sz w:val="16"/>
              </w:rPr>
              <w:t>Množství *)</w:t>
            </w:r>
          </w:p>
        </w:tc>
        <w:tc>
          <w:tcPr>
            <w:tcW w:w="1204" w:type="dxa"/>
          </w:tcPr>
          <w:p w14:paraId="0775863E" w14:textId="77777777" w:rsidR="00AC4372" w:rsidRPr="00BD4EFA" w:rsidRDefault="00AC4372" w:rsidP="00B7232D">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BD4EFA">
              <w:rPr>
                <w:b/>
                <w:sz w:val="16"/>
              </w:rPr>
              <w:t>Jedn</w:t>
            </w:r>
            <w:proofErr w:type="spellEnd"/>
            <w:r w:rsidRPr="00BD4EFA">
              <w:rPr>
                <w:b/>
                <w:sz w:val="16"/>
              </w:rPr>
              <w:t>. cena *)</w:t>
            </w:r>
          </w:p>
        </w:tc>
        <w:tc>
          <w:tcPr>
            <w:tcW w:w="1361" w:type="dxa"/>
          </w:tcPr>
          <w:p w14:paraId="42ABA242" w14:textId="77777777" w:rsidR="00AC4372" w:rsidRPr="00BD4EFA" w:rsidRDefault="00AC4372" w:rsidP="00B7232D">
            <w:pPr>
              <w:pStyle w:val="Tabulka"/>
              <w:cnfStyle w:val="100000000000" w:firstRow="1" w:lastRow="0" w:firstColumn="0" w:lastColumn="0" w:oddVBand="0" w:evenVBand="0" w:oddHBand="0" w:evenHBand="0" w:firstRowFirstColumn="0" w:firstRowLastColumn="0" w:lastRowFirstColumn="0" w:lastRowLastColumn="0"/>
              <w:rPr>
                <w:b/>
                <w:sz w:val="16"/>
              </w:rPr>
            </w:pPr>
            <w:r w:rsidRPr="00BD4EFA">
              <w:rPr>
                <w:b/>
                <w:sz w:val="16"/>
              </w:rPr>
              <w:t>Cena celkem *)</w:t>
            </w:r>
          </w:p>
        </w:tc>
      </w:tr>
      <w:tr w:rsidR="00AC4372" w:rsidRPr="00BD4EFA" w14:paraId="21F53EB5"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40D8D317" w14:textId="77777777" w:rsidR="00AC4372" w:rsidRPr="00BD4EFA" w:rsidRDefault="00AC4372" w:rsidP="00B7232D">
            <w:pPr>
              <w:pStyle w:val="Tabulka"/>
            </w:pPr>
            <w:r w:rsidRPr="00BD4EFA">
              <w:t>1</w:t>
            </w:r>
          </w:p>
        </w:tc>
        <w:tc>
          <w:tcPr>
            <w:tcW w:w="3544" w:type="dxa"/>
          </w:tcPr>
          <w:p w14:paraId="5926DD3D"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Zpracování DUSL dle vyhlášky č. 583/2020 Sb. v platném znění a dle VTP a ZTP Sb. v platném znění, vyjma části dokumentace uvedené níže v bodech 2, 3 a 4</w:t>
            </w:r>
          </w:p>
        </w:tc>
        <w:tc>
          <w:tcPr>
            <w:tcW w:w="974" w:type="dxa"/>
          </w:tcPr>
          <w:p w14:paraId="43025CBB"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hod</w:t>
            </w:r>
          </w:p>
        </w:tc>
        <w:tc>
          <w:tcPr>
            <w:tcW w:w="1082" w:type="dxa"/>
          </w:tcPr>
          <w:p w14:paraId="4CAC372B"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5CD402C"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237967"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r>
      <w:tr w:rsidR="00AC4372" w:rsidRPr="00BD4EFA" w14:paraId="46A2B45C"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58737ADF" w14:textId="77777777" w:rsidR="00AC4372" w:rsidRPr="00BD4EFA" w:rsidRDefault="00AC4372" w:rsidP="00B7232D">
            <w:pPr>
              <w:pStyle w:val="Tabulka"/>
            </w:pPr>
            <w:r w:rsidRPr="00BD4EFA">
              <w:t>2</w:t>
            </w:r>
          </w:p>
        </w:tc>
        <w:tc>
          <w:tcPr>
            <w:tcW w:w="3544" w:type="dxa"/>
          </w:tcPr>
          <w:p w14:paraId="613DA409"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Zpracování PDPS v režimu BIM dle vyhlášky č. 146/2008 Sb. v platném znění a v rozpracování dle směrnice SŽ SM011 a dle VTP a ZTP, vyjma části dokumentace uvedené níže v bodech 3, 4 a 5</w:t>
            </w:r>
          </w:p>
        </w:tc>
        <w:tc>
          <w:tcPr>
            <w:tcW w:w="974" w:type="dxa"/>
          </w:tcPr>
          <w:p w14:paraId="14CAE41C"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hod</w:t>
            </w:r>
          </w:p>
        </w:tc>
        <w:tc>
          <w:tcPr>
            <w:tcW w:w="1082" w:type="dxa"/>
          </w:tcPr>
          <w:p w14:paraId="469DBCCB"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C60A18C"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2223D9F"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r>
      <w:tr w:rsidR="00AC4372" w:rsidRPr="00BD6F42" w14:paraId="5D899C2E"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6AEDFEB7" w14:textId="77777777" w:rsidR="00AC4372" w:rsidRPr="00BD4EFA" w:rsidRDefault="00AC4372" w:rsidP="00B7232D">
            <w:pPr>
              <w:pStyle w:val="Tabulka"/>
            </w:pPr>
            <w:r w:rsidRPr="00BD4EFA">
              <w:t>3</w:t>
            </w:r>
          </w:p>
        </w:tc>
        <w:tc>
          <w:tcPr>
            <w:tcW w:w="3544" w:type="dxa"/>
          </w:tcPr>
          <w:p w14:paraId="4751B5C1"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BD4EFA">
              <w:t>část - Náklady</w:t>
            </w:r>
            <w:proofErr w:type="gramEnd"/>
            <w:r w:rsidRPr="00BD4EFA">
              <w:t xml:space="preserve"> stavby) a dle požadavků VTP a ZTP</w:t>
            </w:r>
          </w:p>
        </w:tc>
        <w:tc>
          <w:tcPr>
            <w:tcW w:w="974" w:type="dxa"/>
          </w:tcPr>
          <w:p w14:paraId="24B68FF2"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hod</w:t>
            </w:r>
          </w:p>
        </w:tc>
        <w:tc>
          <w:tcPr>
            <w:tcW w:w="1082" w:type="dxa"/>
          </w:tcPr>
          <w:p w14:paraId="0ABD00CC"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FD44956"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0E16B2"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r>
      <w:tr w:rsidR="00AC4372" w:rsidRPr="00BD6F42" w14:paraId="580650B8"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033971AC" w14:textId="77777777" w:rsidR="00AC4372" w:rsidRPr="00BD6F42" w:rsidRDefault="00AC4372" w:rsidP="00B7232D">
            <w:pPr>
              <w:pStyle w:val="Tabulka"/>
            </w:pPr>
            <w:r>
              <w:t>4</w:t>
            </w:r>
          </w:p>
        </w:tc>
        <w:tc>
          <w:tcPr>
            <w:tcW w:w="3544" w:type="dxa"/>
          </w:tcPr>
          <w:p w14:paraId="4DCA889C"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30E3">
              <w:t>Dokladová část pro správní řízení a Doklady</w:t>
            </w:r>
            <w:r w:rsidRPr="006530E3">
              <w:rPr>
                <w:strike/>
              </w:rPr>
              <w:t xml:space="preserve"> </w:t>
            </w:r>
            <w:r w:rsidRPr="006530E3">
              <w:t>objednatele, dle směrnice SŽ SM011 (příloha příslušného stupně dokumentace Dokladová část) a dle požadavků VTP a ZTP, včetně související inženýrské činnosti</w:t>
            </w:r>
          </w:p>
        </w:tc>
        <w:tc>
          <w:tcPr>
            <w:tcW w:w="974" w:type="dxa"/>
          </w:tcPr>
          <w:p w14:paraId="6DE79A32"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30E3">
              <w:t>hod</w:t>
            </w:r>
          </w:p>
        </w:tc>
        <w:tc>
          <w:tcPr>
            <w:tcW w:w="1082" w:type="dxa"/>
          </w:tcPr>
          <w:p w14:paraId="6913529E"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25556B51"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02B5D3"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56C4CD4F" w14:textId="77777777" w:rsidTr="00BD4EFA">
        <w:tc>
          <w:tcPr>
            <w:cnfStyle w:val="001000000000" w:firstRow="0" w:lastRow="0" w:firstColumn="1" w:lastColumn="0" w:oddVBand="0" w:evenVBand="0" w:oddHBand="0" w:evenHBand="0" w:firstRowFirstColumn="0" w:firstRowLastColumn="0" w:lastRowFirstColumn="0" w:lastRowLastColumn="0"/>
            <w:tcW w:w="567" w:type="dxa"/>
          </w:tcPr>
          <w:p w14:paraId="0553805C" w14:textId="77777777" w:rsidR="00AC4372" w:rsidRPr="00BD6F42" w:rsidRDefault="00AC4372" w:rsidP="00B7232D">
            <w:pPr>
              <w:pStyle w:val="Tabulka"/>
            </w:pPr>
            <w:r>
              <w:t>5</w:t>
            </w:r>
          </w:p>
        </w:tc>
        <w:tc>
          <w:tcPr>
            <w:tcW w:w="3544" w:type="dxa"/>
            <w:shd w:val="clear" w:color="auto" w:fill="auto"/>
          </w:tcPr>
          <w:p w14:paraId="6F6FF0E8"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Dokumentace Fyzická ochrana objektu, dle směrnice SŽ SM011, příloha příslušného stupně dokumentace Dokladová část a dle požadavků VTP a ZTP</w:t>
            </w:r>
          </w:p>
        </w:tc>
        <w:tc>
          <w:tcPr>
            <w:tcW w:w="974" w:type="dxa"/>
          </w:tcPr>
          <w:p w14:paraId="3479E9EB"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r>
              <w:t>hod</w:t>
            </w:r>
          </w:p>
        </w:tc>
        <w:tc>
          <w:tcPr>
            <w:tcW w:w="1082" w:type="dxa"/>
          </w:tcPr>
          <w:p w14:paraId="440FBD1B"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2AD67B65"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1488938"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5D4AA262" w14:textId="77777777" w:rsidTr="00BD4EFA">
        <w:tc>
          <w:tcPr>
            <w:cnfStyle w:val="001000000000" w:firstRow="0" w:lastRow="0" w:firstColumn="1" w:lastColumn="0" w:oddVBand="0" w:evenVBand="0" w:oddHBand="0" w:evenHBand="0" w:firstRowFirstColumn="0" w:firstRowLastColumn="0" w:lastRowFirstColumn="0" w:lastRowLastColumn="0"/>
            <w:tcW w:w="567" w:type="dxa"/>
          </w:tcPr>
          <w:p w14:paraId="570530BB" w14:textId="77777777" w:rsidR="00AC4372" w:rsidRDefault="00AC4372" w:rsidP="00B7232D">
            <w:pPr>
              <w:pStyle w:val="Tabulka"/>
            </w:pPr>
            <w:r>
              <w:t>6</w:t>
            </w:r>
          </w:p>
        </w:tc>
        <w:tc>
          <w:tcPr>
            <w:tcW w:w="3544" w:type="dxa"/>
            <w:shd w:val="clear" w:color="auto" w:fill="auto"/>
          </w:tcPr>
          <w:p w14:paraId="28A7E11E" w14:textId="61A0F4A3" w:rsidR="006F40C7" w:rsidRPr="006F40C7" w:rsidRDefault="006F40C7" w:rsidP="00B7232D">
            <w:pPr>
              <w:pStyle w:val="Tabulka"/>
              <w:cnfStyle w:val="000000000000" w:firstRow="0" w:lastRow="0" w:firstColumn="0" w:lastColumn="0" w:oddVBand="0" w:evenVBand="0" w:oddHBand="0" w:evenHBand="0" w:firstRowFirstColumn="0" w:firstRowLastColumn="0" w:lastRowFirstColumn="0" w:lastRowLastColumn="0"/>
              <w:rPr>
                <w:i/>
                <w:iCs/>
              </w:rPr>
            </w:pPr>
            <w:r>
              <w:rPr>
                <w:i/>
                <w:iCs/>
              </w:rPr>
              <w:t>Vyhrazená změna závazku:</w:t>
            </w:r>
          </w:p>
          <w:p w14:paraId="7D2B63DA" w14:textId="5B01EB9F"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 xml:space="preserve">Zpracování </w:t>
            </w:r>
            <w:r w:rsidR="006D1753">
              <w:t xml:space="preserve">dokumentace </w:t>
            </w:r>
            <w:r w:rsidR="006D1753" w:rsidRPr="00911F7F">
              <w:t>dle § 8 zákona č. 100/2001 Sb.</w:t>
            </w:r>
            <w:r w:rsidR="006D1753">
              <w:t xml:space="preserve"> </w:t>
            </w:r>
            <w:r w:rsidR="006D1753" w:rsidRPr="00BD4EFA">
              <w:t>o posuzování vlivů na životní prostředí, v platném znění</w:t>
            </w:r>
            <w:r w:rsidR="006D1753">
              <w:t xml:space="preserve">. </w:t>
            </w:r>
          </w:p>
        </w:tc>
        <w:tc>
          <w:tcPr>
            <w:tcW w:w="974" w:type="dxa"/>
          </w:tcPr>
          <w:p w14:paraId="04A28DF2"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6B2C382E"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A74308D"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677642A"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0ED1848C" w14:textId="77777777" w:rsidTr="00BD4EFA">
        <w:tc>
          <w:tcPr>
            <w:cnfStyle w:val="001000000000" w:firstRow="0" w:lastRow="0" w:firstColumn="1" w:lastColumn="0" w:oddVBand="0" w:evenVBand="0" w:oddHBand="0" w:evenHBand="0" w:firstRowFirstColumn="0" w:firstRowLastColumn="0" w:lastRowFirstColumn="0" w:lastRowLastColumn="0"/>
            <w:tcW w:w="567" w:type="dxa"/>
          </w:tcPr>
          <w:p w14:paraId="13445EA6" w14:textId="77777777" w:rsidR="00AC4372" w:rsidRPr="00BD6F42" w:rsidRDefault="00AC4372" w:rsidP="00B7232D">
            <w:pPr>
              <w:pStyle w:val="Tabulka"/>
            </w:pPr>
            <w:r>
              <w:t>7</w:t>
            </w:r>
          </w:p>
        </w:tc>
        <w:tc>
          <w:tcPr>
            <w:tcW w:w="3544" w:type="dxa"/>
            <w:shd w:val="clear" w:color="auto" w:fill="auto"/>
          </w:tcPr>
          <w:p w14:paraId="40EFC000"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Definitivní odevzdání DUSL, dle SOD v listinné formě (v rozsahu a počtu dle požadavku VTP a ZTP)</w:t>
            </w:r>
          </w:p>
        </w:tc>
        <w:tc>
          <w:tcPr>
            <w:tcW w:w="974" w:type="dxa"/>
          </w:tcPr>
          <w:p w14:paraId="48A59498"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roofErr w:type="spellStart"/>
            <w:r w:rsidRPr="006530E3">
              <w:t>kpl</w:t>
            </w:r>
            <w:proofErr w:type="spellEnd"/>
          </w:p>
        </w:tc>
        <w:tc>
          <w:tcPr>
            <w:tcW w:w="1082" w:type="dxa"/>
          </w:tcPr>
          <w:p w14:paraId="134267D5"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6530E3">
              <w:t>1</w:t>
            </w:r>
          </w:p>
        </w:tc>
        <w:tc>
          <w:tcPr>
            <w:tcW w:w="1204" w:type="dxa"/>
          </w:tcPr>
          <w:p w14:paraId="75961D55"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AF0469C"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433F3210" w14:textId="77777777" w:rsidTr="00BD4EFA">
        <w:tc>
          <w:tcPr>
            <w:cnfStyle w:val="001000000000" w:firstRow="0" w:lastRow="0" w:firstColumn="1" w:lastColumn="0" w:oddVBand="0" w:evenVBand="0" w:oddHBand="0" w:evenHBand="0" w:firstRowFirstColumn="0" w:firstRowLastColumn="0" w:lastRowFirstColumn="0" w:lastRowLastColumn="0"/>
            <w:tcW w:w="567" w:type="dxa"/>
          </w:tcPr>
          <w:p w14:paraId="16D6B957" w14:textId="77777777" w:rsidR="00AC4372" w:rsidRPr="00BD6F42" w:rsidRDefault="00AC4372" w:rsidP="00B7232D">
            <w:pPr>
              <w:pStyle w:val="Tabulka"/>
            </w:pPr>
            <w:r>
              <w:t>8</w:t>
            </w:r>
          </w:p>
        </w:tc>
        <w:tc>
          <w:tcPr>
            <w:tcW w:w="3544" w:type="dxa"/>
            <w:shd w:val="clear" w:color="auto" w:fill="auto"/>
          </w:tcPr>
          <w:p w14:paraId="46910736" w14:textId="77777777"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Definitivní odevzdání DUSL, dle SOD v elektronické formě (v rozsahu a počtu dle požadavku VTP a ZTP)</w:t>
            </w:r>
          </w:p>
        </w:tc>
        <w:tc>
          <w:tcPr>
            <w:tcW w:w="974" w:type="dxa"/>
          </w:tcPr>
          <w:p w14:paraId="44CE7CD5"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roofErr w:type="spellStart"/>
            <w:r w:rsidRPr="006530E3">
              <w:t>kpl</w:t>
            </w:r>
            <w:proofErr w:type="spellEnd"/>
          </w:p>
        </w:tc>
        <w:tc>
          <w:tcPr>
            <w:tcW w:w="1082" w:type="dxa"/>
          </w:tcPr>
          <w:p w14:paraId="4097C588"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6530E3">
              <w:t>1</w:t>
            </w:r>
          </w:p>
        </w:tc>
        <w:tc>
          <w:tcPr>
            <w:tcW w:w="1204" w:type="dxa"/>
          </w:tcPr>
          <w:p w14:paraId="1981B731"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05DA2E7"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57C2560C" w14:textId="77777777" w:rsidTr="00BD4EFA">
        <w:tc>
          <w:tcPr>
            <w:cnfStyle w:val="001000000000" w:firstRow="0" w:lastRow="0" w:firstColumn="1" w:lastColumn="0" w:oddVBand="0" w:evenVBand="0" w:oddHBand="0" w:evenHBand="0" w:firstRowFirstColumn="0" w:firstRowLastColumn="0" w:lastRowFirstColumn="0" w:lastRowLastColumn="0"/>
            <w:tcW w:w="567" w:type="dxa"/>
          </w:tcPr>
          <w:p w14:paraId="6A7067DA" w14:textId="77777777" w:rsidR="00AC4372" w:rsidRDefault="00AC4372" w:rsidP="00B7232D">
            <w:pPr>
              <w:pStyle w:val="Tabulka"/>
            </w:pPr>
            <w:r>
              <w:t>9</w:t>
            </w:r>
          </w:p>
        </w:tc>
        <w:tc>
          <w:tcPr>
            <w:tcW w:w="3544" w:type="dxa"/>
            <w:shd w:val="clear" w:color="auto" w:fill="auto"/>
          </w:tcPr>
          <w:p w14:paraId="754D0071" w14:textId="32F99884" w:rsidR="00AC4372" w:rsidRPr="00BD4EF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BD4EFA">
              <w:t>Definitivní odevzdání PDPS,</w:t>
            </w:r>
            <w:r w:rsidR="00D90359">
              <w:t xml:space="preserve"> </w:t>
            </w:r>
            <w:r w:rsidRPr="00BD4EFA">
              <w:t>v režimu BIM dle SOD v elektronické formě (v rozsahu a počtu dle požadavku VTP a ZTP a BIM Protokolu)</w:t>
            </w:r>
          </w:p>
        </w:tc>
        <w:tc>
          <w:tcPr>
            <w:tcW w:w="974" w:type="dxa"/>
          </w:tcPr>
          <w:p w14:paraId="2616DE9F"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56673F12"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1EB700D"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0368CBF"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026A32F9"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556C0252" w14:textId="77777777" w:rsidR="00AC4372" w:rsidRDefault="00AC4372" w:rsidP="00B7232D">
            <w:pPr>
              <w:pStyle w:val="Tabulka"/>
            </w:pPr>
            <w:r>
              <w:t>10</w:t>
            </w:r>
          </w:p>
        </w:tc>
        <w:tc>
          <w:tcPr>
            <w:tcW w:w="3544" w:type="dxa"/>
          </w:tcPr>
          <w:p w14:paraId="2BA1D636" w14:textId="77777777" w:rsidR="00AC4372" w:rsidRPr="00F361A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F361AA">
              <w:t>Společné datové prostředí (CDE) pro zřízení a provozování CDE v rozsahu stanoveném BIM Protokolem včetně Licence pro Projektový tým</w:t>
            </w:r>
          </w:p>
        </w:tc>
        <w:tc>
          <w:tcPr>
            <w:tcW w:w="974" w:type="dxa"/>
          </w:tcPr>
          <w:p w14:paraId="7AA3A7F6"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736F7A1B"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16AC53D3"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C187C6C"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441F0FE0"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3F323820" w14:textId="77777777" w:rsidR="00AC4372" w:rsidRDefault="00AC4372" w:rsidP="00B7232D">
            <w:pPr>
              <w:pStyle w:val="Tabulka"/>
            </w:pPr>
            <w:r>
              <w:t>11</w:t>
            </w:r>
          </w:p>
        </w:tc>
        <w:tc>
          <w:tcPr>
            <w:tcW w:w="3544" w:type="dxa"/>
          </w:tcPr>
          <w:p w14:paraId="049FE9EA" w14:textId="77777777" w:rsidR="00AC4372" w:rsidRPr="00F361A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F361AA">
              <w:t>Licence k CDE pro účely Objednatele dle BIM Protokolu a přílohy EIR cíl 1.1 a zajištění školení dle cíle 1.6 uvedeném v EIR</w:t>
            </w:r>
          </w:p>
        </w:tc>
        <w:tc>
          <w:tcPr>
            <w:tcW w:w="974" w:type="dxa"/>
          </w:tcPr>
          <w:p w14:paraId="05DD68AA"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1A04ED25"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4A0A5E70"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AD5B8CC"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43F846B9"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76B0CCD4" w14:textId="77777777" w:rsidR="00AC4372" w:rsidRDefault="00AC4372" w:rsidP="00B7232D">
            <w:pPr>
              <w:pStyle w:val="Tabulka"/>
            </w:pPr>
            <w:r>
              <w:t>12</w:t>
            </w:r>
          </w:p>
        </w:tc>
        <w:tc>
          <w:tcPr>
            <w:tcW w:w="3544" w:type="dxa"/>
          </w:tcPr>
          <w:p w14:paraId="77AED3A7" w14:textId="77777777" w:rsidR="00AC4372" w:rsidRPr="00F361A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F361AA">
              <w:t xml:space="preserve">Licence k CDE pro účely </w:t>
            </w:r>
            <w:proofErr w:type="spellStart"/>
            <w:r w:rsidRPr="00F361AA">
              <w:t>workflow</w:t>
            </w:r>
            <w:proofErr w:type="spellEnd"/>
            <w:r w:rsidRPr="00F361AA">
              <w:t xml:space="preserve"> připomínkového řízení Objednatele dle BIM Protokolu a přílohy EIR cíl 1.3 a zajištění školení dle cíle 1.7 uvedeném v EIR</w:t>
            </w:r>
          </w:p>
        </w:tc>
        <w:tc>
          <w:tcPr>
            <w:tcW w:w="974" w:type="dxa"/>
          </w:tcPr>
          <w:p w14:paraId="08FAAA94"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136E9B74"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90</w:t>
            </w:r>
          </w:p>
        </w:tc>
        <w:tc>
          <w:tcPr>
            <w:tcW w:w="1204" w:type="dxa"/>
          </w:tcPr>
          <w:p w14:paraId="154E60A6"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ADE79EC"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2BEBF0A1" w14:textId="77777777" w:rsidTr="00B7232D">
        <w:tc>
          <w:tcPr>
            <w:cnfStyle w:val="001000000000" w:firstRow="0" w:lastRow="0" w:firstColumn="1" w:lastColumn="0" w:oddVBand="0" w:evenVBand="0" w:oddHBand="0" w:evenHBand="0" w:firstRowFirstColumn="0" w:firstRowLastColumn="0" w:lastRowFirstColumn="0" w:lastRowLastColumn="0"/>
            <w:tcW w:w="567" w:type="dxa"/>
          </w:tcPr>
          <w:p w14:paraId="26BE07F1" w14:textId="77777777" w:rsidR="00AC4372" w:rsidRDefault="00AC4372" w:rsidP="00B7232D">
            <w:pPr>
              <w:pStyle w:val="Tabulka"/>
            </w:pPr>
            <w:r>
              <w:t>13</w:t>
            </w:r>
          </w:p>
        </w:tc>
        <w:tc>
          <w:tcPr>
            <w:tcW w:w="3544" w:type="dxa"/>
          </w:tcPr>
          <w:p w14:paraId="63436F22" w14:textId="77777777" w:rsidR="00AC4372" w:rsidRPr="00F361AA" w:rsidRDefault="00AC4372" w:rsidP="00B7232D">
            <w:pPr>
              <w:pStyle w:val="Tabulka"/>
              <w:cnfStyle w:val="000000000000" w:firstRow="0" w:lastRow="0" w:firstColumn="0" w:lastColumn="0" w:oddVBand="0" w:evenVBand="0" w:oddHBand="0" w:evenHBand="0" w:firstRowFirstColumn="0" w:firstRowLastColumn="0" w:lastRowFirstColumn="0" w:lastRowLastColumn="0"/>
            </w:pPr>
            <w:r w:rsidRPr="00F361AA">
              <w:t>Vypracování Závěrečné hodnotící zprávy v rozsahu (dle BIM Protokolu včetně jeho příloh)</w:t>
            </w:r>
          </w:p>
        </w:tc>
        <w:tc>
          <w:tcPr>
            <w:tcW w:w="974" w:type="dxa"/>
          </w:tcPr>
          <w:p w14:paraId="2D0B493D"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2505737E" w14:textId="77777777" w:rsidR="00AC4372" w:rsidRPr="006530E3" w:rsidRDefault="00AC4372" w:rsidP="00B7232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D2C6371"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AEFC883" w14:textId="77777777" w:rsidR="00AC4372" w:rsidRPr="00877B5E" w:rsidRDefault="00AC4372" w:rsidP="00B7232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C4372" w:rsidRPr="00BD6F42" w14:paraId="4D057346" w14:textId="77777777" w:rsidTr="00B7232D">
        <w:tc>
          <w:tcPr>
            <w:cnfStyle w:val="001000000000" w:firstRow="0" w:lastRow="0" w:firstColumn="1" w:lastColumn="0" w:oddVBand="0" w:evenVBand="0" w:oddHBand="0" w:evenHBand="0" w:firstRowFirstColumn="0" w:firstRowLastColumn="0" w:lastRowFirstColumn="0" w:lastRowLastColumn="0"/>
            <w:tcW w:w="7371" w:type="dxa"/>
            <w:gridSpan w:val="5"/>
          </w:tcPr>
          <w:p w14:paraId="157B1C52" w14:textId="77777777" w:rsidR="00AC4372" w:rsidRPr="00BD6F42" w:rsidRDefault="00AC4372" w:rsidP="00B7232D">
            <w:pPr>
              <w:pStyle w:val="Tabulka"/>
              <w:rPr>
                <w:b/>
              </w:rPr>
            </w:pPr>
            <w:r w:rsidRPr="00BD6F42">
              <w:rPr>
                <w:b/>
              </w:rPr>
              <w:t>Celkem za základní služby:</w:t>
            </w:r>
          </w:p>
        </w:tc>
        <w:tc>
          <w:tcPr>
            <w:tcW w:w="1361" w:type="dxa"/>
          </w:tcPr>
          <w:p w14:paraId="2EFA225F" w14:textId="77777777" w:rsidR="00AC4372" w:rsidRPr="00BD6F42" w:rsidRDefault="00AC4372" w:rsidP="00B7232D">
            <w:pPr>
              <w:pStyle w:val="Tabulka"/>
              <w:cnfStyle w:val="000000000000" w:firstRow="0" w:lastRow="0" w:firstColumn="0" w:lastColumn="0" w:oddVBand="0" w:evenVBand="0" w:oddHBand="0" w:evenHBand="0" w:firstRowFirstColumn="0" w:firstRowLastColumn="0" w:lastRowFirstColumn="0" w:lastRowLastColumn="0"/>
              <w:rPr>
                <w:b/>
              </w:rPr>
            </w:pPr>
          </w:p>
        </w:tc>
      </w:tr>
    </w:tbl>
    <w:p w14:paraId="65241952" w14:textId="77777777" w:rsidR="00AC4372" w:rsidRPr="00BD6F42" w:rsidRDefault="00AC4372" w:rsidP="00AC4372">
      <w:pPr>
        <w:pStyle w:val="Textbezodsazen"/>
      </w:pPr>
    </w:p>
    <w:p w14:paraId="34EC5746" w14:textId="77777777" w:rsidR="00AC4372" w:rsidRDefault="00AC4372" w:rsidP="00AC4372">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69DCF543" w14:textId="77777777" w:rsidR="00AC4372" w:rsidRDefault="00AC4372" w:rsidP="00AC4372">
      <w:pPr>
        <w:pStyle w:val="Textbezodsazen"/>
      </w:pPr>
      <w:r>
        <w:t>Všechny ceny jsou uvedené v Kč bez DPH.</w:t>
      </w:r>
    </w:p>
    <w:p w14:paraId="68A741AD" w14:textId="3A763FB6" w:rsidR="00AC4372" w:rsidRDefault="00AC4372" w:rsidP="00AC4372">
      <w:pPr>
        <w:pStyle w:val="Nadpisbezsl1-2"/>
        <w:outlineLvl w:val="2"/>
      </w:pPr>
      <w:r>
        <w:t>2.</w:t>
      </w:r>
      <w:r>
        <w:tab/>
        <w:t xml:space="preserve">Dodatečné služby na zpracování </w:t>
      </w:r>
      <w:r w:rsidRPr="006530E3">
        <w:t>DUSL</w:t>
      </w:r>
      <w:r>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AC4372" w:rsidRPr="0017282C" w14:paraId="298962C1" w14:textId="77777777" w:rsidTr="00B7232D">
        <w:trPr>
          <w:cnfStyle w:val="100000000000" w:firstRow="1" w:lastRow="0" w:firstColumn="0" w:lastColumn="0" w:oddVBand="0" w:evenVBand="0" w:oddHBand="0" w:evenHBand="0" w:firstRowFirstColumn="0" w:firstRowLastColumn="0" w:lastRowFirstColumn="0" w:lastRowLastColumn="0"/>
        </w:trPr>
        <w:tc>
          <w:tcPr>
            <w:tcW w:w="930" w:type="dxa"/>
          </w:tcPr>
          <w:p w14:paraId="738F670E" w14:textId="77777777" w:rsidR="00AC4372" w:rsidRPr="0017282C" w:rsidRDefault="00AC4372" w:rsidP="00B7232D">
            <w:pPr>
              <w:pStyle w:val="Tabulka"/>
              <w:rPr>
                <w:rStyle w:val="Tun"/>
                <w:b/>
                <w:sz w:val="16"/>
                <w:szCs w:val="16"/>
              </w:rPr>
            </w:pPr>
            <w:r w:rsidRPr="0017282C">
              <w:rPr>
                <w:rStyle w:val="Tun"/>
                <w:b/>
                <w:sz w:val="16"/>
                <w:szCs w:val="16"/>
              </w:rPr>
              <w:t>Položka</w:t>
            </w:r>
          </w:p>
        </w:tc>
        <w:tc>
          <w:tcPr>
            <w:tcW w:w="3265" w:type="dxa"/>
          </w:tcPr>
          <w:p w14:paraId="5F7182CA" w14:textId="77777777" w:rsidR="00AC4372" w:rsidRPr="0017282C" w:rsidRDefault="00AC4372" w:rsidP="00B7232D">
            <w:pPr>
              <w:pStyle w:val="Tabulka"/>
              <w:rPr>
                <w:rStyle w:val="Tun"/>
                <w:b/>
                <w:i/>
                <w:color w:val="00B050"/>
                <w:sz w:val="16"/>
                <w:szCs w:val="16"/>
              </w:rPr>
            </w:pPr>
            <w:r w:rsidRPr="0017282C">
              <w:rPr>
                <w:rStyle w:val="Tun"/>
                <w:b/>
                <w:sz w:val="16"/>
                <w:szCs w:val="16"/>
              </w:rPr>
              <w:t xml:space="preserve">Popis    </w:t>
            </w:r>
          </w:p>
        </w:tc>
        <w:tc>
          <w:tcPr>
            <w:tcW w:w="1039" w:type="dxa"/>
          </w:tcPr>
          <w:p w14:paraId="20B35F38" w14:textId="77777777" w:rsidR="00AC4372" w:rsidRPr="0017282C" w:rsidRDefault="00AC4372" w:rsidP="00B7232D">
            <w:pPr>
              <w:pStyle w:val="Tabulka"/>
              <w:rPr>
                <w:rStyle w:val="Tun"/>
                <w:b/>
                <w:sz w:val="16"/>
                <w:szCs w:val="16"/>
              </w:rPr>
            </w:pPr>
            <w:r w:rsidRPr="0017282C">
              <w:rPr>
                <w:rStyle w:val="Tun"/>
                <w:b/>
                <w:sz w:val="16"/>
                <w:szCs w:val="16"/>
              </w:rPr>
              <w:t>Měrná jednotka</w:t>
            </w:r>
          </w:p>
        </w:tc>
        <w:tc>
          <w:tcPr>
            <w:tcW w:w="1039" w:type="dxa"/>
          </w:tcPr>
          <w:p w14:paraId="1C58A709" w14:textId="77777777" w:rsidR="00AC4372" w:rsidRPr="0017282C" w:rsidRDefault="00AC4372" w:rsidP="00B7232D">
            <w:pPr>
              <w:pStyle w:val="Tabulka"/>
              <w:rPr>
                <w:rStyle w:val="Tun"/>
                <w:b/>
                <w:sz w:val="16"/>
                <w:szCs w:val="16"/>
              </w:rPr>
            </w:pPr>
            <w:r w:rsidRPr="0017282C">
              <w:rPr>
                <w:rStyle w:val="Tun"/>
                <w:b/>
                <w:sz w:val="16"/>
                <w:szCs w:val="16"/>
              </w:rPr>
              <w:t>Množství *)</w:t>
            </w:r>
          </w:p>
        </w:tc>
        <w:tc>
          <w:tcPr>
            <w:tcW w:w="1177" w:type="dxa"/>
          </w:tcPr>
          <w:p w14:paraId="100CC6E2" w14:textId="77777777" w:rsidR="00AC4372" w:rsidRPr="0017282C" w:rsidRDefault="00AC4372" w:rsidP="00B7232D">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553691EF" w14:textId="77777777" w:rsidR="00AC4372" w:rsidRPr="0017282C" w:rsidRDefault="00AC4372" w:rsidP="00B7232D">
            <w:pPr>
              <w:pStyle w:val="Tabulka"/>
              <w:rPr>
                <w:rStyle w:val="Tun"/>
                <w:b/>
                <w:sz w:val="16"/>
                <w:szCs w:val="16"/>
              </w:rPr>
            </w:pPr>
            <w:r w:rsidRPr="0017282C">
              <w:rPr>
                <w:rStyle w:val="Tun"/>
                <w:b/>
                <w:sz w:val="16"/>
                <w:szCs w:val="16"/>
              </w:rPr>
              <w:t>Cena celkem *)</w:t>
            </w:r>
          </w:p>
        </w:tc>
      </w:tr>
      <w:tr w:rsidR="00AC4372" w:rsidRPr="00841876" w14:paraId="1851CCF9" w14:textId="77777777" w:rsidTr="00B7232D">
        <w:tc>
          <w:tcPr>
            <w:tcW w:w="930" w:type="dxa"/>
          </w:tcPr>
          <w:p w14:paraId="169E534B" w14:textId="77777777" w:rsidR="00AC4372" w:rsidRPr="006530E3" w:rsidRDefault="00AC4372" w:rsidP="00B7232D">
            <w:pPr>
              <w:pStyle w:val="Tabulka"/>
            </w:pPr>
            <w:r>
              <w:t>14</w:t>
            </w:r>
          </w:p>
        </w:tc>
        <w:tc>
          <w:tcPr>
            <w:tcW w:w="3265" w:type="dxa"/>
          </w:tcPr>
          <w:p w14:paraId="52EE1B2B" w14:textId="77777777" w:rsidR="00AC4372" w:rsidRPr="006530E3" w:rsidRDefault="00AC4372" w:rsidP="00B7232D">
            <w:pPr>
              <w:pStyle w:val="Tabulka"/>
              <w:rPr>
                <w:rFonts w:eastAsia="Times New Roman" w:cs="Times New Roman"/>
              </w:rPr>
            </w:pPr>
            <w:r w:rsidRPr="006530E3">
              <w:rPr>
                <w:rFonts w:eastAsia="Verdana" w:cs="Times New Roman"/>
              </w:rPr>
              <w:t>Zajištění mapových podkladů</w:t>
            </w:r>
          </w:p>
        </w:tc>
        <w:tc>
          <w:tcPr>
            <w:tcW w:w="1039" w:type="dxa"/>
          </w:tcPr>
          <w:p w14:paraId="13951FEF" w14:textId="77777777" w:rsidR="00AC4372" w:rsidRPr="006530E3" w:rsidRDefault="00AC4372" w:rsidP="00B7232D">
            <w:pPr>
              <w:pStyle w:val="Tabulka"/>
            </w:pPr>
            <w:proofErr w:type="spellStart"/>
            <w:r w:rsidRPr="006530E3">
              <w:t>kpl</w:t>
            </w:r>
            <w:proofErr w:type="spellEnd"/>
          </w:p>
        </w:tc>
        <w:tc>
          <w:tcPr>
            <w:tcW w:w="1039" w:type="dxa"/>
          </w:tcPr>
          <w:p w14:paraId="5AF6C919" w14:textId="77777777" w:rsidR="00AC4372" w:rsidRPr="00841876" w:rsidRDefault="00AC4372" w:rsidP="00B7232D">
            <w:pPr>
              <w:pStyle w:val="Tabulka"/>
            </w:pPr>
          </w:p>
        </w:tc>
        <w:tc>
          <w:tcPr>
            <w:tcW w:w="1177" w:type="dxa"/>
          </w:tcPr>
          <w:p w14:paraId="488DA38A" w14:textId="77777777" w:rsidR="00AC4372" w:rsidRPr="00841876" w:rsidRDefault="00AC4372" w:rsidP="00B7232D">
            <w:pPr>
              <w:pStyle w:val="Tabulka"/>
            </w:pPr>
          </w:p>
        </w:tc>
        <w:tc>
          <w:tcPr>
            <w:tcW w:w="1282" w:type="dxa"/>
          </w:tcPr>
          <w:p w14:paraId="7CC7CEB4" w14:textId="77777777" w:rsidR="00AC4372" w:rsidRPr="00841876" w:rsidRDefault="00AC4372" w:rsidP="00B7232D">
            <w:pPr>
              <w:pStyle w:val="Tabulka"/>
            </w:pPr>
          </w:p>
        </w:tc>
      </w:tr>
      <w:tr w:rsidR="00AC4372" w:rsidRPr="00841876" w14:paraId="7A4F0484" w14:textId="77777777" w:rsidTr="00B7232D">
        <w:tc>
          <w:tcPr>
            <w:tcW w:w="930" w:type="dxa"/>
          </w:tcPr>
          <w:p w14:paraId="1531306C" w14:textId="77777777" w:rsidR="00AC4372" w:rsidRPr="006530E3" w:rsidRDefault="00AC4372" w:rsidP="00B7232D">
            <w:pPr>
              <w:pStyle w:val="Tabulka"/>
            </w:pPr>
            <w:r>
              <w:t>15</w:t>
            </w:r>
          </w:p>
        </w:tc>
        <w:tc>
          <w:tcPr>
            <w:tcW w:w="3265" w:type="dxa"/>
          </w:tcPr>
          <w:p w14:paraId="1B1B490C" w14:textId="77777777" w:rsidR="00AC4372" w:rsidRPr="006530E3" w:rsidRDefault="00AC4372" w:rsidP="00B7232D">
            <w:pPr>
              <w:pStyle w:val="Tabulka"/>
              <w:rPr>
                <w:rFonts w:eastAsia="Times New Roman" w:cs="Times New Roman"/>
              </w:rPr>
            </w:pPr>
            <w:r w:rsidRPr="006530E3">
              <w:rPr>
                <w:rFonts w:eastAsia="Verdana" w:cs="Times New Roman"/>
              </w:rPr>
              <w:t>Geodetické práce</w:t>
            </w:r>
          </w:p>
        </w:tc>
        <w:tc>
          <w:tcPr>
            <w:tcW w:w="1039" w:type="dxa"/>
          </w:tcPr>
          <w:p w14:paraId="00CE127A" w14:textId="77777777" w:rsidR="00AC4372" w:rsidRPr="006530E3" w:rsidRDefault="00AC4372" w:rsidP="00B7232D">
            <w:pPr>
              <w:pStyle w:val="Tabulka"/>
            </w:pPr>
            <w:proofErr w:type="spellStart"/>
            <w:r w:rsidRPr="006530E3">
              <w:t>kpl</w:t>
            </w:r>
            <w:proofErr w:type="spellEnd"/>
          </w:p>
        </w:tc>
        <w:tc>
          <w:tcPr>
            <w:tcW w:w="1039" w:type="dxa"/>
          </w:tcPr>
          <w:p w14:paraId="7CA77FE0" w14:textId="77777777" w:rsidR="00AC4372" w:rsidRPr="00841876" w:rsidRDefault="00AC4372" w:rsidP="00B7232D">
            <w:pPr>
              <w:pStyle w:val="Tabulka"/>
            </w:pPr>
          </w:p>
        </w:tc>
        <w:tc>
          <w:tcPr>
            <w:tcW w:w="1177" w:type="dxa"/>
          </w:tcPr>
          <w:p w14:paraId="40E19F00" w14:textId="77777777" w:rsidR="00AC4372" w:rsidRPr="00841876" w:rsidRDefault="00AC4372" w:rsidP="00B7232D">
            <w:pPr>
              <w:pStyle w:val="Tabulka"/>
            </w:pPr>
          </w:p>
        </w:tc>
        <w:tc>
          <w:tcPr>
            <w:tcW w:w="1282" w:type="dxa"/>
          </w:tcPr>
          <w:p w14:paraId="2A9D944D" w14:textId="77777777" w:rsidR="00AC4372" w:rsidRPr="00841876" w:rsidRDefault="00AC4372" w:rsidP="00B7232D">
            <w:pPr>
              <w:pStyle w:val="Tabulka"/>
            </w:pPr>
          </w:p>
        </w:tc>
      </w:tr>
      <w:tr w:rsidR="00AC4372" w:rsidRPr="00841876" w14:paraId="3646BD98" w14:textId="77777777" w:rsidTr="00B7232D">
        <w:tc>
          <w:tcPr>
            <w:tcW w:w="930" w:type="dxa"/>
          </w:tcPr>
          <w:p w14:paraId="446D4526" w14:textId="77777777" w:rsidR="00AC4372" w:rsidRPr="000E2E45" w:rsidRDefault="00AC4372" w:rsidP="00B7232D">
            <w:pPr>
              <w:pStyle w:val="Tabulka"/>
            </w:pPr>
            <w:r>
              <w:t>16</w:t>
            </w:r>
          </w:p>
        </w:tc>
        <w:tc>
          <w:tcPr>
            <w:tcW w:w="3265" w:type="dxa"/>
          </w:tcPr>
          <w:p w14:paraId="2F028CC3" w14:textId="77777777" w:rsidR="00AC4372" w:rsidRPr="000E2E45" w:rsidRDefault="00AC4372" w:rsidP="00B7232D">
            <w:pPr>
              <w:pStyle w:val="Tabulka"/>
              <w:rPr>
                <w:rFonts w:eastAsia="Times New Roman" w:cs="Times New Roman"/>
              </w:rPr>
            </w:pPr>
            <w:r>
              <w:rPr>
                <w:rFonts w:eastAsia="Verdana" w:cs="Times New Roman"/>
              </w:rPr>
              <w:t>NEOBSAZENO</w:t>
            </w:r>
          </w:p>
        </w:tc>
        <w:tc>
          <w:tcPr>
            <w:tcW w:w="1039" w:type="dxa"/>
          </w:tcPr>
          <w:p w14:paraId="0FDED309" w14:textId="77777777" w:rsidR="00AC4372" w:rsidRPr="000E2E45" w:rsidRDefault="00AC4372" w:rsidP="00B7232D">
            <w:pPr>
              <w:pStyle w:val="Tabulka"/>
            </w:pPr>
            <w:r>
              <w:t>-</w:t>
            </w:r>
          </w:p>
        </w:tc>
        <w:tc>
          <w:tcPr>
            <w:tcW w:w="1039" w:type="dxa"/>
          </w:tcPr>
          <w:p w14:paraId="7252AA9A" w14:textId="77777777" w:rsidR="00AC4372" w:rsidRPr="00841876" w:rsidRDefault="00AC4372" w:rsidP="00B7232D">
            <w:pPr>
              <w:pStyle w:val="Tabulka"/>
            </w:pPr>
          </w:p>
        </w:tc>
        <w:tc>
          <w:tcPr>
            <w:tcW w:w="1177" w:type="dxa"/>
          </w:tcPr>
          <w:p w14:paraId="6867C7D6" w14:textId="77777777" w:rsidR="00AC4372" w:rsidRPr="00841876" w:rsidRDefault="00AC4372" w:rsidP="00B7232D">
            <w:pPr>
              <w:pStyle w:val="Tabulka"/>
            </w:pPr>
          </w:p>
        </w:tc>
        <w:tc>
          <w:tcPr>
            <w:tcW w:w="1282" w:type="dxa"/>
          </w:tcPr>
          <w:p w14:paraId="706A3A2D" w14:textId="77777777" w:rsidR="00AC4372" w:rsidRPr="00841876" w:rsidRDefault="00AC4372" w:rsidP="00B7232D">
            <w:pPr>
              <w:pStyle w:val="Tabulka"/>
            </w:pPr>
          </w:p>
        </w:tc>
      </w:tr>
      <w:tr w:rsidR="00AC4372" w:rsidRPr="00841876" w14:paraId="4B49469B" w14:textId="77777777" w:rsidTr="00B7232D">
        <w:tc>
          <w:tcPr>
            <w:tcW w:w="930" w:type="dxa"/>
          </w:tcPr>
          <w:p w14:paraId="52E443C3" w14:textId="77777777" w:rsidR="00AC4372" w:rsidRPr="000E2E45" w:rsidRDefault="00AC4372" w:rsidP="00B7232D">
            <w:pPr>
              <w:pStyle w:val="Tabulka"/>
            </w:pPr>
            <w:r w:rsidRPr="000E2E45">
              <w:t>1</w:t>
            </w:r>
            <w:r>
              <w:t>7</w:t>
            </w:r>
          </w:p>
        </w:tc>
        <w:tc>
          <w:tcPr>
            <w:tcW w:w="3265" w:type="dxa"/>
          </w:tcPr>
          <w:p w14:paraId="1A087DFD" w14:textId="77777777" w:rsidR="00AC4372" w:rsidRPr="000E2E45" w:rsidRDefault="00AC4372" w:rsidP="00B7232D">
            <w:pPr>
              <w:pStyle w:val="Tabulka"/>
              <w:rPr>
                <w:rFonts w:eastAsia="Times New Roman" w:cs="Times New Roman"/>
              </w:rPr>
            </w:pPr>
            <w:r w:rsidRPr="000E2E45">
              <w:rPr>
                <w:rFonts w:eastAsia="Verdana" w:cs="Times New Roman"/>
              </w:rPr>
              <w:t>Geotechnický průzkum pro železniční spodek</w:t>
            </w:r>
          </w:p>
        </w:tc>
        <w:tc>
          <w:tcPr>
            <w:tcW w:w="1039" w:type="dxa"/>
          </w:tcPr>
          <w:p w14:paraId="52D606D6" w14:textId="77777777" w:rsidR="00AC4372" w:rsidRPr="000E2E45" w:rsidRDefault="00AC4372" w:rsidP="00B7232D">
            <w:pPr>
              <w:pStyle w:val="Tabulka"/>
            </w:pPr>
            <w:proofErr w:type="spellStart"/>
            <w:r w:rsidRPr="000E2E45">
              <w:t>kpl</w:t>
            </w:r>
            <w:proofErr w:type="spellEnd"/>
          </w:p>
        </w:tc>
        <w:tc>
          <w:tcPr>
            <w:tcW w:w="1039" w:type="dxa"/>
          </w:tcPr>
          <w:p w14:paraId="77D114DC" w14:textId="77777777" w:rsidR="00AC4372" w:rsidRPr="00841876" w:rsidRDefault="00AC4372" w:rsidP="00B7232D">
            <w:pPr>
              <w:pStyle w:val="Tabulka"/>
            </w:pPr>
          </w:p>
        </w:tc>
        <w:tc>
          <w:tcPr>
            <w:tcW w:w="1177" w:type="dxa"/>
          </w:tcPr>
          <w:p w14:paraId="2B1A22F3" w14:textId="77777777" w:rsidR="00AC4372" w:rsidRPr="00841876" w:rsidRDefault="00AC4372" w:rsidP="00B7232D">
            <w:pPr>
              <w:pStyle w:val="Tabulka"/>
            </w:pPr>
          </w:p>
        </w:tc>
        <w:tc>
          <w:tcPr>
            <w:tcW w:w="1282" w:type="dxa"/>
          </w:tcPr>
          <w:p w14:paraId="24BB94D4" w14:textId="77777777" w:rsidR="00AC4372" w:rsidRPr="00841876" w:rsidRDefault="00AC4372" w:rsidP="00B7232D">
            <w:pPr>
              <w:pStyle w:val="Tabulka"/>
            </w:pPr>
          </w:p>
        </w:tc>
      </w:tr>
      <w:tr w:rsidR="00AC4372" w:rsidRPr="00841876" w14:paraId="22E1365D" w14:textId="77777777" w:rsidTr="00B7232D">
        <w:tc>
          <w:tcPr>
            <w:tcW w:w="930" w:type="dxa"/>
          </w:tcPr>
          <w:p w14:paraId="55268DFC" w14:textId="77777777" w:rsidR="00AC4372" w:rsidRPr="00841876" w:rsidRDefault="00AC4372" w:rsidP="00B7232D">
            <w:pPr>
              <w:pStyle w:val="Tabulka"/>
              <w:rPr>
                <w:highlight w:val="green"/>
              </w:rPr>
            </w:pPr>
            <w:r w:rsidRPr="000E2E45">
              <w:t>1</w:t>
            </w:r>
            <w:r>
              <w:t>8</w:t>
            </w:r>
          </w:p>
        </w:tc>
        <w:tc>
          <w:tcPr>
            <w:tcW w:w="3265" w:type="dxa"/>
          </w:tcPr>
          <w:p w14:paraId="4321E90B" w14:textId="77777777" w:rsidR="00AC4372" w:rsidRPr="00ED0187" w:rsidRDefault="00AC4372" w:rsidP="00B7232D">
            <w:pPr>
              <w:pStyle w:val="Tabulka"/>
              <w:rPr>
                <w:rFonts w:eastAsia="Times New Roman" w:cs="Times New Roman"/>
                <w:highlight w:val="green"/>
              </w:rPr>
            </w:pPr>
            <w:r>
              <w:rPr>
                <w:rFonts w:eastAsia="Verdana" w:cs="Times New Roman"/>
              </w:rPr>
              <w:t>NEOBSAZENO</w:t>
            </w:r>
          </w:p>
        </w:tc>
        <w:tc>
          <w:tcPr>
            <w:tcW w:w="1039" w:type="dxa"/>
          </w:tcPr>
          <w:p w14:paraId="06F62570" w14:textId="77777777" w:rsidR="00AC4372" w:rsidRPr="00ED0187" w:rsidRDefault="00AC4372" w:rsidP="00B7232D">
            <w:pPr>
              <w:pStyle w:val="Tabulka"/>
              <w:rPr>
                <w:highlight w:val="green"/>
              </w:rPr>
            </w:pPr>
            <w:r>
              <w:t>-</w:t>
            </w:r>
          </w:p>
        </w:tc>
        <w:tc>
          <w:tcPr>
            <w:tcW w:w="1039" w:type="dxa"/>
          </w:tcPr>
          <w:p w14:paraId="2C06F662" w14:textId="77777777" w:rsidR="00AC4372" w:rsidRPr="00841876" w:rsidRDefault="00AC4372" w:rsidP="00B7232D">
            <w:pPr>
              <w:pStyle w:val="Tabulka"/>
            </w:pPr>
          </w:p>
        </w:tc>
        <w:tc>
          <w:tcPr>
            <w:tcW w:w="1177" w:type="dxa"/>
          </w:tcPr>
          <w:p w14:paraId="2226C606" w14:textId="77777777" w:rsidR="00AC4372" w:rsidRPr="00841876" w:rsidRDefault="00AC4372" w:rsidP="00B7232D">
            <w:pPr>
              <w:pStyle w:val="Tabulka"/>
            </w:pPr>
          </w:p>
        </w:tc>
        <w:tc>
          <w:tcPr>
            <w:tcW w:w="1282" w:type="dxa"/>
          </w:tcPr>
          <w:p w14:paraId="4487A567" w14:textId="77777777" w:rsidR="00AC4372" w:rsidRPr="00841876" w:rsidRDefault="00AC4372" w:rsidP="00B7232D">
            <w:pPr>
              <w:pStyle w:val="Tabulka"/>
            </w:pPr>
          </w:p>
        </w:tc>
      </w:tr>
      <w:tr w:rsidR="00AC4372" w:rsidRPr="00841876" w14:paraId="197E7C95" w14:textId="77777777" w:rsidTr="00B7232D">
        <w:tc>
          <w:tcPr>
            <w:tcW w:w="930" w:type="dxa"/>
          </w:tcPr>
          <w:p w14:paraId="34EF4E60" w14:textId="77777777" w:rsidR="00AC4372" w:rsidRPr="000E2E45" w:rsidRDefault="00AC4372" w:rsidP="00B7232D">
            <w:pPr>
              <w:pStyle w:val="Tabulka"/>
            </w:pPr>
            <w:r w:rsidRPr="000E2E45">
              <w:t>1</w:t>
            </w:r>
            <w:r>
              <w:t>9</w:t>
            </w:r>
          </w:p>
        </w:tc>
        <w:tc>
          <w:tcPr>
            <w:tcW w:w="3265" w:type="dxa"/>
          </w:tcPr>
          <w:p w14:paraId="5B9E8261" w14:textId="587960C0" w:rsidR="00AC4372" w:rsidRPr="000E2E45" w:rsidRDefault="00AC4372" w:rsidP="00B7232D">
            <w:pPr>
              <w:pStyle w:val="Tabulka"/>
            </w:pPr>
            <w:r w:rsidRPr="000E2E45">
              <w:rPr>
                <w:rFonts w:eastAsia="Times New Roman" w:cs="Times New Roman"/>
              </w:rPr>
              <w:t>Aktualizace záměru projektu dle požadavku VTP a ZTP</w:t>
            </w:r>
          </w:p>
        </w:tc>
        <w:tc>
          <w:tcPr>
            <w:tcW w:w="1039" w:type="dxa"/>
          </w:tcPr>
          <w:p w14:paraId="6AFCA458" w14:textId="77777777" w:rsidR="00AC4372" w:rsidRPr="000E2E45" w:rsidRDefault="00AC4372" w:rsidP="00B7232D">
            <w:pPr>
              <w:pStyle w:val="Tabulka"/>
            </w:pPr>
            <w:r w:rsidRPr="000E2E45">
              <w:t>hod</w:t>
            </w:r>
          </w:p>
        </w:tc>
        <w:tc>
          <w:tcPr>
            <w:tcW w:w="1039" w:type="dxa"/>
          </w:tcPr>
          <w:p w14:paraId="7939AD64" w14:textId="77777777" w:rsidR="00AC4372" w:rsidRPr="00841876" w:rsidRDefault="00AC4372" w:rsidP="00B7232D">
            <w:pPr>
              <w:pStyle w:val="Tabulka"/>
            </w:pPr>
          </w:p>
        </w:tc>
        <w:tc>
          <w:tcPr>
            <w:tcW w:w="1177" w:type="dxa"/>
          </w:tcPr>
          <w:p w14:paraId="34BDC50C" w14:textId="77777777" w:rsidR="00AC4372" w:rsidRPr="00841876" w:rsidRDefault="00AC4372" w:rsidP="00B7232D">
            <w:pPr>
              <w:pStyle w:val="Tabulka"/>
            </w:pPr>
          </w:p>
        </w:tc>
        <w:tc>
          <w:tcPr>
            <w:tcW w:w="1282" w:type="dxa"/>
          </w:tcPr>
          <w:p w14:paraId="6F3D309A" w14:textId="77777777" w:rsidR="00AC4372" w:rsidRPr="00841876" w:rsidRDefault="00AC4372" w:rsidP="00B7232D">
            <w:pPr>
              <w:pStyle w:val="Tabulka"/>
            </w:pPr>
          </w:p>
        </w:tc>
      </w:tr>
      <w:tr w:rsidR="00AC4372" w:rsidRPr="00841876" w14:paraId="7E130598" w14:textId="77777777" w:rsidTr="00B7232D">
        <w:tc>
          <w:tcPr>
            <w:tcW w:w="930" w:type="dxa"/>
          </w:tcPr>
          <w:p w14:paraId="247E24B1" w14:textId="77777777" w:rsidR="00AC4372" w:rsidRPr="000E2E45" w:rsidRDefault="00AC4372" w:rsidP="00B7232D">
            <w:pPr>
              <w:pStyle w:val="Tabulka"/>
            </w:pPr>
            <w:r>
              <w:t>20</w:t>
            </w:r>
          </w:p>
        </w:tc>
        <w:tc>
          <w:tcPr>
            <w:tcW w:w="3265" w:type="dxa"/>
          </w:tcPr>
          <w:p w14:paraId="1652557F" w14:textId="77777777" w:rsidR="00AC4372" w:rsidRPr="000E2E45" w:rsidRDefault="00AC4372" w:rsidP="00B7232D">
            <w:pPr>
              <w:pStyle w:val="Tabulka"/>
            </w:pPr>
            <w:r w:rsidRPr="000E2E45">
              <w:t>Zajištění vydání osvědčení o shodě notifikovanou osobou v přípravě</w:t>
            </w:r>
          </w:p>
        </w:tc>
        <w:tc>
          <w:tcPr>
            <w:tcW w:w="1039" w:type="dxa"/>
          </w:tcPr>
          <w:p w14:paraId="6FA6AFA4" w14:textId="77777777" w:rsidR="00AC4372" w:rsidRPr="000E2E45" w:rsidRDefault="00AC4372" w:rsidP="00B7232D">
            <w:pPr>
              <w:pStyle w:val="Tabulka"/>
            </w:pPr>
            <w:r w:rsidRPr="000E2E45">
              <w:t>hod</w:t>
            </w:r>
          </w:p>
        </w:tc>
        <w:tc>
          <w:tcPr>
            <w:tcW w:w="1039" w:type="dxa"/>
          </w:tcPr>
          <w:p w14:paraId="68AD23DB" w14:textId="77777777" w:rsidR="00AC4372" w:rsidRPr="00841876" w:rsidRDefault="00AC4372" w:rsidP="00B7232D">
            <w:pPr>
              <w:pStyle w:val="Tabulka"/>
            </w:pPr>
          </w:p>
        </w:tc>
        <w:tc>
          <w:tcPr>
            <w:tcW w:w="1177" w:type="dxa"/>
          </w:tcPr>
          <w:p w14:paraId="55457D5F" w14:textId="77777777" w:rsidR="00AC4372" w:rsidRPr="00841876" w:rsidRDefault="00AC4372" w:rsidP="00B7232D">
            <w:pPr>
              <w:pStyle w:val="Tabulka"/>
            </w:pPr>
          </w:p>
        </w:tc>
        <w:tc>
          <w:tcPr>
            <w:tcW w:w="1282" w:type="dxa"/>
          </w:tcPr>
          <w:p w14:paraId="65E7862B" w14:textId="77777777" w:rsidR="00AC4372" w:rsidRPr="00841876" w:rsidRDefault="00AC4372" w:rsidP="00B7232D">
            <w:pPr>
              <w:pStyle w:val="Tabulka"/>
            </w:pPr>
          </w:p>
        </w:tc>
      </w:tr>
      <w:tr w:rsidR="00AC4372" w:rsidRPr="00841876" w14:paraId="2D657BA1" w14:textId="77777777" w:rsidTr="00B7232D">
        <w:tc>
          <w:tcPr>
            <w:tcW w:w="930" w:type="dxa"/>
          </w:tcPr>
          <w:p w14:paraId="3ACAA097" w14:textId="77777777" w:rsidR="00AC4372" w:rsidRPr="000E2E45" w:rsidRDefault="00AC4372" w:rsidP="00B7232D">
            <w:pPr>
              <w:pStyle w:val="Tabulka"/>
            </w:pPr>
            <w:r>
              <w:t>21</w:t>
            </w:r>
          </w:p>
        </w:tc>
        <w:tc>
          <w:tcPr>
            <w:tcW w:w="3265" w:type="dxa"/>
          </w:tcPr>
          <w:p w14:paraId="0A7F8AD0" w14:textId="77777777" w:rsidR="00AC4372" w:rsidRPr="000E2E45" w:rsidRDefault="00AC4372" w:rsidP="00B7232D">
            <w:pPr>
              <w:pStyle w:val="Tabulka"/>
            </w:pPr>
            <w:r w:rsidRPr="000E2E45">
              <w:t>Koordinátor BOZP v přípravě</w:t>
            </w:r>
          </w:p>
        </w:tc>
        <w:tc>
          <w:tcPr>
            <w:tcW w:w="1039" w:type="dxa"/>
          </w:tcPr>
          <w:p w14:paraId="59FD0BC0" w14:textId="77777777" w:rsidR="00AC4372" w:rsidRPr="000E2E45" w:rsidRDefault="00AC4372" w:rsidP="00B7232D">
            <w:pPr>
              <w:pStyle w:val="Tabulka"/>
            </w:pPr>
            <w:r w:rsidRPr="000E2E45">
              <w:t>hod</w:t>
            </w:r>
          </w:p>
        </w:tc>
        <w:tc>
          <w:tcPr>
            <w:tcW w:w="1039" w:type="dxa"/>
          </w:tcPr>
          <w:p w14:paraId="5BB8BBCF" w14:textId="77777777" w:rsidR="00AC4372" w:rsidRPr="00841876" w:rsidRDefault="00AC4372" w:rsidP="00B7232D">
            <w:pPr>
              <w:pStyle w:val="Tabulka"/>
            </w:pPr>
          </w:p>
        </w:tc>
        <w:tc>
          <w:tcPr>
            <w:tcW w:w="1177" w:type="dxa"/>
          </w:tcPr>
          <w:p w14:paraId="5909E617" w14:textId="77777777" w:rsidR="00AC4372" w:rsidRPr="00841876" w:rsidRDefault="00AC4372" w:rsidP="00B7232D">
            <w:pPr>
              <w:pStyle w:val="Tabulka"/>
            </w:pPr>
          </w:p>
        </w:tc>
        <w:tc>
          <w:tcPr>
            <w:tcW w:w="1282" w:type="dxa"/>
          </w:tcPr>
          <w:p w14:paraId="6BCCDDCA" w14:textId="77777777" w:rsidR="00AC4372" w:rsidRPr="00841876" w:rsidRDefault="00AC4372" w:rsidP="00B7232D">
            <w:pPr>
              <w:pStyle w:val="Tabulka"/>
            </w:pPr>
          </w:p>
        </w:tc>
      </w:tr>
      <w:tr w:rsidR="00AC4372" w:rsidRPr="00841876" w14:paraId="02F0C4A1" w14:textId="77777777" w:rsidTr="00B7232D">
        <w:tc>
          <w:tcPr>
            <w:tcW w:w="930" w:type="dxa"/>
          </w:tcPr>
          <w:p w14:paraId="2944A309" w14:textId="77777777" w:rsidR="00AC4372" w:rsidRPr="000E2E45" w:rsidRDefault="00AC4372" w:rsidP="00B7232D">
            <w:pPr>
              <w:pStyle w:val="Tabulka"/>
            </w:pPr>
            <w:r>
              <w:t>22</w:t>
            </w:r>
          </w:p>
        </w:tc>
        <w:tc>
          <w:tcPr>
            <w:tcW w:w="3265" w:type="dxa"/>
          </w:tcPr>
          <w:p w14:paraId="492F580D" w14:textId="77777777" w:rsidR="00AC4372" w:rsidRPr="000E2E45" w:rsidRDefault="00AC4372" w:rsidP="00B7232D">
            <w:pPr>
              <w:pStyle w:val="Tabulka"/>
            </w:pPr>
            <w:r w:rsidRPr="000E2E45">
              <w:t>Zajištění technických podkladů pro vypracování zadávací dokumentace na výběr zhotovitele stavby dle požadavku VTP a ZTP</w:t>
            </w:r>
          </w:p>
        </w:tc>
        <w:tc>
          <w:tcPr>
            <w:tcW w:w="1039" w:type="dxa"/>
          </w:tcPr>
          <w:p w14:paraId="3851C503" w14:textId="77777777" w:rsidR="00AC4372" w:rsidRPr="000E2E45" w:rsidRDefault="00AC4372" w:rsidP="00B7232D">
            <w:pPr>
              <w:pStyle w:val="Tabulka"/>
            </w:pPr>
            <w:r w:rsidRPr="000E2E45">
              <w:t>hod</w:t>
            </w:r>
          </w:p>
        </w:tc>
        <w:tc>
          <w:tcPr>
            <w:tcW w:w="1039" w:type="dxa"/>
          </w:tcPr>
          <w:p w14:paraId="33FFD936" w14:textId="77777777" w:rsidR="00AC4372" w:rsidRPr="00841876" w:rsidRDefault="00AC4372" w:rsidP="00B7232D">
            <w:pPr>
              <w:pStyle w:val="Tabulka"/>
            </w:pPr>
          </w:p>
        </w:tc>
        <w:tc>
          <w:tcPr>
            <w:tcW w:w="1177" w:type="dxa"/>
          </w:tcPr>
          <w:p w14:paraId="793CAD47" w14:textId="77777777" w:rsidR="00AC4372" w:rsidRPr="00841876" w:rsidRDefault="00AC4372" w:rsidP="00B7232D">
            <w:pPr>
              <w:pStyle w:val="Tabulka"/>
            </w:pPr>
          </w:p>
        </w:tc>
        <w:tc>
          <w:tcPr>
            <w:tcW w:w="1282" w:type="dxa"/>
          </w:tcPr>
          <w:p w14:paraId="27D073A2" w14:textId="77777777" w:rsidR="00AC4372" w:rsidRPr="00841876" w:rsidRDefault="00AC4372" w:rsidP="00B7232D">
            <w:pPr>
              <w:pStyle w:val="Tabulka"/>
            </w:pPr>
          </w:p>
        </w:tc>
      </w:tr>
      <w:tr w:rsidR="00AC4372" w:rsidRPr="00841876" w14:paraId="5AECF431" w14:textId="77777777" w:rsidTr="00B7232D">
        <w:tc>
          <w:tcPr>
            <w:tcW w:w="930" w:type="dxa"/>
          </w:tcPr>
          <w:p w14:paraId="69B3FF7F" w14:textId="77777777" w:rsidR="00AC4372" w:rsidRPr="00841876" w:rsidRDefault="00AC4372" w:rsidP="00B7232D">
            <w:pPr>
              <w:pStyle w:val="Tabulka"/>
              <w:rPr>
                <w:highlight w:val="green"/>
              </w:rPr>
            </w:pPr>
            <w:r>
              <w:t>23</w:t>
            </w:r>
          </w:p>
        </w:tc>
        <w:tc>
          <w:tcPr>
            <w:tcW w:w="3265" w:type="dxa"/>
          </w:tcPr>
          <w:p w14:paraId="395D8F05" w14:textId="77777777" w:rsidR="00AC4372" w:rsidRPr="00841876" w:rsidRDefault="00AC4372" w:rsidP="00B7232D">
            <w:pPr>
              <w:pStyle w:val="Tabulka"/>
              <w:rPr>
                <w:highlight w:val="green"/>
              </w:rPr>
            </w:pPr>
            <w:r>
              <w:rPr>
                <w:rFonts w:eastAsia="Verdana" w:cs="Times New Roman"/>
              </w:rPr>
              <w:t>NEOBSAZENO</w:t>
            </w:r>
          </w:p>
        </w:tc>
        <w:tc>
          <w:tcPr>
            <w:tcW w:w="1039" w:type="dxa"/>
          </w:tcPr>
          <w:p w14:paraId="5544822A" w14:textId="77777777" w:rsidR="00AC4372" w:rsidRPr="00841876" w:rsidRDefault="00AC4372" w:rsidP="00B7232D">
            <w:pPr>
              <w:pStyle w:val="Tabulka"/>
              <w:rPr>
                <w:highlight w:val="green"/>
              </w:rPr>
            </w:pPr>
            <w:r>
              <w:t>-</w:t>
            </w:r>
          </w:p>
        </w:tc>
        <w:tc>
          <w:tcPr>
            <w:tcW w:w="1039" w:type="dxa"/>
          </w:tcPr>
          <w:p w14:paraId="40426CCF" w14:textId="77777777" w:rsidR="00AC4372" w:rsidRPr="00841876" w:rsidRDefault="00AC4372" w:rsidP="00B7232D">
            <w:pPr>
              <w:pStyle w:val="Tabulka"/>
            </w:pPr>
          </w:p>
        </w:tc>
        <w:tc>
          <w:tcPr>
            <w:tcW w:w="1177" w:type="dxa"/>
          </w:tcPr>
          <w:p w14:paraId="4F551C16" w14:textId="77777777" w:rsidR="00AC4372" w:rsidRPr="00841876" w:rsidRDefault="00AC4372" w:rsidP="00B7232D">
            <w:pPr>
              <w:pStyle w:val="Tabulka"/>
            </w:pPr>
          </w:p>
        </w:tc>
        <w:tc>
          <w:tcPr>
            <w:tcW w:w="1282" w:type="dxa"/>
          </w:tcPr>
          <w:p w14:paraId="0F235E7F" w14:textId="77777777" w:rsidR="00AC4372" w:rsidRPr="00841876" w:rsidRDefault="00AC4372" w:rsidP="00B7232D">
            <w:pPr>
              <w:pStyle w:val="Tabulka"/>
            </w:pPr>
          </w:p>
        </w:tc>
      </w:tr>
      <w:tr w:rsidR="00AC4372" w:rsidRPr="00841876" w14:paraId="13ADA738" w14:textId="77777777" w:rsidTr="00B7232D">
        <w:tc>
          <w:tcPr>
            <w:tcW w:w="930" w:type="dxa"/>
          </w:tcPr>
          <w:p w14:paraId="4F60F5A2" w14:textId="77777777" w:rsidR="00AC4372" w:rsidRPr="000E2E45" w:rsidRDefault="00AC4372" w:rsidP="00B7232D">
            <w:pPr>
              <w:pStyle w:val="Tabulka"/>
            </w:pPr>
            <w:r>
              <w:t>24</w:t>
            </w:r>
          </w:p>
        </w:tc>
        <w:tc>
          <w:tcPr>
            <w:tcW w:w="3265" w:type="dxa"/>
          </w:tcPr>
          <w:p w14:paraId="55BC2F07" w14:textId="77777777" w:rsidR="00AC4372" w:rsidRPr="000E2E45" w:rsidRDefault="00AC4372" w:rsidP="00B7232D">
            <w:pPr>
              <w:pStyle w:val="Tabulka"/>
              <w:rPr>
                <w:rFonts w:eastAsia="Verdana" w:cs="Times New Roman"/>
              </w:rPr>
            </w:pPr>
            <w:r w:rsidRPr="000E2E45">
              <w:rPr>
                <w:rFonts w:eastAsia="Times New Roman" w:cs="Times New Roman"/>
              </w:rPr>
              <w:t>Propagace</w:t>
            </w:r>
          </w:p>
        </w:tc>
        <w:tc>
          <w:tcPr>
            <w:tcW w:w="1039" w:type="dxa"/>
          </w:tcPr>
          <w:p w14:paraId="2F64FDF4" w14:textId="77777777" w:rsidR="00AC4372" w:rsidRPr="000E2E45" w:rsidRDefault="00AC4372" w:rsidP="00B7232D">
            <w:pPr>
              <w:pStyle w:val="Tabulka"/>
              <w:rPr>
                <w:rFonts w:eastAsia="Verdana" w:cs="Times New Roman"/>
              </w:rPr>
            </w:pPr>
            <w:r w:rsidRPr="000E2E45">
              <w:rPr>
                <w:rFonts w:eastAsia="Verdana" w:cs="Times New Roman"/>
              </w:rPr>
              <w:t>hod</w:t>
            </w:r>
          </w:p>
        </w:tc>
        <w:tc>
          <w:tcPr>
            <w:tcW w:w="1039" w:type="dxa"/>
          </w:tcPr>
          <w:p w14:paraId="506F4E62" w14:textId="77777777" w:rsidR="00AC4372" w:rsidRPr="00841876" w:rsidRDefault="00AC4372" w:rsidP="00B7232D">
            <w:pPr>
              <w:pStyle w:val="Tabulka"/>
            </w:pPr>
          </w:p>
        </w:tc>
        <w:tc>
          <w:tcPr>
            <w:tcW w:w="1177" w:type="dxa"/>
          </w:tcPr>
          <w:p w14:paraId="591EF026" w14:textId="77777777" w:rsidR="00AC4372" w:rsidRPr="00841876" w:rsidRDefault="00AC4372" w:rsidP="00B7232D">
            <w:pPr>
              <w:pStyle w:val="Tabulka"/>
            </w:pPr>
          </w:p>
        </w:tc>
        <w:tc>
          <w:tcPr>
            <w:tcW w:w="1282" w:type="dxa"/>
          </w:tcPr>
          <w:p w14:paraId="12EFC6E3" w14:textId="77777777" w:rsidR="00AC4372" w:rsidRPr="00841876" w:rsidRDefault="00AC4372" w:rsidP="00B7232D">
            <w:pPr>
              <w:pStyle w:val="Tabulka"/>
            </w:pPr>
          </w:p>
        </w:tc>
      </w:tr>
      <w:tr w:rsidR="00AC4372" w:rsidRPr="00841876" w14:paraId="1AEEA4DF" w14:textId="77777777" w:rsidTr="00B7232D">
        <w:tc>
          <w:tcPr>
            <w:tcW w:w="930" w:type="dxa"/>
          </w:tcPr>
          <w:p w14:paraId="07F4BE07" w14:textId="77777777" w:rsidR="00AC4372" w:rsidRPr="00841876" w:rsidRDefault="00AC4372" w:rsidP="00B7232D">
            <w:pPr>
              <w:pStyle w:val="Tabulka"/>
              <w:rPr>
                <w:highlight w:val="green"/>
              </w:rPr>
            </w:pPr>
            <w:bookmarkStart w:id="13" w:name="_Hlk157081653"/>
            <w:r>
              <w:t>25</w:t>
            </w:r>
          </w:p>
        </w:tc>
        <w:tc>
          <w:tcPr>
            <w:tcW w:w="3265" w:type="dxa"/>
          </w:tcPr>
          <w:p w14:paraId="532ACC3D" w14:textId="77777777" w:rsidR="00AC4372" w:rsidRPr="000E2E45" w:rsidRDefault="00AC4372" w:rsidP="00B7232D">
            <w:pPr>
              <w:pStyle w:val="Tabulka"/>
              <w:rPr>
                <w:rFonts w:eastAsia="Times New Roman" w:cs="Times New Roman"/>
              </w:rPr>
            </w:pPr>
            <w:r>
              <w:rPr>
                <w:rFonts w:eastAsia="Verdana" w:cs="Times New Roman"/>
              </w:rPr>
              <w:t>NEOBSAZENO</w:t>
            </w:r>
          </w:p>
        </w:tc>
        <w:tc>
          <w:tcPr>
            <w:tcW w:w="1039" w:type="dxa"/>
          </w:tcPr>
          <w:p w14:paraId="2BEA14C1" w14:textId="77777777" w:rsidR="00AC4372" w:rsidRPr="000E2E45" w:rsidRDefault="00AC4372" w:rsidP="00B7232D">
            <w:pPr>
              <w:pStyle w:val="Tabulka"/>
              <w:rPr>
                <w:rFonts w:eastAsia="Verdana" w:cs="Times New Roman"/>
              </w:rPr>
            </w:pPr>
            <w:r>
              <w:t>-</w:t>
            </w:r>
          </w:p>
        </w:tc>
        <w:tc>
          <w:tcPr>
            <w:tcW w:w="1039" w:type="dxa"/>
          </w:tcPr>
          <w:p w14:paraId="4E2B0CB9" w14:textId="77777777" w:rsidR="00AC4372" w:rsidRPr="00841876" w:rsidRDefault="00AC4372" w:rsidP="00B7232D">
            <w:pPr>
              <w:pStyle w:val="Tabulka"/>
            </w:pPr>
          </w:p>
        </w:tc>
        <w:tc>
          <w:tcPr>
            <w:tcW w:w="1177" w:type="dxa"/>
          </w:tcPr>
          <w:p w14:paraId="64940287" w14:textId="77777777" w:rsidR="00AC4372" w:rsidRPr="00841876" w:rsidRDefault="00AC4372" w:rsidP="00B7232D">
            <w:pPr>
              <w:pStyle w:val="Tabulka"/>
            </w:pPr>
          </w:p>
        </w:tc>
        <w:tc>
          <w:tcPr>
            <w:tcW w:w="1282" w:type="dxa"/>
          </w:tcPr>
          <w:p w14:paraId="1D31CF69" w14:textId="77777777" w:rsidR="00AC4372" w:rsidRPr="00841876" w:rsidRDefault="00AC4372" w:rsidP="00B7232D">
            <w:pPr>
              <w:pStyle w:val="Tabulka"/>
            </w:pPr>
          </w:p>
        </w:tc>
      </w:tr>
      <w:tr w:rsidR="00AC4372" w:rsidRPr="00841876" w14:paraId="4608D937" w14:textId="77777777" w:rsidTr="00B7232D">
        <w:tc>
          <w:tcPr>
            <w:tcW w:w="930" w:type="dxa"/>
          </w:tcPr>
          <w:p w14:paraId="5037BB8E" w14:textId="77777777" w:rsidR="00AC4372" w:rsidRPr="000E2E45" w:rsidRDefault="00AC4372" w:rsidP="00B7232D">
            <w:pPr>
              <w:pStyle w:val="Tabulka"/>
            </w:pPr>
            <w:bookmarkStart w:id="14" w:name="_Hlk157081683"/>
            <w:bookmarkEnd w:id="13"/>
            <w:r>
              <w:t>26</w:t>
            </w:r>
          </w:p>
        </w:tc>
        <w:tc>
          <w:tcPr>
            <w:tcW w:w="3265" w:type="dxa"/>
          </w:tcPr>
          <w:p w14:paraId="05230770" w14:textId="77777777" w:rsidR="00AC4372" w:rsidRPr="000E2E45" w:rsidRDefault="00AC4372" w:rsidP="00B7232D">
            <w:pPr>
              <w:pStyle w:val="Tabulka"/>
              <w:rPr>
                <w:rFonts w:eastAsia="Times New Roman" w:cs="Times New Roman"/>
              </w:rPr>
            </w:pPr>
            <w:r w:rsidRPr="000E2E45">
              <w:rPr>
                <w:rFonts w:eastAsia="Times New Roman" w:cs="Times New Roman"/>
              </w:rPr>
              <w:t>Inženýrská činnosti zajišťující komplexní veřejnoprávní projednání a zajištění všech potřebných podkladů a certifikátů</w:t>
            </w:r>
          </w:p>
        </w:tc>
        <w:tc>
          <w:tcPr>
            <w:tcW w:w="1039" w:type="dxa"/>
          </w:tcPr>
          <w:p w14:paraId="2BE106CA" w14:textId="77777777" w:rsidR="00AC4372" w:rsidRPr="000E2E45" w:rsidRDefault="00AC4372" w:rsidP="00B7232D">
            <w:pPr>
              <w:pStyle w:val="Tabulka"/>
              <w:rPr>
                <w:rFonts w:eastAsia="Verdana" w:cs="Times New Roman"/>
              </w:rPr>
            </w:pPr>
            <w:r w:rsidRPr="000E2E45">
              <w:rPr>
                <w:rFonts w:eastAsia="Verdana" w:cs="Times New Roman"/>
              </w:rPr>
              <w:t>hod</w:t>
            </w:r>
          </w:p>
        </w:tc>
        <w:tc>
          <w:tcPr>
            <w:tcW w:w="1039" w:type="dxa"/>
          </w:tcPr>
          <w:p w14:paraId="72CE4893" w14:textId="77777777" w:rsidR="00AC4372" w:rsidRPr="00841876" w:rsidRDefault="00AC4372" w:rsidP="00B7232D">
            <w:pPr>
              <w:pStyle w:val="Tabulka"/>
            </w:pPr>
          </w:p>
        </w:tc>
        <w:tc>
          <w:tcPr>
            <w:tcW w:w="1177" w:type="dxa"/>
          </w:tcPr>
          <w:p w14:paraId="6EC31D65" w14:textId="77777777" w:rsidR="00AC4372" w:rsidRPr="00841876" w:rsidRDefault="00AC4372" w:rsidP="00B7232D">
            <w:pPr>
              <w:pStyle w:val="Tabulka"/>
            </w:pPr>
          </w:p>
        </w:tc>
        <w:tc>
          <w:tcPr>
            <w:tcW w:w="1282" w:type="dxa"/>
          </w:tcPr>
          <w:p w14:paraId="4E4B9E68" w14:textId="77777777" w:rsidR="00AC4372" w:rsidRPr="00841876" w:rsidRDefault="00AC4372" w:rsidP="00B7232D">
            <w:pPr>
              <w:pStyle w:val="Tabulka"/>
            </w:pPr>
          </w:p>
        </w:tc>
      </w:tr>
      <w:tr w:rsidR="00B97147" w:rsidRPr="00841876" w14:paraId="191178C3" w14:textId="77777777" w:rsidTr="00B7232D">
        <w:tc>
          <w:tcPr>
            <w:tcW w:w="930" w:type="dxa"/>
          </w:tcPr>
          <w:p w14:paraId="2949DA40" w14:textId="42A70EEC" w:rsidR="00B97147" w:rsidRDefault="00B97147" w:rsidP="00B7232D">
            <w:pPr>
              <w:pStyle w:val="Tabulka"/>
            </w:pPr>
            <w:r>
              <w:t>27</w:t>
            </w:r>
          </w:p>
        </w:tc>
        <w:tc>
          <w:tcPr>
            <w:tcW w:w="3265" w:type="dxa"/>
          </w:tcPr>
          <w:p w14:paraId="4D4A8025" w14:textId="77777777" w:rsidR="00B97147" w:rsidRPr="006F40C7" w:rsidRDefault="00B97147" w:rsidP="00B97147">
            <w:pPr>
              <w:pStyle w:val="Tabulka"/>
              <w:rPr>
                <w:i/>
                <w:iCs/>
              </w:rPr>
            </w:pPr>
            <w:r>
              <w:rPr>
                <w:i/>
                <w:iCs/>
              </w:rPr>
              <w:t>Vyhrazená změna závazku:</w:t>
            </w:r>
          </w:p>
          <w:p w14:paraId="11469382" w14:textId="3A153AF9" w:rsidR="00B97147" w:rsidRPr="000E2E45" w:rsidRDefault="00B97147" w:rsidP="00B7232D">
            <w:pPr>
              <w:pStyle w:val="Tabulka"/>
              <w:rPr>
                <w:rFonts w:eastAsia="Times New Roman" w:cs="Times New Roman"/>
              </w:rPr>
            </w:pPr>
            <w:r w:rsidRPr="000E2E45">
              <w:rPr>
                <w:rFonts w:eastAsia="Times New Roman" w:cs="Times New Roman"/>
              </w:rPr>
              <w:t>Oznámení dle přílohy č. 3 zákona č. 100/2001 Sb.</w:t>
            </w:r>
          </w:p>
        </w:tc>
        <w:tc>
          <w:tcPr>
            <w:tcW w:w="1039" w:type="dxa"/>
          </w:tcPr>
          <w:p w14:paraId="5B9595ED" w14:textId="77777777" w:rsidR="00B97147" w:rsidRPr="000E2E45" w:rsidRDefault="00B97147" w:rsidP="00B7232D">
            <w:pPr>
              <w:pStyle w:val="Tabulka"/>
              <w:rPr>
                <w:rFonts w:eastAsia="Verdana" w:cs="Times New Roman"/>
              </w:rPr>
            </w:pPr>
          </w:p>
        </w:tc>
        <w:tc>
          <w:tcPr>
            <w:tcW w:w="1039" w:type="dxa"/>
          </w:tcPr>
          <w:p w14:paraId="14A58BAD" w14:textId="77777777" w:rsidR="00B97147" w:rsidRPr="00841876" w:rsidRDefault="00B97147" w:rsidP="00B7232D">
            <w:pPr>
              <w:pStyle w:val="Tabulka"/>
            </w:pPr>
          </w:p>
        </w:tc>
        <w:tc>
          <w:tcPr>
            <w:tcW w:w="1177" w:type="dxa"/>
          </w:tcPr>
          <w:p w14:paraId="2DEC38E0" w14:textId="77777777" w:rsidR="00B97147" w:rsidRPr="00841876" w:rsidRDefault="00B97147" w:rsidP="00B7232D">
            <w:pPr>
              <w:pStyle w:val="Tabulka"/>
            </w:pPr>
          </w:p>
        </w:tc>
        <w:tc>
          <w:tcPr>
            <w:tcW w:w="1282" w:type="dxa"/>
          </w:tcPr>
          <w:p w14:paraId="5A4EB8B9" w14:textId="77777777" w:rsidR="00B97147" w:rsidRPr="00841876" w:rsidRDefault="00B97147" w:rsidP="00B7232D">
            <w:pPr>
              <w:pStyle w:val="Tabulka"/>
            </w:pPr>
          </w:p>
        </w:tc>
      </w:tr>
      <w:bookmarkEnd w:id="14"/>
      <w:tr w:rsidR="00AC4372" w:rsidRPr="00841876" w14:paraId="12FA2CAB" w14:textId="77777777" w:rsidTr="00B7232D">
        <w:tc>
          <w:tcPr>
            <w:tcW w:w="7450" w:type="dxa"/>
            <w:gridSpan w:val="5"/>
          </w:tcPr>
          <w:p w14:paraId="790D8A0A" w14:textId="77777777" w:rsidR="00AC4372" w:rsidRPr="00841876" w:rsidRDefault="00AC4372" w:rsidP="00B7232D">
            <w:pPr>
              <w:pStyle w:val="Tabulka"/>
              <w:rPr>
                <w:b/>
              </w:rPr>
            </w:pPr>
            <w:r w:rsidRPr="00841876">
              <w:rPr>
                <w:b/>
              </w:rPr>
              <w:t xml:space="preserve">Celkem za </w:t>
            </w:r>
            <w:r w:rsidRPr="00ED0187">
              <w:rPr>
                <w:b/>
              </w:rPr>
              <w:t>dodatečné s</w:t>
            </w:r>
            <w:r w:rsidRPr="00841876">
              <w:rPr>
                <w:b/>
              </w:rPr>
              <w:t>lužby:</w:t>
            </w:r>
          </w:p>
        </w:tc>
        <w:tc>
          <w:tcPr>
            <w:tcW w:w="1282" w:type="dxa"/>
          </w:tcPr>
          <w:p w14:paraId="1775884A" w14:textId="77777777" w:rsidR="00AC4372" w:rsidRPr="00841876" w:rsidRDefault="00AC4372" w:rsidP="00B7232D">
            <w:pPr>
              <w:pStyle w:val="Tabulka"/>
              <w:rPr>
                <w:b/>
              </w:rPr>
            </w:pPr>
          </w:p>
        </w:tc>
      </w:tr>
    </w:tbl>
    <w:p w14:paraId="22904EED" w14:textId="77777777" w:rsidR="00AC4372" w:rsidRDefault="00AC4372" w:rsidP="00AC4372">
      <w:pPr>
        <w:pStyle w:val="Textbezodsazen"/>
      </w:pPr>
    </w:p>
    <w:p w14:paraId="1530936C" w14:textId="77777777" w:rsidR="00AC4372" w:rsidRDefault="00AC4372" w:rsidP="00AC4372">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039447FE" w14:textId="77777777" w:rsidR="00AC4372" w:rsidRDefault="00AC4372" w:rsidP="00AC4372">
      <w:pPr>
        <w:pStyle w:val="Textbezodsazen"/>
      </w:pPr>
      <w:r>
        <w:t>Všechny ceny jsou uvedené v Kč bez DPH.</w:t>
      </w:r>
    </w:p>
    <w:p w14:paraId="6A9A7FC3" w14:textId="77777777" w:rsidR="00AC4372" w:rsidRDefault="00AC4372" w:rsidP="00AC4372">
      <w:pPr>
        <w:pStyle w:val="Nadpisbezsl1-2"/>
        <w:outlineLvl w:val="2"/>
      </w:pPr>
      <w:r>
        <w:t>3.</w:t>
      </w:r>
      <w:r>
        <w:tab/>
        <w:t xml:space="preserve">Cena za výkon Dozoru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AC4372" w:rsidRPr="0017282C" w14:paraId="466C0A89" w14:textId="77777777" w:rsidTr="00B7232D">
        <w:trPr>
          <w:cnfStyle w:val="100000000000" w:firstRow="1" w:lastRow="0" w:firstColumn="0" w:lastColumn="0" w:oddVBand="0" w:evenVBand="0" w:oddHBand="0" w:evenHBand="0" w:firstRowFirstColumn="0" w:firstRowLastColumn="0" w:lastRowFirstColumn="0" w:lastRowLastColumn="0"/>
        </w:trPr>
        <w:tc>
          <w:tcPr>
            <w:tcW w:w="993" w:type="dxa"/>
          </w:tcPr>
          <w:p w14:paraId="44244749" w14:textId="77777777" w:rsidR="00AC4372" w:rsidRPr="0017282C" w:rsidRDefault="00AC4372" w:rsidP="00B7232D">
            <w:pPr>
              <w:pStyle w:val="Textbezodsazen"/>
              <w:jc w:val="center"/>
              <w:rPr>
                <w:rStyle w:val="Tun"/>
                <w:b/>
                <w:sz w:val="16"/>
                <w:szCs w:val="16"/>
              </w:rPr>
            </w:pPr>
            <w:r w:rsidRPr="0017282C">
              <w:rPr>
                <w:rStyle w:val="Tun"/>
                <w:b/>
                <w:sz w:val="16"/>
                <w:szCs w:val="16"/>
              </w:rPr>
              <w:t>Položka</w:t>
            </w:r>
          </w:p>
        </w:tc>
        <w:tc>
          <w:tcPr>
            <w:tcW w:w="3260" w:type="dxa"/>
          </w:tcPr>
          <w:p w14:paraId="3ECFA77E" w14:textId="77777777" w:rsidR="00AC4372" w:rsidRPr="0017282C" w:rsidRDefault="00AC4372" w:rsidP="00B7232D">
            <w:pPr>
              <w:pStyle w:val="Textbezodsazen"/>
              <w:jc w:val="left"/>
              <w:rPr>
                <w:rStyle w:val="Tun"/>
                <w:b/>
                <w:sz w:val="16"/>
                <w:szCs w:val="16"/>
              </w:rPr>
            </w:pPr>
            <w:r w:rsidRPr="0017282C">
              <w:rPr>
                <w:rStyle w:val="Tun"/>
                <w:b/>
                <w:sz w:val="16"/>
                <w:szCs w:val="16"/>
              </w:rPr>
              <w:t>Popis</w:t>
            </w:r>
          </w:p>
        </w:tc>
        <w:tc>
          <w:tcPr>
            <w:tcW w:w="1134" w:type="dxa"/>
          </w:tcPr>
          <w:p w14:paraId="3F595CCC" w14:textId="77777777" w:rsidR="00AC4372" w:rsidRPr="0017282C" w:rsidRDefault="00AC4372" w:rsidP="00B7232D">
            <w:pPr>
              <w:pStyle w:val="Textbezodsazen"/>
              <w:jc w:val="center"/>
              <w:rPr>
                <w:rStyle w:val="Tun"/>
                <w:b/>
                <w:sz w:val="16"/>
                <w:szCs w:val="16"/>
              </w:rPr>
            </w:pPr>
            <w:r w:rsidRPr="0017282C">
              <w:rPr>
                <w:rStyle w:val="Tun"/>
                <w:b/>
                <w:sz w:val="16"/>
                <w:szCs w:val="16"/>
              </w:rPr>
              <w:t>Měrná jednotka</w:t>
            </w:r>
          </w:p>
        </w:tc>
        <w:tc>
          <w:tcPr>
            <w:tcW w:w="992" w:type="dxa"/>
          </w:tcPr>
          <w:p w14:paraId="6249D7A6" w14:textId="77777777" w:rsidR="00AC4372" w:rsidRPr="0017282C" w:rsidRDefault="00AC4372" w:rsidP="00B7232D">
            <w:pPr>
              <w:pStyle w:val="Textbezodsazen"/>
              <w:jc w:val="center"/>
              <w:rPr>
                <w:rStyle w:val="Tun"/>
                <w:b/>
                <w:sz w:val="16"/>
                <w:szCs w:val="16"/>
              </w:rPr>
            </w:pPr>
            <w:r w:rsidRPr="0017282C">
              <w:rPr>
                <w:rStyle w:val="Tun"/>
                <w:b/>
                <w:sz w:val="16"/>
                <w:szCs w:val="16"/>
              </w:rPr>
              <w:t>Množství *)</w:t>
            </w:r>
          </w:p>
        </w:tc>
        <w:tc>
          <w:tcPr>
            <w:tcW w:w="1276" w:type="dxa"/>
          </w:tcPr>
          <w:p w14:paraId="45E2D777" w14:textId="77777777" w:rsidR="00AC4372" w:rsidRPr="0017282C" w:rsidRDefault="00AC4372" w:rsidP="00B7232D">
            <w:pPr>
              <w:pStyle w:val="Textbezodsazen"/>
              <w:jc w:val="center"/>
              <w:rPr>
                <w:rStyle w:val="Tun"/>
                <w:b/>
                <w:sz w:val="16"/>
                <w:szCs w:val="16"/>
              </w:rPr>
            </w:pPr>
            <w:r w:rsidRPr="0017282C">
              <w:rPr>
                <w:rStyle w:val="Tun"/>
                <w:b/>
                <w:sz w:val="16"/>
                <w:szCs w:val="16"/>
              </w:rPr>
              <w:t>Jednotková cena *)</w:t>
            </w:r>
          </w:p>
        </w:tc>
        <w:tc>
          <w:tcPr>
            <w:tcW w:w="1077" w:type="dxa"/>
          </w:tcPr>
          <w:p w14:paraId="2A70DA1B" w14:textId="77777777" w:rsidR="00AC4372" w:rsidRPr="0017282C" w:rsidRDefault="00AC4372" w:rsidP="00B7232D">
            <w:pPr>
              <w:pStyle w:val="Textbezodsazen"/>
              <w:jc w:val="center"/>
              <w:rPr>
                <w:rStyle w:val="Tun"/>
                <w:b/>
                <w:sz w:val="16"/>
                <w:szCs w:val="16"/>
              </w:rPr>
            </w:pPr>
            <w:r w:rsidRPr="0017282C">
              <w:rPr>
                <w:rStyle w:val="Tun"/>
                <w:b/>
                <w:sz w:val="16"/>
                <w:szCs w:val="16"/>
              </w:rPr>
              <w:t>Cena celkem *)</w:t>
            </w:r>
          </w:p>
        </w:tc>
      </w:tr>
      <w:tr w:rsidR="00AC4372" w:rsidRPr="00517090" w14:paraId="18AF72AF" w14:textId="77777777" w:rsidTr="00B7232D">
        <w:tc>
          <w:tcPr>
            <w:tcW w:w="993" w:type="dxa"/>
          </w:tcPr>
          <w:p w14:paraId="39DD039C" w14:textId="2EE3105A" w:rsidR="00AC4372" w:rsidRPr="00D24918" w:rsidRDefault="00AC4372" w:rsidP="00B7232D">
            <w:pPr>
              <w:pStyle w:val="Textbezodsazen"/>
              <w:jc w:val="center"/>
            </w:pPr>
            <w:r w:rsidRPr="00D24918">
              <w:t>2</w:t>
            </w:r>
            <w:r w:rsidR="00B97147">
              <w:t>8</w:t>
            </w:r>
          </w:p>
        </w:tc>
        <w:tc>
          <w:tcPr>
            <w:tcW w:w="3260" w:type="dxa"/>
          </w:tcPr>
          <w:p w14:paraId="6EE04957" w14:textId="77777777" w:rsidR="00AC4372" w:rsidRPr="00D24918" w:rsidRDefault="00AC4372" w:rsidP="00B7232D">
            <w:pPr>
              <w:pStyle w:val="Tabulka"/>
            </w:pPr>
            <w:r w:rsidRPr="00D24918">
              <w:t>rozsah činnosti při výkonu Dozoru projektanta při zhotovení PDPS dle VTP či ZTP</w:t>
            </w:r>
          </w:p>
        </w:tc>
        <w:tc>
          <w:tcPr>
            <w:tcW w:w="1134" w:type="dxa"/>
          </w:tcPr>
          <w:p w14:paraId="2D6A8E5C" w14:textId="77777777" w:rsidR="00AC4372" w:rsidRPr="00517090" w:rsidRDefault="00AC4372" w:rsidP="00B7232D">
            <w:pPr>
              <w:pStyle w:val="Textbezodsazen"/>
              <w:jc w:val="center"/>
            </w:pPr>
            <w:r>
              <w:t>hod</w:t>
            </w:r>
          </w:p>
        </w:tc>
        <w:tc>
          <w:tcPr>
            <w:tcW w:w="992" w:type="dxa"/>
          </w:tcPr>
          <w:p w14:paraId="6BE42DB8" w14:textId="77777777" w:rsidR="00AC4372" w:rsidRPr="00517090" w:rsidRDefault="00AC4372" w:rsidP="00B7232D">
            <w:pPr>
              <w:pStyle w:val="Textbezodsazen"/>
              <w:jc w:val="center"/>
            </w:pPr>
          </w:p>
        </w:tc>
        <w:tc>
          <w:tcPr>
            <w:tcW w:w="1276" w:type="dxa"/>
          </w:tcPr>
          <w:p w14:paraId="2BBAE4EE" w14:textId="77777777" w:rsidR="00AC4372" w:rsidRPr="00517090" w:rsidRDefault="00AC4372" w:rsidP="00B7232D">
            <w:pPr>
              <w:pStyle w:val="Textbezodsazen"/>
              <w:jc w:val="center"/>
            </w:pPr>
          </w:p>
        </w:tc>
        <w:tc>
          <w:tcPr>
            <w:tcW w:w="1077" w:type="dxa"/>
          </w:tcPr>
          <w:p w14:paraId="3BED4651" w14:textId="77777777" w:rsidR="00AC4372" w:rsidRPr="00517090" w:rsidRDefault="00AC4372" w:rsidP="00B7232D">
            <w:pPr>
              <w:pStyle w:val="Textbezodsazen"/>
              <w:jc w:val="center"/>
            </w:pPr>
          </w:p>
        </w:tc>
      </w:tr>
      <w:tr w:rsidR="00AC4372" w:rsidRPr="00517090" w14:paraId="0F7DD560" w14:textId="77777777" w:rsidTr="00B7232D">
        <w:tc>
          <w:tcPr>
            <w:tcW w:w="993" w:type="dxa"/>
          </w:tcPr>
          <w:p w14:paraId="1DCF7493" w14:textId="55E7FAE3" w:rsidR="00AC4372" w:rsidRPr="00D24918" w:rsidRDefault="00AC4372" w:rsidP="00B7232D">
            <w:pPr>
              <w:pStyle w:val="Textbezodsazen"/>
              <w:jc w:val="center"/>
            </w:pPr>
            <w:r w:rsidRPr="00D24918">
              <w:t>2</w:t>
            </w:r>
            <w:r w:rsidR="00B97147">
              <w:t>9</w:t>
            </w:r>
          </w:p>
        </w:tc>
        <w:tc>
          <w:tcPr>
            <w:tcW w:w="3260" w:type="dxa"/>
          </w:tcPr>
          <w:p w14:paraId="3AB7EC71" w14:textId="77777777" w:rsidR="00AC4372" w:rsidRPr="00D24918" w:rsidRDefault="00AC4372" w:rsidP="00B7232D">
            <w:pPr>
              <w:pStyle w:val="Tabulka"/>
            </w:pPr>
            <w:r w:rsidRPr="00D24918">
              <w:t>rozsah činnosti při výkonu Dozoru projektanta v rámci realizace Stavby dle čl. 4 Obchodních podmínek</w:t>
            </w:r>
          </w:p>
        </w:tc>
        <w:tc>
          <w:tcPr>
            <w:tcW w:w="1134" w:type="dxa"/>
          </w:tcPr>
          <w:p w14:paraId="3CF67801" w14:textId="77777777" w:rsidR="00AC4372" w:rsidRPr="00517090" w:rsidRDefault="00AC4372" w:rsidP="00B7232D">
            <w:pPr>
              <w:pStyle w:val="Textbezodsazen"/>
              <w:jc w:val="center"/>
            </w:pPr>
            <w:r w:rsidRPr="00517090">
              <w:t>hod</w:t>
            </w:r>
          </w:p>
        </w:tc>
        <w:tc>
          <w:tcPr>
            <w:tcW w:w="992" w:type="dxa"/>
          </w:tcPr>
          <w:p w14:paraId="566686BE" w14:textId="77777777" w:rsidR="00AC4372" w:rsidRPr="00517090" w:rsidRDefault="00AC4372" w:rsidP="00B7232D">
            <w:pPr>
              <w:pStyle w:val="Textbezodsazen"/>
              <w:jc w:val="center"/>
            </w:pPr>
          </w:p>
        </w:tc>
        <w:tc>
          <w:tcPr>
            <w:tcW w:w="1276" w:type="dxa"/>
          </w:tcPr>
          <w:p w14:paraId="364C12B2" w14:textId="77777777" w:rsidR="00AC4372" w:rsidRPr="00517090" w:rsidRDefault="00AC4372" w:rsidP="00B7232D">
            <w:pPr>
              <w:pStyle w:val="Textbezodsazen"/>
              <w:jc w:val="center"/>
            </w:pPr>
          </w:p>
        </w:tc>
        <w:tc>
          <w:tcPr>
            <w:tcW w:w="1077" w:type="dxa"/>
          </w:tcPr>
          <w:p w14:paraId="1F76112E" w14:textId="77777777" w:rsidR="00AC4372" w:rsidRPr="00517090" w:rsidRDefault="00AC4372" w:rsidP="00B7232D">
            <w:pPr>
              <w:pStyle w:val="Textbezodsazen"/>
              <w:jc w:val="center"/>
            </w:pPr>
          </w:p>
        </w:tc>
      </w:tr>
    </w:tbl>
    <w:p w14:paraId="696F782C" w14:textId="77777777" w:rsidR="00AC4372" w:rsidRDefault="00AC4372" w:rsidP="00AC4372">
      <w:pPr>
        <w:pStyle w:val="Textbezodsazen"/>
      </w:pPr>
    </w:p>
    <w:p w14:paraId="746227F1" w14:textId="77777777" w:rsidR="00AC4372" w:rsidRDefault="00AC4372" w:rsidP="00AC4372">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74A34155" w14:textId="77777777" w:rsidR="00AC4372" w:rsidRDefault="00AC4372" w:rsidP="00AC4372">
      <w:pPr>
        <w:pStyle w:val="Textbezodsazen"/>
      </w:pPr>
      <w:r>
        <w:t>Všechny ceny jsou uvedené v Kč bez DPH.</w:t>
      </w:r>
    </w:p>
    <w:p w14:paraId="360E5297" w14:textId="77777777" w:rsidR="00AC4372" w:rsidRDefault="00AC4372" w:rsidP="00AC4372">
      <w:pPr>
        <w:pStyle w:val="Textbezodsazen"/>
      </w:pPr>
    </w:p>
    <w:p w14:paraId="5E83364F" w14:textId="7706C00B" w:rsidR="00AC4372" w:rsidRDefault="00AC4372" w:rsidP="00AC4372">
      <w:pPr>
        <w:pStyle w:val="Textbezodsazen"/>
      </w:pPr>
      <w:r>
        <w:t>Uvedená cena za výkon Dozoru projektanta zahrnuje veškeré náklady na výkon Dozoru projektanta po celou předpokládanou dobu zhotovení PDPS (v celkovém počtu "[</w:t>
      </w:r>
      <w:proofErr w:type="gramStart"/>
      <w:r w:rsidRPr="00236DCC">
        <w:rPr>
          <w:highlight w:val="yellow"/>
        </w:rPr>
        <w:t>VLOŽÍ</w:t>
      </w:r>
      <w:proofErr w:type="gramEnd"/>
      <w:r w:rsidRPr="00236DCC">
        <w:rPr>
          <w:highlight w:val="yellow"/>
        </w:rPr>
        <w:t xml:space="preserve"> ZHOTOVITEL</w:t>
      </w:r>
      <w:r>
        <w:t xml:space="preserve">]" hodin) a realizaci Stavby (předpoklad </w:t>
      </w:r>
      <w:r w:rsidR="00400DF7">
        <w:rPr>
          <w:b/>
          <w:bCs/>
        </w:rPr>
        <w:t>22</w:t>
      </w:r>
      <w:r>
        <w:t xml:space="preserve"> </w:t>
      </w:r>
      <w:r w:rsidRPr="00D24918">
        <w:rPr>
          <w:b/>
          <w:bCs/>
        </w:rPr>
        <w:t>měsíců</w:t>
      </w:r>
      <w:r>
        <w:t>)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6AC74B2A" w14:textId="77777777" w:rsidR="00AC4372" w:rsidRDefault="00AC4372" w:rsidP="00AC4372">
      <w:pPr>
        <w:pStyle w:val="Textbezodsazen"/>
      </w:pPr>
    </w:p>
    <w:p w14:paraId="7A9B7B9F" w14:textId="77777777" w:rsidR="00AC4372" w:rsidRDefault="00AC4372" w:rsidP="00AC4372">
      <w:pPr>
        <w:pStyle w:val="Nadpisbezsl1-2"/>
        <w:outlineLvl w:val="2"/>
      </w:pPr>
      <w:r>
        <w:t>4.</w:t>
      </w:r>
      <w:r>
        <w:tab/>
        <w:t>Cena Díla:</w:t>
      </w:r>
    </w:p>
    <w:tbl>
      <w:tblPr>
        <w:tblStyle w:val="TabulkaS-zhlav1"/>
        <w:tblW w:w="0" w:type="auto"/>
        <w:tblLook w:val="04A0" w:firstRow="1" w:lastRow="0" w:firstColumn="1" w:lastColumn="0" w:noHBand="0" w:noVBand="1"/>
      </w:tblPr>
      <w:tblGrid>
        <w:gridCol w:w="2683"/>
        <w:gridCol w:w="2683"/>
        <w:gridCol w:w="2684"/>
      </w:tblGrid>
      <w:tr w:rsidR="00AC4372" w:rsidRPr="0010680C" w14:paraId="38F1FA11" w14:textId="77777777" w:rsidTr="00B7232D">
        <w:trPr>
          <w:cnfStyle w:val="100000000000" w:firstRow="1" w:lastRow="0" w:firstColumn="0" w:lastColumn="0" w:oddVBand="0" w:evenVBand="0" w:oddHBand="0" w:evenHBand="0" w:firstRowFirstColumn="0" w:firstRowLastColumn="0" w:lastRowFirstColumn="0" w:lastRowLastColumn="0"/>
        </w:trPr>
        <w:tc>
          <w:tcPr>
            <w:tcW w:w="2683" w:type="dxa"/>
          </w:tcPr>
          <w:p w14:paraId="39E27C39" w14:textId="77777777" w:rsidR="00AC4372" w:rsidRPr="0010680C" w:rsidRDefault="00AC4372" w:rsidP="00B7232D">
            <w:pPr>
              <w:spacing w:after="40" w:line="240" w:lineRule="auto"/>
              <w:rPr>
                <w:sz w:val="18"/>
                <w:szCs w:val="18"/>
              </w:rPr>
            </w:pPr>
            <w:r w:rsidRPr="0010680C">
              <w:rPr>
                <w:sz w:val="18"/>
                <w:szCs w:val="18"/>
              </w:rPr>
              <w:t>Cena Díla (bez DPH)</w:t>
            </w:r>
          </w:p>
        </w:tc>
        <w:tc>
          <w:tcPr>
            <w:tcW w:w="2683" w:type="dxa"/>
          </w:tcPr>
          <w:p w14:paraId="40C45B1E" w14:textId="77777777" w:rsidR="00AC4372" w:rsidRPr="0010680C" w:rsidRDefault="00AC4372" w:rsidP="00B7232D">
            <w:pPr>
              <w:spacing w:after="40" w:line="240" w:lineRule="auto"/>
              <w:rPr>
                <w:sz w:val="18"/>
                <w:szCs w:val="18"/>
              </w:rPr>
            </w:pPr>
            <w:r w:rsidRPr="0010680C">
              <w:rPr>
                <w:sz w:val="18"/>
                <w:szCs w:val="18"/>
              </w:rPr>
              <w:t>Výše DPH</w:t>
            </w:r>
          </w:p>
        </w:tc>
        <w:tc>
          <w:tcPr>
            <w:tcW w:w="2684" w:type="dxa"/>
          </w:tcPr>
          <w:p w14:paraId="47E86185" w14:textId="77777777" w:rsidR="00AC4372" w:rsidRPr="0010680C" w:rsidRDefault="00AC4372" w:rsidP="00B7232D">
            <w:pPr>
              <w:spacing w:after="40" w:line="240" w:lineRule="auto"/>
              <w:rPr>
                <w:sz w:val="18"/>
                <w:szCs w:val="18"/>
              </w:rPr>
            </w:pPr>
            <w:r w:rsidRPr="0010680C">
              <w:rPr>
                <w:sz w:val="18"/>
                <w:szCs w:val="18"/>
              </w:rPr>
              <w:t>Cena Díla (s DPH)</w:t>
            </w:r>
          </w:p>
        </w:tc>
      </w:tr>
      <w:tr w:rsidR="00AC4372" w:rsidRPr="0010680C" w14:paraId="220119BF" w14:textId="77777777" w:rsidTr="00B7232D">
        <w:tc>
          <w:tcPr>
            <w:tcW w:w="2683" w:type="dxa"/>
          </w:tcPr>
          <w:p w14:paraId="36133458"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c>
          <w:tcPr>
            <w:tcW w:w="2683" w:type="dxa"/>
          </w:tcPr>
          <w:p w14:paraId="19CBE977"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c>
          <w:tcPr>
            <w:tcW w:w="2684" w:type="dxa"/>
          </w:tcPr>
          <w:p w14:paraId="3EC8375F"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r>
      <w:tr w:rsidR="00AC4372" w:rsidRPr="0010680C" w14:paraId="456EF24B" w14:textId="77777777" w:rsidTr="00B7232D">
        <w:tc>
          <w:tcPr>
            <w:tcW w:w="8050" w:type="dxa"/>
            <w:gridSpan w:val="3"/>
          </w:tcPr>
          <w:p w14:paraId="1F456CE3" w14:textId="77777777" w:rsidR="00AC4372" w:rsidRPr="0010680C" w:rsidRDefault="00AC4372" w:rsidP="00B7232D">
            <w:pPr>
              <w:spacing w:after="40" w:line="240" w:lineRule="auto"/>
              <w:rPr>
                <w:sz w:val="18"/>
                <w:szCs w:val="18"/>
              </w:rPr>
            </w:pPr>
            <w:r w:rsidRPr="0010680C">
              <w:rPr>
                <w:sz w:val="18"/>
                <w:szCs w:val="18"/>
              </w:rPr>
              <w:t xml:space="preserve">z toho: </w:t>
            </w:r>
          </w:p>
        </w:tc>
      </w:tr>
      <w:tr w:rsidR="00AC4372" w:rsidRPr="0010680C" w14:paraId="7FCCE880" w14:textId="77777777" w:rsidTr="00B7232D">
        <w:tc>
          <w:tcPr>
            <w:tcW w:w="8050" w:type="dxa"/>
            <w:gridSpan w:val="3"/>
          </w:tcPr>
          <w:p w14:paraId="4C51F911" w14:textId="77777777" w:rsidR="00AC4372" w:rsidRPr="0010680C" w:rsidRDefault="00AC4372" w:rsidP="00B7232D">
            <w:pPr>
              <w:spacing w:after="40" w:line="240" w:lineRule="auto"/>
              <w:rPr>
                <w:sz w:val="18"/>
                <w:szCs w:val="18"/>
              </w:rPr>
            </w:pPr>
            <w:r w:rsidRPr="0010680C">
              <w:rPr>
                <w:sz w:val="18"/>
                <w:szCs w:val="18"/>
              </w:rPr>
              <w:t xml:space="preserve">Cena za zpracování DUSL a PDPS: </w:t>
            </w:r>
          </w:p>
        </w:tc>
      </w:tr>
      <w:tr w:rsidR="00AC4372" w:rsidRPr="0010680C" w14:paraId="2AD8DB1C" w14:textId="77777777" w:rsidTr="00B7232D">
        <w:tc>
          <w:tcPr>
            <w:tcW w:w="2683" w:type="dxa"/>
          </w:tcPr>
          <w:p w14:paraId="730062D8"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c>
          <w:tcPr>
            <w:tcW w:w="2683" w:type="dxa"/>
          </w:tcPr>
          <w:p w14:paraId="70DCEB7B"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c>
          <w:tcPr>
            <w:tcW w:w="2684" w:type="dxa"/>
          </w:tcPr>
          <w:p w14:paraId="6642C6FE"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r>
      <w:tr w:rsidR="00AC4372" w:rsidRPr="0010680C" w14:paraId="1B473046" w14:textId="77777777" w:rsidTr="00B7232D">
        <w:tc>
          <w:tcPr>
            <w:tcW w:w="8050" w:type="dxa"/>
            <w:gridSpan w:val="3"/>
          </w:tcPr>
          <w:p w14:paraId="5C5A9D08" w14:textId="77777777" w:rsidR="00AC4372" w:rsidRPr="0010680C" w:rsidRDefault="00AC4372" w:rsidP="00B7232D">
            <w:pPr>
              <w:spacing w:after="40" w:line="240" w:lineRule="auto"/>
              <w:rPr>
                <w:sz w:val="18"/>
                <w:szCs w:val="18"/>
              </w:rPr>
            </w:pPr>
            <w:r w:rsidRPr="0010680C">
              <w:rPr>
                <w:sz w:val="18"/>
                <w:szCs w:val="18"/>
              </w:rPr>
              <w:t>Cena za výkon Dozoru projektanta:</w:t>
            </w:r>
          </w:p>
        </w:tc>
      </w:tr>
      <w:tr w:rsidR="00AC4372" w:rsidRPr="0010680C" w14:paraId="28E6B942" w14:textId="77777777" w:rsidTr="00B7232D">
        <w:tc>
          <w:tcPr>
            <w:tcW w:w="2683" w:type="dxa"/>
          </w:tcPr>
          <w:p w14:paraId="1513A448"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c>
          <w:tcPr>
            <w:tcW w:w="2683" w:type="dxa"/>
          </w:tcPr>
          <w:p w14:paraId="2D921023"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c>
          <w:tcPr>
            <w:tcW w:w="2684" w:type="dxa"/>
          </w:tcPr>
          <w:p w14:paraId="5781C81C" w14:textId="77777777" w:rsidR="00AC4372" w:rsidRPr="0010680C" w:rsidRDefault="00AC4372" w:rsidP="00B7232D">
            <w:pPr>
              <w:spacing w:after="40" w:line="240" w:lineRule="auto"/>
              <w:rPr>
                <w:sz w:val="18"/>
                <w:szCs w:val="18"/>
              </w:rPr>
            </w:pPr>
            <w:r w:rsidRPr="0010680C">
              <w:rPr>
                <w:sz w:val="18"/>
                <w:szCs w:val="18"/>
              </w:rPr>
              <w:t>"[</w:t>
            </w:r>
            <w:proofErr w:type="gramStart"/>
            <w:r w:rsidRPr="0010680C">
              <w:rPr>
                <w:sz w:val="18"/>
                <w:szCs w:val="18"/>
                <w:highlight w:val="yellow"/>
              </w:rPr>
              <w:t>VLOŽÍ</w:t>
            </w:r>
            <w:proofErr w:type="gramEnd"/>
            <w:r w:rsidRPr="0010680C">
              <w:rPr>
                <w:sz w:val="18"/>
                <w:szCs w:val="18"/>
                <w:highlight w:val="yellow"/>
              </w:rPr>
              <w:t xml:space="preserve"> ZHOTOVITEL</w:t>
            </w:r>
            <w:r w:rsidRPr="0010680C">
              <w:rPr>
                <w:sz w:val="18"/>
                <w:szCs w:val="18"/>
              </w:rPr>
              <w:t>]" Kč</w:t>
            </w:r>
          </w:p>
        </w:tc>
      </w:tr>
    </w:tbl>
    <w:p w14:paraId="365DDFB6" w14:textId="77777777" w:rsidR="00AC4372" w:rsidRDefault="00AC4372" w:rsidP="00AC4372">
      <w:pPr>
        <w:pStyle w:val="Textbezodsazen"/>
      </w:pPr>
    </w:p>
    <w:p w14:paraId="4A5C0E93" w14:textId="483A7A15" w:rsidR="00AC4372" w:rsidRPr="00236DCC" w:rsidRDefault="00AC4372" w:rsidP="00AC4372">
      <w:pPr>
        <w:pStyle w:val="Nadpisbezsl1-2"/>
        <w:rPr>
          <w:rStyle w:val="Tun-ZRUIT"/>
        </w:rPr>
      </w:pPr>
      <w:r w:rsidRPr="00236DCC">
        <w:rPr>
          <w:rStyle w:val="Tun-ZRUIT"/>
        </w:rPr>
        <w:t xml:space="preserve">Rozpis jednotlivých položek Ceny Díla podle členění na Dílčí etapy zpracování </w:t>
      </w:r>
      <w:r w:rsidRPr="000E2E45">
        <w:rPr>
          <w:rStyle w:val="Tun-ZRUIT"/>
        </w:rPr>
        <w:t>DUSL</w:t>
      </w:r>
      <w:r w:rsidR="00E2551C">
        <w:rPr>
          <w:rStyle w:val="Tun-ZRUIT"/>
        </w:rPr>
        <w:t xml:space="preserve"> </w:t>
      </w:r>
      <w:r w:rsidR="00E2551C">
        <w:rPr>
          <w:rStyle w:val="Tun-ZRUIT"/>
        </w:rPr>
        <w:t>a PDPS a výkon Dozoru projektanta</w:t>
      </w:r>
      <w:r w:rsidRPr="000E2E45">
        <w:rPr>
          <w:rStyle w:val="Tun-ZRUIT"/>
        </w:rPr>
        <w:t>:</w:t>
      </w:r>
      <w:r w:rsidRPr="00877B5E">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AC4372" w:rsidRPr="0017282C" w14:paraId="2DD8975A" w14:textId="77777777" w:rsidTr="00B7232D">
        <w:trPr>
          <w:cnfStyle w:val="100000000000" w:firstRow="1" w:lastRow="0" w:firstColumn="0" w:lastColumn="0" w:oddVBand="0" w:evenVBand="0" w:oddHBand="0" w:evenHBand="0" w:firstRowFirstColumn="0" w:firstRowLastColumn="0" w:lastRowFirstColumn="0" w:lastRowLastColumn="0"/>
        </w:trPr>
        <w:tc>
          <w:tcPr>
            <w:tcW w:w="2914" w:type="dxa"/>
          </w:tcPr>
          <w:p w14:paraId="48A805DA" w14:textId="77777777" w:rsidR="00AC4372" w:rsidRPr="0017282C" w:rsidRDefault="00AC4372" w:rsidP="00B7232D">
            <w:pPr>
              <w:pStyle w:val="Tabulka"/>
              <w:rPr>
                <w:rStyle w:val="Tun"/>
                <w:b/>
              </w:rPr>
            </w:pPr>
            <w:r w:rsidRPr="0017282C">
              <w:rPr>
                <w:rStyle w:val="Tun"/>
                <w:b/>
              </w:rPr>
              <w:t>Specifikace položky</w:t>
            </w:r>
          </w:p>
        </w:tc>
        <w:tc>
          <w:tcPr>
            <w:tcW w:w="2977" w:type="dxa"/>
          </w:tcPr>
          <w:p w14:paraId="70F55DF9" w14:textId="77777777" w:rsidR="00AC4372" w:rsidRPr="0017282C" w:rsidRDefault="00AC4372" w:rsidP="00B7232D">
            <w:pPr>
              <w:pStyle w:val="Tabulka"/>
              <w:rPr>
                <w:rStyle w:val="Tun"/>
                <w:b/>
              </w:rPr>
            </w:pPr>
            <w:r w:rsidRPr="0017282C">
              <w:rPr>
                <w:rStyle w:val="Tun"/>
                <w:b/>
              </w:rPr>
              <w:t>Cena položky (bez DPH)</w:t>
            </w:r>
          </w:p>
        </w:tc>
        <w:tc>
          <w:tcPr>
            <w:tcW w:w="2977" w:type="dxa"/>
          </w:tcPr>
          <w:p w14:paraId="10231B3C" w14:textId="77777777" w:rsidR="00AC4372" w:rsidRPr="0017282C" w:rsidRDefault="00AC4372" w:rsidP="00B7232D">
            <w:pPr>
              <w:pStyle w:val="Tabulka"/>
              <w:rPr>
                <w:rStyle w:val="Tun"/>
                <w:b/>
              </w:rPr>
            </w:pPr>
            <w:r w:rsidRPr="0017282C">
              <w:rPr>
                <w:rStyle w:val="Tun"/>
                <w:b/>
              </w:rPr>
              <w:t>Cena položky (s DPH)</w:t>
            </w:r>
          </w:p>
        </w:tc>
      </w:tr>
      <w:tr w:rsidR="00BC0D07" w:rsidRPr="00B72613" w14:paraId="5D9A9CFE" w14:textId="77777777" w:rsidTr="00B7232D">
        <w:tc>
          <w:tcPr>
            <w:tcW w:w="2914" w:type="dxa"/>
          </w:tcPr>
          <w:p w14:paraId="69332744" w14:textId="462BD429" w:rsidR="00BC0D07" w:rsidRPr="00B06D17" w:rsidRDefault="00BC0D07" w:rsidP="00BC0D07">
            <w:pPr>
              <w:pStyle w:val="Tabulka"/>
              <w:rPr>
                <w:rStyle w:val="Tun"/>
                <w:highlight w:val="yellow"/>
              </w:rPr>
            </w:pPr>
            <w:r>
              <w:rPr>
                <w:rStyle w:val="Tun"/>
              </w:rPr>
              <w:t>1. Dílčí etapa</w:t>
            </w:r>
          </w:p>
        </w:tc>
        <w:tc>
          <w:tcPr>
            <w:tcW w:w="2977" w:type="dxa"/>
          </w:tcPr>
          <w:p w14:paraId="5920EB6B" w14:textId="77777777" w:rsidR="00BC0D07" w:rsidRPr="00BD4EFA" w:rsidRDefault="00BC0D07" w:rsidP="00BC0D07">
            <w:pPr>
              <w:pStyle w:val="Tabulka"/>
              <w:rPr>
                <w:rStyle w:val="Tun"/>
                <w:b w:val="0"/>
                <w:bCs/>
                <w:highlight w:val="yellow"/>
              </w:rPr>
            </w:pPr>
            <w:r w:rsidRPr="00BD4EFA">
              <w:rPr>
                <w:rStyle w:val="Tun"/>
                <w:b w:val="0"/>
                <w:bCs/>
              </w:rPr>
              <w:t>bez fakturace</w:t>
            </w:r>
          </w:p>
        </w:tc>
        <w:tc>
          <w:tcPr>
            <w:tcW w:w="2977" w:type="dxa"/>
          </w:tcPr>
          <w:p w14:paraId="5EF44F7F" w14:textId="13644047" w:rsidR="00BC0D07" w:rsidRPr="00B06D17" w:rsidRDefault="00BC0D07" w:rsidP="00BC0D07">
            <w:pPr>
              <w:pStyle w:val="Tabulka"/>
              <w:rPr>
                <w:rStyle w:val="Tun"/>
                <w:highlight w:val="yellow"/>
              </w:rPr>
            </w:pPr>
            <w:r w:rsidRPr="00BD4EFA">
              <w:rPr>
                <w:rStyle w:val="Tun"/>
                <w:b w:val="0"/>
                <w:bCs/>
              </w:rPr>
              <w:t>bez fakturace</w:t>
            </w:r>
          </w:p>
        </w:tc>
      </w:tr>
      <w:tr w:rsidR="00BC0D07" w:rsidRPr="00B72613" w14:paraId="09896F71" w14:textId="77777777" w:rsidTr="00B7232D">
        <w:tc>
          <w:tcPr>
            <w:tcW w:w="2914" w:type="dxa"/>
          </w:tcPr>
          <w:p w14:paraId="0F859EA8" w14:textId="64DE5EE1" w:rsidR="00BC0D07" w:rsidRPr="00B06D17" w:rsidRDefault="00BC0D07" w:rsidP="00BC0D07">
            <w:pPr>
              <w:pStyle w:val="Tabulka"/>
              <w:rPr>
                <w:rStyle w:val="Tun"/>
                <w:highlight w:val="yellow"/>
              </w:rPr>
            </w:pPr>
            <w:r>
              <w:rPr>
                <w:rStyle w:val="Tun"/>
              </w:rPr>
              <w:t>2. Dílčí etapa</w:t>
            </w:r>
          </w:p>
        </w:tc>
        <w:tc>
          <w:tcPr>
            <w:tcW w:w="2977" w:type="dxa"/>
          </w:tcPr>
          <w:p w14:paraId="69FA4C5E" w14:textId="77777777" w:rsidR="00BC0D07" w:rsidRDefault="00BC0D07" w:rsidP="00BC0D07">
            <w:pPr>
              <w:pStyle w:val="Tabulka"/>
              <w:rPr>
                <w:rStyle w:val="Tun"/>
              </w:rPr>
            </w:pPr>
            <w:r>
              <w:rPr>
                <w:rStyle w:val="Tun"/>
                <w:highlight w:val="yellow"/>
              </w:rPr>
              <w:t>[....] Kč</w:t>
            </w:r>
          </w:p>
          <w:p w14:paraId="1E948064" w14:textId="77777777" w:rsidR="001553A5" w:rsidRDefault="00BC0D07" w:rsidP="00BC0D07">
            <w:pPr>
              <w:pStyle w:val="Tabulka"/>
              <w:rPr>
                <w:rStyle w:val="Tun"/>
                <w:b w:val="0"/>
                <w:bCs/>
              </w:rPr>
            </w:pPr>
            <w:r>
              <w:rPr>
                <w:rStyle w:val="Tun"/>
                <w:b w:val="0"/>
                <w:bCs/>
              </w:rPr>
              <w:t xml:space="preserve">fakturace ve výši 30% Ceny Díla </w:t>
            </w:r>
            <w:r w:rsidR="00471596" w:rsidRPr="00471596">
              <w:rPr>
                <w:rStyle w:val="Tun"/>
                <w:b w:val="0"/>
                <w:bCs/>
              </w:rPr>
              <w:t>bez pol. č. 6</w:t>
            </w:r>
            <w:r w:rsidR="00773528">
              <w:rPr>
                <w:rStyle w:val="Tun"/>
                <w:b w:val="0"/>
                <w:bCs/>
              </w:rPr>
              <w:t xml:space="preserve"> a 27</w:t>
            </w:r>
            <w:r w:rsidR="00471596" w:rsidRPr="00471596">
              <w:rPr>
                <w:rStyle w:val="Tun"/>
                <w:b w:val="0"/>
                <w:bCs/>
              </w:rPr>
              <w:t xml:space="preserve"> a </w:t>
            </w:r>
            <w:r w:rsidRPr="00471596">
              <w:rPr>
                <w:rStyle w:val="Tun"/>
                <w:b w:val="0"/>
                <w:bCs/>
              </w:rPr>
              <w:t>bez</w:t>
            </w:r>
            <w:r>
              <w:rPr>
                <w:rStyle w:val="Tun"/>
                <w:b w:val="0"/>
                <w:bCs/>
              </w:rPr>
              <w:t xml:space="preserve"> dozoru projektanta</w:t>
            </w:r>
            <w:r w:rsidR="00BB725F">
              <w:rPr>
                <w:rStyle w:val="Tun"/>
                <w:b w:val="0"/>
                <w:bCs/>
              </w:rPr>
              <w:t>,</w:t>
            </w:r>
            <w:r>
              <w:rPr>
                <w:rStyle w:val="Tun"/>
                <w:b w:val="0"/>
                <w:bCs/>
              </w:rPr>
              <w:t xml:space="preserve"> </w:t>
            </w:r>
            <w:r w:rsidR="00BB725F">
              <w:rPr>
                <w:rStyle w:val="Tun"/>
                <w:b w:val="0"/>
                <w:bCs/>
              </w:rPr>
              <w:t xml:space="preserve">tj. </w:t>
            </w:r>
            <w:r>
              <w:rPr>
                <w:rStyle w:val="Tun"/>
                <w:b w:val="0"/>
                <w:bCs/>
              </w:rPr>
              <w:t>pol. č. 2</w:t>
            </w:r>
            <w:r w:rsidR="00B97147">
              <w:rPr>
                <w:rStyle w:val="Tun"/>
                <w:b w:val="0"/>
                <w:bCs/>
              </w:rPr>
              <w:t>8</w:t>
            </w:r>
            <w:r>
              <w:rPr>
                <w:rStyle w:val="Tun"/>
                <w:b w:val="0"/>
                <w:bCs/>
              </w:rPr>
              <w:t xml:space="preserve"> a 2</w:t>
            </w:r>
            <w:r w:rsidR="00B97147">
              <w:rPr>
                <w:rStyle w:val="Tun"/>
                <w:b w:val="0"/>
                <w:bCs/>
              </w:rPr>
              <w:t>9</w:t>
            </w:r>
            <w:r w:rsidR="00773528">
              <w:rPr>
                <w:rStyle w:val="Tun"/>
                <w:b w:val="0"/>
                <w:bCs/>
              </w:rPr>
              <w:t xml:space="preserve"> </w:t>
            </w:r>
          </w:p>
          <w:p w14:paraId="5188FA2E" w14:textId="586B11BE" w:rsidR="00BC0D07" w:rsidRPr="00B06D17" w:rsidRDefault="00773528" w:rsidP="00BC0D07">
            <w:pPr>
              <w:pStyle w:val="Tabulka"/>
              <w:rPr>
                <w:rStyle w:val="Tun"/>
                <w:highlight w:val="yellow"/>
              </w:rPr>
            </w:pPr>
            <w:r>
              <w:rPr>
                <w:rStyle w:val="Tun"/>
                <w:b w:val="0"/>
                <w:bCs/>
              </w:rPr>
              <w:t>a fakturace pol. č. 27</w:t>
            </w:r>
          </w:p>
        </w:tc>
        <w:tc>
          <w:tcPr>
            <w:tcW w:w="2977" w:type="dxa"/>
          </w:tcPr>
          <w:p w14:paraId="0EF28949" w14:textId="46E3EBB6" w:rsidR="00BC0D07" w:rsidRPr="00B06D17" w:rsidRDefault="00BC0D07" w:rsidP="00BC0D07">
            <w:pPr>
              <w:pStyle w:val="Tabulka"/>
              <w:rPr>
                <w:rStyle w:val="Tun"/>
                <w:highlight w:val="yellow"/>
              </w:rPr>
            </w:pPr>
            <w:r>
              <w:rPr>
                <w:rStyle w:val="Tun"/>
                <w:highlight w:val="yellow"/>
              </w:rPr>
              <w:t>[....] Kč</w:t>
            </w:r>
          </w:p>
        </w:tc>
      </w:tr>
      <w:tr w:rsidR="00BC0D07" w:rsidRPr="00B72613" w14:paraId="77A05112" w14:textId="77777777" w:rsidTr="00B7232D">
        <w:tc>
          <w:tcPr>
            <w:tcW w:w="2914" w:type="dxa"/>
          </w:tcPr>
          <w:p w14:paraId="7885052F" w14:textId="35E83042" w:rsidR="00BC0D07" w:rsidRPr="00B06D17" w:rsidRDefault="00BC0D07" w:rsidP="00BC0D07">
            <w:pPr>
              <w:pStyle w:val="Tabulka"/>
              <w:rPr>
                <w:rStyle w:val="Tun"/>
                <w:highlight w:val="yellow"/>
              </w:rPr>
            </w:pPr>
            <w:r>
              <w:rPr>
                <w:rStyle w:val="Tun"/>
              </w:rPr>
              <w:t>3.</w:t>
            </w:r>
            <w:r w:rsidR="00F444BE">
              <w:rPr>
                <w:rStyle w:val="Tun"/>
              </w:rPr>
              <w:t>a</w:t>
            </w:r>
            <w:r>
              <w:rPr>
                <w:rStyle w:val="Tun"/>
              </w:rPr>
              <w:t xml:space="preserve"> Dílčí etapa</w:t>
            </w:r>
          </w:p>
        </w:tc>
        <w:tc>
          <w:tcPr>
            <w:tcW w:w="2977" w:type="dxa"/>
          </w:tcPr>
          <w:p w14:paraId="2E643F1A" w14:textId="77777777" w:rsidR="00BC0D07" w:rsidRDefault="00BC0D07" w:rsidP="00BC0D07">
            <w:pPr>
              <w:pStyle w:val="Tabulka"/>
              <w:rPr>
                <w:rStyle w:val="Tun"/>
              </w:rPr>
            </w:pPr>
            <w:r>
              <w:rPr>
                <w:rStyle w:val="Tun"/>
                <w:highlight w:val="yellow"/>
              </w:rPr>
              <w:t>[....] Kč</w:t>
            </w:r>
          </w:p>
          <w:p w14:paraId="79B37217" w14:textId="6498D52C" w:rsidR="00BC0D07" w:rsidRPr="00BC0D07" w:rsidRDefault="00BC0D07" w:rsidP="00BC0D07">
            <w:pPr>
              <w:pStyle w:val="Tabulka"/>
              <w:rPr>
                <w:rStyle w:val="Tun"/>
                <w:b w:val="0"/>
                <w:highlight w:val="yellow"/>
              </w:rPr>
            </w:pPr>
            <w:r w:rsidRPr="00BC0D07">
              <w:rPr>
                <w:rStyle w:val="Tun"/>
                <w:b w:val="0"/>
              </w:rPr>
              <w:t xml:space="preserve">fakturace ve výši 10% Ceny Díla </w:t>
            </w:r>
            <w:r w:rsidR="00471596" w:rsidRPr="00471596">
              <w:rPr>
                <w:rStyle w:val="Tun"/>
                <w:b w:val="0"/>
                <w:bCs/>
              </w:rPr>
              <w:t>bez pol. č. 6</w:t>
            </w:r>
            <w:r w:rsidR="00773528">
              <w:rPr>
                <w:rStyle w:val="Tun"/>
                <w:b w:val="0"/>
                <w:bCs/>
              </w:rPr>
              <w:t xml:space="preserve"> a 27</w:t>
            </w:r>
            <w:r w:rsidR="00471596" w:rsidRPr="00471596">
              <w:rPr>
                <w:rStyle w:val="Tun"/>
                <w:b w:val="0"/>
                <w:bCs/>
              </w:rPr>
              <w:t xml:space="preserve"> a </w:t>
            </w:r>
            <w:r w:rsidRPr="00BC0D07">
              <w:rPr>
                <w:rStyle w:val="Tun"/>
                <w:b w:val="0"/>
              </w:rPr>
              <w:t xml:space="preserve">bez dozoru </w:t>
            </w:r>
            <w:r w:rsidR="00BB725F">
              <w:rPr>
                <w:rStyle w:val="Tun"/>
                <w:b w:val="0"/>
                <w:bCs/>
              </w:rPr>
              <w:t>projektanta, tj. pol. č. 2</w:t>
            </w:r>
            <w:r w:rsidR="00B97147">
              <w:rPr>
                <w:rStyle w:val="Tun"/>
                <w:b w:val="0"/>
                <w:bCs/>
              </w:rPr>
              <w:t>8</w:t>
            </w:r>
            <w:r w:rsidR="00BB725F">
              <w:rPr>
                <w:rStyle w:val="Tun"/>
                <w:b w:val="0"/>
                <w:bCs/>
              </w:rPr>
              <w:t xml:space="preserve"> a 2</w:t>
            </w:r>
            <w:r w:rsidR="00B97147">
              <w:rPr>
                <w:rStyle w:val="Tun"/>
                <w:b w:val="0"/>
                <w:bCs/>
              </w:rPr>
              <w:t>9</w:t>
            </w:r>
          </w:p>
        </w:tc>
        <w:tc>
          <w:tcPr>
            <w:tcW w:w="2977" w:type="dxa"/>
          </w:tcPr>
          <w:p w14:paraId="742CD97C" w14:textId="53DBAFDB" w:rsidR="00BC0D07" w:rsidRPr="00B06D17" w:rsidRDefault="00BC0D07" w:rsidP="00BC0D07">
            <w:pPr>
              <w:pStyle w:val="Tabulka"/>
              <w:rPr>
                <w:rStyle w:val="Tun"/>
                <w:highlight w:val="yellow"/>
              </w:rPr>
            </w:pPr>
            <w:r>
              <w:rPr>
                <w:rStyle w:val="Tun"/>
                <w:highlight w:val="yellow"/>
              </w:rPr>
              <w:t>[....] Kč</w:t>
            </w:r>
          </w:p>
        </w:tc>
      </w:tr>
      <w:tr w:rsidR="003C7761" w:rsidRPr="00B72613" w14:paraId="67FB2E78" w14:textId="77777777" w:rsidTr="00B7232D">
        <w:tc>
          <w:tcPr>
            <w:tcW w:w="2914" w:type="dxa"/>
          </w:tcPr>
          <w:p w14:paraId="7D3D7060" w14:textId="2D2CA2E4" w:rsidR="003C7761" w:rsidRDefault="003C7761" w:rsidP="003C7761">
            <w:pPr>
              <w:pStyle w:val="Tabulka"/>
              <w:rPr>
                <w:rStyle w:val="Tun"/>
              </w:rPr>
            </w:pPr>
            <w:r>
              <w:rPr>
                <w:rStyle w:val="Tun"/>
              </w:rPr>
              <w:t>3.</w:t>
            </w:r>
            <w:r w:rsidR="00F444BE">
              <w:rPr>
                <w:rStyle w:val="Tun"/>
              </w:rPr>
              <w:t>b</w:t>
            </w:r>
            <w:r>
              <w:rPr>
                <w:rStyle w:val="Tun"/>
              </w:rPr>
              <w:t xml:space="preserve"> Dílčí etapa</w:t>
            </w:r>
          </w:p>
        </w:tc>
        <w:tc>
          <w:tcPr>
            <w:tcW w:w="2977" w:type="dxa"/>
          </w:tcPr>
          <w:p w14:paraId="32575161" w14:textId="77777777" w:rsidR="003C7761" w:rsidRDefault="003C7761" w:rsidP="003C7761">
            <w:pPr>
              <w:pStyle w:val="Tabulka"/>
              <w:rPr>
                <w:rStyle w:val="Tun"/>
              </w:rPr>
            </w:pPr>
            <w:r>
              <w:rPr>
                <w:rStyle w:val="Tun"/>
                <w:highlight w:val="yellow"/>
              </w:rPr>
              <w:t>[....] Kč</w:t>
            </w:r>
          </w:p>
          <w:p w14:paraId="390D17F3" w14:textId="51188795" w:rsidR="003C7761" w:rsidRDefault="003C7761" w:rsidP="003C7761">
            <w:pPr>
              <w:pStyle w:val="Tabulka"/>
              <w:rPr>
                <w:rStyle w:val="Tun"/>
                <w:highlight w:val="yellow"/>
              </w:rPr>
            </w:pPr>
            <w:r w:rsidRPr="00BC0D07">
              <w:rPr>
                <w:rStyle w:val="Tun"/>
                <w:b w:val="0"/>
              </w:rPr>
              <w:t xml:space="preserve">fakturace </w:t>
            </w:r>
            <w:r w:rsidRPr="003C7761">
              <w:rPr>
                <w:rStyle w:val="Tun"/>
                <w:b w:val="0"/>
              </w:rPr>
              <w:t>pol. č. 6</w:t>
            </w:r>
          </w:p>
        </w:tc>
        <w:tc>
          <w:tcPr>
            <w:tcW w:w="2977" w:type="dxa"/>
          </w:tcPr>
          <w:p w14:paraId="465C8F88" w14:textId="6FB49095" w:rsidR="003C7761" w:rsidRDefault="003C7761" w:rsidP="003C7761">
            <w:pPr>
              <w:pStyle w:val="Tabulka"/>
              <w:rPr>
                <w:rStyle w:val="Tun"/>
                <w:highlight w:val="yellow"/>
              </w:rPr>
            </w:pPr>
            <w:r>
              <w:rPr>
                <w:rStyle w:val="Tun"/>
                <w:highlight w:val="yellow"/>
              </w:rPr>
              <w:t>[....] Kč</w:t>
            </w:r>
          </w:p>
        </w:tc>
      </w:tr>
      <w:tr w:rsidR="003C7761" w:rsidRPr="00B72613" w14:paraId="66206900" w14:textId="77777777" w:rsidTr="00B7232D">
        <w:tc>
          <w:tcPr>
            <w:tcW w:w="2914" w:type="dxa"/>
          </w:tcPr>
          <w:p w14:paraId="5C531673" w14:textId="38D240E7" w:rsidR="003C7761" w:rsidRPr="00B06D17" w:rsidRDefault="003C7761" w:rsidP="003C7761">
            <w:pPr>
              <w:pStyle w:val="Tabulka"/>
              <w:rPr>
                <w:rStyle w:val="Tun"/>
                <w:highlight w:val="yellow"/>
              </w:rPr>
            </w:pPr>
            <w:r>
              <w:rPr>
                <w:rStyle w:val="Tun"/>
              </w:rPr>
              <w:t>4. Dílčí etapa</w:t>
            </w:r>
          </w:p>
        </w:tc>
        <w:tc>
          <w:tcPr>
            <w:tcW w:w="2977" w:type="dxa"/>
          </w:tcPr>
          <w:p w14:paraId="59EA2A8E" w14:textId="77777777" w:rsidR="003C7761" w:rsidRDefault="003C7761" w:rsidP="003C7761">
            <w:pPr>
              <w:pStyle w:val="Tabulka"/>
              <w:rPr>
                <w:rStyle w:val="Tun"/>
              </w:rPr>
            </w:pPr>
            <w:r>
              <w:rPr>
                <w:rStyle w:val="Tun"/>
                <w:highlight w:val="yellow"/>
              </w:rPr>
              <w:t>[....] Kč</w:t>
            </w:r>
          </w:p>
          <w:p w14:paraId="2C31547C" w14:textId="46AF4EFE" w:rsidR="003C7761" w:rsidRPr="00BC0D07" w:rsidRDefault="003C7761" w:rsidP="003C7761">
            <w:pPr>
              <w:pStyle w:val="Tabulka"/>
              <w:rPr>
                <w:rStyle w:val="Tun"/>
                <w:b w:val="0"/>
                <w:highlight w:val="yellow"/>
              </w:rPr>
            </w:pPr>
            <w:r w:rsidRPr="00BC0D07">
              <w:rPr>
                <w:rStyle w:val="Tun"/>
                <w:b w:val="0"/>
              </w:rPr>
              <w:t xml:space="preserve">fakturace ve výši 20% Ceny Díla </w:t>
            </w:r>
            <w:r w:rsidR="00471596" w:rsidRPr="00471596">
              <w:rPr>
                <w:rStyle w:val="Tun"/>
                <w:b w:val="0"/>
                <w:bCs/>
              </w:rPr>
              <w:t>bez pol. č. 6</w:t>
            </w:r>
            <w:r w:rsidR="00773528">
              <w:rPr>
                <w:rStyle w:val="Tun"/>
                <w:b w:val="0"/>
                <w:bCs/>
              </w:rPr>
              <w:t xml:space="preserve"> a 27</w:t>
            </w:r>
            <w:r w:rsidR="00471596" w:rsidRPr="00471596">
              <w:rPr>
                <w:rStyle w:val="Tun"/>
                <w:b w:val="0"/>
                <w:bCs/>
              </w:rPr>
              <w:t xml:space="preserve"> a </w:t>
            </w:r>
            <w:r w:rsidRPr="00BC0D07">
              <w:rPr>
                <w:rStyle w:val="Tun"/>
                <w:b w:val="0"/>
              </w:rPr>
              <w:t xml:space="preserve">bez dozoru </w:t>
            </w:r>
            <w:r>
              <w:rPr>
                <w:rStyle w:val="Tun"/>
                <w:b w:val="0"/>
                <w:bCs/>
              </w:rPr>
              <w:t>projektanta, tj. pol. č. 2</w:t>
            </w:r>
            <w:r w:rsidR="00B97147">
              <w:rPr>
                <w:rStyle w:val="Tun"/>
                <w:b w:val="0"/>
                <w:bCs/>
              </w:rPr>
              <w:t>8</w:t>
            </w:r>
            <w:r>
              <w:rPr>
                <w:rStyle w:val="Tun"/>
                <w:b w:val="0"/>
                <w:bCs/>
              </w:rPr>
              <w:t xml:space="preserve"> a 2</w:t>
            </w:r>
            <w:r w:rsidR="00B97147">
              <w:rPr>
                <w:rStyle w:val="Tun"/>
                <w:b w:val="0"/>
                <w:bCs/>
              </w:rPr>
              <w:t>9</w:t>
            </w:r>
          </w:p>
        </w:tc>
        <w:tc>
          <w:tcPr>
            <w:tcW w:w="2977" w:type="dxa"/>
          </w:tcPr>
          <w:p w14:paraId="7B82DB35" w14:textId="517859ED" w:rsidR="003C7761" w:rsidRPr="00B06D17" w:rsidRDefault="003C7761" w:rsidP="003C7761">
            <w:pPr>
              <w:pStyle w:val="Tabulka"/>
              <w:rPr>
                <w:rStyle w:val="Tun"/>
                <w:highlight w:val="yellow"/>
              </w:rPr>
            </w:pPr>
            <w:r>
              <w:rPr>
                <w:rStyle w:val="Tun"/>
                <w:highlight w:val="yellow"/>
              </w:rPr>
              <w:t>[....] Kč</w:t>
            </w:r>
          </w:p>
        </w:tc>
      </w:tr>
      <w:tr w:rsidR="003C7761" w:rsidRPr="00B72613" w14:paraId="5488AE58" w14:textId="77777777" w:rsidTr="00B7232D">
        <w:tc>
          <w:tcPr>
            <w:tcW w:w="2914" w:type="dxa"/>
          </w:tcPr>
          <w:p w14:paraId="046922CF" w14:textId="1B6C75EA" w:rsidR="003C7761" w:rsidRPr="00B06D17" w:rsidRDefault="003C7761" w:rsidP="003C7761">
            <w:pPr>
              <w:pStyle w:val="Tabulka"/>
              <w:rPr>
                <w:rStyle w:val="Tun"/>
                <w:highlight w:val="yellow"/>
              </w:rPr>
            </w:pPr>
            <w:r>
              <w:rPr>
                <w:rStyle w:val="Tun"/>
              </w:rPr>
              <w:t xml:space="preserve">5. Dílčí etapa </w:t>
            </w:r>
          </w:p>
        </w:tc>
        <w:tc>
          <w:tcPr>
            <w:tcW w:w="2977" w:type="dxa"/>
          </w:tcPr>
          <w:p w14:paraId="6466F477" w14:textId="77777777" w:rsidR="003C7761" w:rsidRDefault="003C7761" w:rsidP="003C7761">
            <w:pPr>
              <w:pStyle w:val="Tabulka"/>
              <w:rPr>
                <w:rStyle w:val="Tun"/>
              </w:rPr>
            </w:pPr>
            <w:r>
              <w:rPr>
                <w:rStyle w:val="Tun"/>
                <w:highlight w:val="yellow"/>
              </w:rPr>
              <w:t>[....] Kč</w:t>
            </w:r>
          </w:p>
          <w:p w14:paraId="69D8EA33" w14:textId="7D669690" w:rsidR="003C7761" w:rsidRPr="00BC0D07" w:rsidRDefault="003C7761" w:rsidP="003C7761">
            <w:pPr>
              <w:pStyle w:val="Tabulka"/>
              <w:rPr>
                <w:rStyle w:val="Tun"/>
                <w:b w:val="0"/>
                <w:highlight w:val="yellow"/>
              </w:rPr>
            </w:pPr>
            <w:r w:rsidRPr="00BC0D07">
              <w:rPr>
                <w:rStyle w:val="Tun"/>
                <w:b w:val="0"/>
              </w:rPr>
              <w:t xml:space="preserve">fakturace ve výši 5% Ceny Díla </w:t>
            </w:r>
            <w:r w:rsidR="00471596" w:rsidRPr="00471596">
              <w:rPr>
                <w:rStyle w:val="Tun"/>
                <w:b w:val="0"/>
                <w:bCs/>
              </w:rPr>
              <w:t>bez pol. č. 6</w:t>
            </w:r>
            <w:r w:rsidR="00773528">
              <w:rPr>
                <w:rStyle w:val="Tun"/>
                <w:b w:val="0"/>
                <w:bCs/>
              </w:rPr>
              <w:t xml:space="preserve"> a 27</w:t>
            </w:r>
            <w:r w:rsidR="00471596" w:rsidRPr="00471596">
              <w:rPr>
                <w:rStyle w:val="Tun"/>
                <w:b w:val="0"/>
                <w:bCs/>
              </w:rPr>
              <w:t xml:space="preserve"> a </w:t>
            </w:r>
            <w:r w:rsidRPr="00BC0D07">
              <w:rPr>
                <w:rStyle w:val="Tun"/>
                <w:b w:val="0"/>
              </w:rPr>
              <w:t xml:space="preserve">bez dozoru </w:t>
            </w:r>
            <w:r>
              <w:rPr>
                <w:rStyle w:val="Tun"/>
                <w:b w:val="0"/>
                <w:bCs/>
              </w:rPr>
              <w:t>projektanta, tj. pol. č. 2</w:t>
            </w:r>
            <w:r w:rsidR="00B97147">
              <w:rPr>
                <w:rStyle w:val="Tun"/>
                <w:b w:val="0"/>
                <w:bCs/>
              </w:rPr>
              <w:t>8</w:t>
            </w:r>
            <w:r>
              <w:rPr>
                <w:rStyle w:val="Tun"/>
                <w:b w:val="0"/>
                <w:bCs/>
              </w:rPr>
              <w:t xml:space="preserve"> a 2</w:t>
            </w:r>
            <w:r w:rsidR="00B97147">
              <w:rPr>
                <w:rStyle w:val="Tun"/>
                <w:b w:val="0"/>
                <w:bCs/>
              </w:rPr>
              <w:t>9</w:t>
            </w:r>
          </w:p>
        </w:tc>
        <w:tc>
          <w:tcPr>
            <w:tcW w:w="2977" w:type="dxa"/>
          </w:tcPr>
          <w:p w14:paraId="419D8F21" w14:textId="6008A859" w:rsidR="003C7761" w:rsidRPr="00B06D17" w:rsidRDefault="003C7761" w:rsidP="003C7761">
            <w:pPr>
              <w:pStyle w:val="Tabulka"/>
              <w:rPr>
                <w:rStyle w:val="Tun"/>
                <w:highlight w:val="yellow"/>
              </w:rPr>
            </w:pPr>
            <w:r>
              <w:rPr>
                <w:rStyle w:val="Tun"/>
                <w:highlight w:val="yellow"/>
              </w:rPr>
              <w:t>[....] Kč</w:t>
            </w:r>
          </w:p>
        </w:tc>
      </w:tr>
      <w:tr w:rsidR="003C7761" w:rsidRPr="00B72613" w14:paraId="5C4ECFDA" w14:textId="77777777" w:rsidTr="00B7232D">
        <w:tc>
          <w:tcPr>
            <w:tcW w:w="2914" w:type="dxa"/>
          </w:tcPr>
          <w:p w14:paraId="1A953924" w14:textId="7784FE71" w:rsidR="003C7761" w:rsidRPr="00B06D17" w:rsidRDefault="003C7761" w:rsidP="003C7761">
            <w:pPr>
              <w:pStyle w:val="Tabulka"/>
              <w:rPr>
                <w:rStyle w:val="Tun"/>
                <w:highlight w:val="yellow"/>
              </w:rPr>
            </w:pPr>
            <w:r>
              <w:rPr>
                <w:rStyle w:val="Tun"/>
              </w:rPr>
              <w:t xml:space="preserve">6.a Dílčí etapa </w:t>
            </w:r>
          </w:p>
        </w:tc>
        <w:tc>
          <w:tcPr>
            <w:tcW w:w="2977" w:type="dxa"/>
          </w:tcPr>
          <w:p w14:paraId="3515A922" w14:textId="7BF1E5FA" w:rsidR="003C7761" w:rsidRPr="00BC0D07" w:rsidRDefault="003C7761" w:rsidP="003C7761">
            <w:pPr>
              <w:pStyle w:val="Tabulka"/>
              <w:rPr>
                <w:rStyle w:val="Tun"/>
                <w:b w:val="0"/>
                <w:highlight w:val="yellow"/>
              </w:rPr>
            </w:pPr>
            <w:r w:rsidRPr="00BC0D07">
              <w:rPr>
                <w:rStyle w:val="Tun"/>
                <w:b w:val="0"/>
              </w:rPr>
              <w:t>bez fakturace</w:t>
            </w:r>
          </w:p>
        </w:tc>
        <w:tc>
          <w:tcPr>
            <w:tcW w:w="2977" w:type="dxa"/>
          </w:tcPr>
          <w:p w14:paraId="1B065099" w14:textId="3C0ABFED" w:rsidR="003C7761" w:rsidRPr="00BC0D07" w:rsidRDefault="003C7761" w:rsidP="003C7761">
            <w:pPr>
              <w:pStyle w:val="Tabulka"/>
              <w:rPr>
                <w:rStyle w:val="Tun"/>
                <w:b w:val="0"/>
                <w:highlight w:val="yellow"/>
              </w:rPr>
            </w:pPr>
            <w:r w:rsidRPr="00BC0D07">
              <w:rPr>
                <w:rStyle w:val="Tun"/>
                <w:b w:val="0"/>
              </w:rPr>
              <w:t>bez fakturace</w:t>
            </w:r>
          </w:p>
        </w:tc>
      </w:tr>
      <w:tr w:rsidR="003C7761" w:rsidRPr="00B72613" w14:paraId="7F9C4E6F" w14:textId="77777777" w:rsidTr="00B7232D">
        <w:tc>
          <w:tcPr>
            <w:tcW w:w="2914" w:type="dxa"/>
          </w:tcPr>
          <w:p w14:paraId="5688C8F8" w14:textId="6CEF2C8D" w:rsidR="003C7761" w:rsidRDefault="003C7761" w:rsidP="003C7761">
            <w:pPr>
              <w:pStyle w:val="Tabulka"/>
              <w:rPr>
                <w:rStyle w:val="Tun"/>
                <w:highlight w:val="yellow"/>
              </w:rPr>
            </w:pPr>
            <w:r>
              <w:rPr>
                <w:rStyle w:val="Tun"/>
              </w:rPr>
              <w:t xml:space="preserve">6.b Dílčí etapa </w:t>
            </w:r>
          </w:p>
        </w:tc>
        <w:tc>
          <w:tcPr>
            <w:tcW w:w="2977" w:type="dxa"/>
          </w:tcPr>
          <w:p w14:paraId="3EFD9D9C" w14:textId="77777777" w:rsidR="003C7761" w:rsidRDefault="003C7761" w:rsidP="003C7761">
            <w:pPr>
              <w:pStyle w:val="Tabulka"/>
              <w:rPr>
                <w:rStyle w:val="Tun"/>
              </w:rPr>
            </w:pPr>
            <w:r>
              <w:rPr>
                <w:rStyle w:val="Tun"/>
                <w:highlight w:val="yellow"/>
              </w:rPr>
              <w:t>[....] Kč</w:t>
            </w:r>
          </w:p>
          <w:p w14:paraId="0CEC2C3C" w14:textId="023DD28F" w:rsidR="003C7761" w:rsidRPr="000F234B" w:rsidRDefault="003C7761" w:rsidP="003C7761">
            <w:pPr>
              <w:pStyle w:val="Tabulka"/>
              <w:rPr>
                <w:rStyle w:val="Tun"/>
                <w:b w:val="0"/>
                <w:bCs/>
              </w:rPr>
            </w:pPr>
            <w:r w:rsidRPr="00BC0D07">
              <w:rPr>
                <w:rStyle w:val="Tun"/>
                <w:b w:val="0"/>
              </w:rPr>
              <w:t xml:space="preserve">fakturace ve výši 20% Ceny Díla </w:t>
            </w:r>
            <w:r w:rsidR="00471596" w:rsidRPr="00471596">
              <w:rPr>
                <w:rStyle w:val="Tun"/>
                <w:b w:val="0"/>
                <w:bCs/>
              </w:rPr>
              <w:t>bez pol. č. 6</w:t>
            </w:r>
            <w:r w:rsidR="00773528">
              <w:rPr>
                <w:rStyle w:val="Tun"/>
                <w:b w:val="0"/>
                <w:bCs/>
              </w:rPr>
              <w:t xml:space="preserve"> a 27</w:t>
            </w:r>
            <w:r w:rsidR="00471596" w:rsidRPr="00471596">
              <w:rPr>
                <w:rStyle w:val="Tun"/>
                <w:b w:val="0"/>
                <w:bCs/>
              </w:rPr>
              <w:t xml:space="preserve"> a </w:t>
            </w:r>
            <w:r w:rsidRPr="00BC0D07">
              <w:rPr>
                <w:rStyle w:val="Tun"/>
                <w:b w:val="0"/>
              </w:rPr>
              <w:t xml:space="preserve">bez dozoru </w:t>
            </w:r>
            <w:r>
              <w:rPr>
                <w:rStyle w:val="Tun"/>
                <w:b w:val="0"/>
                <w:bCs/>
              </w:rPr>
              <w:t>projektanta, tj. pol. č. 2</w:t>
            </w:r>
            <w:r w:rsidR="00B97147">
              <w:rPr>
                <w:rStyle w:val="Tun"/>
                <w:b w:val="0"/>
                <w:bCs/>
              </w:rPr>
              <w:t>8</w:t>
            </w:r>
            <w:r>
              <w:rPr>
                <w:rStyle w:val="Tun"/>
                <w:b w:val="0"/>
                <w:bCs/>
              </w:rPr>
              <w:t xml:space="preserve"> a 2</w:t>
            </w:r>
            <w:r w:rsidR="00B97147">
              <w:rPr>
                <w:rStyle w:val="Tun"/>
                <w:b w:val="0"/>
                <w:bCs/>
              </w:rPr>
              <w:t>9</w:t>
            </w:r>
          </w:p>
        </w:tc>
        <w:tc>
          <w:tcPr>
            <w:tcW w:w="2977" w:type="dxa"/>
          </w:tcPr>
          <w:p w14:paraId="5B69A99A" w14:textId="0B7C93BE" w:rsidR="003C7761" w:rsidRPr="00B06D17" w:rsidRDefault="003C7761" w:rsidP="003C7761">
            <w:pPr>
              <w:pStyle w:val="Tabulka"/>
              <w:rPr>
                <w:rStyle w:val="Tun"/>
                <w:highlight w:val="yellow"/>
              </w:rPr>
            </w:pPr>
            <w:r>
              <w:rPr>
                <w:rStyle w:val="Tun"/>
                <w:highlight w:val="yellow"/>
              </w:rPr>
              <w:t>[....] Kč</w:t>
            </w:r>
          </w:p>
        </w:tc>
      </w:tr>
      <w:tr w:rsidR="003C7761" w:rsidRPr="00B72613" w14:paraId="34530C84" w14:textId="77777777" w:rsidTr="00B7232D">
        <w:tc>
          <w:tcPr>
            <w:tcW w:w="2914" w:type="dxa"/>
          </w:tcPr>
          <w:p w14:paraId="2A7A0232" w14:textId="74502B8E" w:rsidR="003C7761" w:rsidRPr="00B06D17" w:rsidRDefault="003C7761" w:rsidP="003C7761">
            <w:pPr>
              <w:pStyle w:val="Tabulka"/>
              <w:rPr>
                <w:rStyle w:val="Tun"/>
                <w:highlight w:val="yellow"/>
              </w:rPr>
            </w:pPr>
            <w:r>
              <w:rPr>
                <w:rStyle w:val="Tun"/>
              </w:rPr>
              <w:t xml:space="preserve">7. Dílčí etapa </w:t>
            </w:r>
          </w:p>
        </w:tc>
        <w:tc>
          <w:tcPr>
            <w:tcW w:w="2977" w:type="dxa"/>
          </w:tcPr>
          <w:p w14:paraId="3F6F2D1F" w14:textId="77777777" w:rsidR="003C7761" w:rsidRDefault="003C7761" w:rsidP="003C7761">
            <w:pPr>
              <w:pStyle w:val="Tabulka"/>
              <w:rPr>
                <w:rStyle w:val="Tun"/>
              </w:rPr>
            </w:pPr>
            <w:r>
              <w:rPr>
                <w:rStyle w:val="Tun"/>
                <w:highlight w:val="yellow"/>
              </w:rPr>
              <w:t>[....] Kč</w:t>
            </w:r>
          </w:p>
          <w:p w14:paraId="02055775" w14:textId="74F51916" w:rsidR="003C7761" w:rsidRDefault="003C7761" w:rsidP="003C7761">
            <w:pPr>
              <w:pStyle w:val="Tabulka"/>
              <w:rPr>
                <w:rStyle w:val="Tun"/>
                <w:b w:val="0"/>
                <w:bCs/>
              </w:rPr>
            </w:pPr>
            <w:r w:rsidRPr="00BC0D07">
              <w:rPr>
                <w:rStyle w:val="Tun"/>
                <w:b w:val="0"/>
              </w:rPr>
              <w:t xml:space="preserve">fakturace ve výši 15% Ceny Díla </w:t>
            </w:r>
            <w:r w:rsidR="00471596" w:rsidRPr="00471596">
              <w:rPr>
                <w:rStyle w:val="Tun"/>
                <w:b w:val="0"/>
                <w:bCs/>
              </w:rPr>
              <w:t>bez pol. č. 6</w:t>
            </w:r>
            <w:r w:rsidR="00773528">
              <w:rPr>
                <w:rStyle w:val="Tun"/>
                <w:b w:val="0"/>
                <w:bCs/>
              </w:rPr>
              <w:t xml:space="preserve"> a 27</w:t>
            </w:r>
            <w:r w:rsidR="00471596" w:rsidRPr="00471596">
              <w:rPr>
                <w:rStyle w:val="Tun"/>
                <w:b w:val="0"/>
                <w:bCs/>
              </w:rPr>
              <w:t xml:space="preserve"> a </w:t>
            </w:r>
            <w:r w:rsidRPr="00BC0D07">
              <w:rPr>
                <w:rStyle w:val="Tun"/>
                <w:b w:val="0"/>
              </w:rPr>
              <w:t xml:space="preserve">bez dozoru </w:t>
            </w:r>
            <w:r>
              <w:rPr>
                <w:rStyle w:val="Tun"/>
                <w:b w:val="0"/>
                <w:bCs/>
              </w:rPr>
              <w:t>projektanta, tj. pol. č. 2</w:t>
            </w:r>
            <w:r w:rsidR="00B97147">
              <w:rPr>
                <w:rStyle w:val="Tun"/>
                <w:b w:val="0"/>
                <w:bCs/>
              </w:rPr>
              <w:t>8</w:t>
            </w:r>
            <w:r>
              <w:rPr>
                <w:rStyle w:val="Tun"/>
                <w:b w:val="0"/>
                <w:bCs/>
              </w:rPr>
              <w:t xml:space="preserve"> a 2</w:t>
            </w:r>
            <w:r w:rsidR="00B97147">
              <w:rPr>
                <w:rStyle w:val="Tun"/>
                <w:b w:val="0"/>
                <w:bCs/>
              </w:rPr>
              <w:t>9</w:t>
            </w:r>
          </w:p>
          <w:p w14:paraId="5D48B5C4" w14:textId="03AB0581" w:rsidR="003C7761" w:rsidRPr="00BC0D07" w:rsidRDefault="003C7761" w:rsidP="003C7761">
            <w:pPr>
              <w:pStyle w:val="Tabulka"/>
              <w:rPr>
                <w:rStyle w:val="Tun"/>
                <w:b w:val="0"/>
                <w:highlight w:val="yellow"/>
              </w:rPr>
            </w:pPr>
            <w:r w:rsidRPr="005B2776">
              <w:rPr>
                <w:rStyle w:val="Tun"/>
                <w:b w:val="0"/>
              </w:rPr>
              <w:t>a fakturace pol. č. 2</w:t>
            </w:r>
            <w:r w:rsidR="00B97147">
              <w:rPr>
                <w:rStyle w:val="Tun"/>
                <w:b w:val="0"/>
              </w:rPr>
              <w:t>8</w:t>
            </w:r>
          </w:p>
        </w:tc>
        <w:tc>
          <w:tcPr>
            <w:tcW w:w="2977" w:type="dxa"/>
          </w:tcPr>
          <w:p w14:paraId="4971F865" w14:textId="053A873A" w:rsidR="003C7761" w:rsidRPr="00B06D17" w:rsidRDefault="003C7761" w:rsidP="003C7761">
            <w:pPr>
              <w:pStyle w:val="Tabulka"/>
              <w:rPr>
                <w:rStyle w:val="Tun"/>
                <w:highlight w:val="yellow"/>
              </w:rPr>
            </w:pPr>
            <w:r>
              <w:rPr>
                <w:rStyle w:val="Tun"/>
                <w:highlight w:val="yellow"/>
              </w:rPr>
              <w:t>[....] Kč</w:t>
            </w:r>
          </w:p>
        </w:tc>
      </w:tr>
      <w:tr w:rsidR="003C7761" w:rsidRPr="00B72613" w14:paraId="6798B3B3" w14:textId="77777777" w:rsidTr="00B7232D">
        <w:tc>
          <w:tcPr>
            <w:tcW w:w="2914" w:type="dxa"/>
          </w:tcPr>
          <w:p w14:paraId="22DCDC19" w14:textId="77777777" w:rsidR="003C7761" w:rsidRDefault="003C7761" w:rsidP="003C7761">
            <w:pPr>
              <w:pStyle w:val="Tabulka"/>
              <w:rPr>
                <w:rStyle w:val="Tun"/>
              </w:rPr>
            </w:pPr>
            <w:r>
              <w:rPr>
                <w:rStyle w:val="Tun"/>
              </w:rPr>
              <w:t xml:space="preserve">8. Dílčí etapa </w:t>
            </w:r>
          </w:p>
          <w:p w14:paraId="7113E4EA" w14:textId="0DF46C93" w:rsidR="003C7761" w:rsidRDefault="003C7761" w:rsidP="003C7761">
            <w:pPr>
              <w:pStyle w:val="Tabulka"/>
              <w:rPr>
                <w:rStyle w:val="Tun"/>
                <w:highlight w:val="yellow"/>
              </w:rPr>
            </w:pPr>
            <w:r>
              <w:rPr>
                <w:rStyle w:val="Tun"/>
              </w:rPr>
              <w:t>Výkon dozoru projektanta při provádění stavby</w:t>
            </w:r>
          </w:p>
        </w:tc>
        <w:tc>
          <w:tcPr>
            <w:tcW w:w="2977" w:type="dxa"/>
          </w:tcPr>
          <w:p w14:paraId="2A5DC883" w14:textId="77777777" w:rsidR="003C7761" w:rsidRDefault="003C7761" w:rsidP="003C7761">
            <w:pPr>
              <w:pStyle w:val="Tabulka"/>
              <w:rPr>
                <w:rStyle w:val="Tun"/>
                <w:highlight w:val="yellow"/>
              </w:rPr>
            </w:pPr>
            <w:r>
              <w:rPr>
                <w:rStyle w:val="Tun"/>
                <w:highlight w:val="yellow"/>
              </w:rPr>
              <w:t>[....] Kč</w:t>
            </w:r>
          </w:p>
          <w:p w14:paraId="2F095CB6" w14:textId="0E68153F" w:rsidR="003C7761" w:rsidRPr="00BC0D07" w:rsidRDefault="003C7761" w:rsidP="003C7761">
            <w:pPr>
              <w:pStyle w:val="Tabulka"/>
              <w:rPr>
                <w:rStyle w:val="Tun"/>
                <w:b w:val="0"/>
                <w:highlight w:val="yellow"/>
              </w:rPr>
            </w:pPr>
            <w:r w:rsidRPr="00BC0D07">
              <w:rPr>
                <w:rStyle w:val="Tun"/>
                <w:b w:val="0"/>
              </w:rPr>
              <w:t>fakturace pol. č. 2</w:t>
            </w:r>
            <w:r w:rsidR="00B97147">
              <w:rPr>
                <w:rStyle w:val="Tun"/>
                <w:b w:val="0"/>
              </w:rPr>
              <w:t>9</w:t>
            </w:r>
          </w:p>
        </w:tc>
        <w:tc>
          <w:tcPr>
            <w:tcW w:w="2977" w:type="dxa"/>
          </w:tcPr>
          <w:p w14:paraId="153684FE" w14:textId="7FE873D2" w:rsidR="003C7761" w:rsidRPr="00B06D17" w:rsidRDefault="003C7761" w:rsidP="003C7761">
            <w:pPr>
              <w:pStyle w:val="Tabulka"/>
              <w:rPr>
                <w:rStyle w:val="Tun"/>
                <w:highlight w:val="yellow"/>
              </w:rPr>
            </w:pPr>
            <w:r>
              <w:rPr>
                <w:rStyle w:val="Tun"/>
                <w:highlight w:val="yellow"/>
              </w:rPr>
              <w:t>[....] Kč</w:t>
            </w:r>
          </w:p>
        </w:tc>
      </w:tr>
      <w:tr w:rsidR="003C7761" w:rsidRPr="00B72613" w14:paraId="18032487" w14:textId="77777777" w:rsidTr="00B7232D">
        <w:tc>
          <w:tcPr>
            <w:tcW w:w="2914" w:type="dxa"/>
          </w:tcPr>
          <w:p w14:paraId="6832D967" w14:textId="19A2B7B5" w:rsidR="003C7761" w:rsidRPr="00B72613" w:rsidRDefault="003C7761" w:rsidP="003C7761">
            <w:pPr>
              <w:pStyle w:val="Tabulka"/>
              <w:rPr>
                <w:rStyle w:val="Tun"/>
              </w:rPr>
            </w:pPr>
            <w:r>
              <w:rPr>
                <w:rStyle w:val="Tun"/>
              </w:rPr>
              <w:t>Celkem:</w:t>
            </w:r>
          </w:p>
        </w:tc>
        <w:tc>
          <w:tcPr>
            <w:tcW w:w="2977" w:type="dxa"/>
          </w:tcPr>
          <w:p w14:paraId="6DCAFC23" w14:textId="77777777" w:rsidR="003C7761" w:rsidRDefault="003C7761" w:rsidP="003C7761">
            <w:pPr>
              <w:pStyle w:val="Tabulka"/>
              <w:rPr>
                <w:rStyle w:val="Tun"/>
              </w:rPr>
            </w:pPr>
            <w:r>
              <w:rPr>
                <w:rStyle w:val="Tun"/>
                <w:highlight w:val="yellow"/>
              </w:rPr>
              <w:t>[....] Kč</w:t>
            </w:r>
          </w:p>
          <w:p w14:paraId="01CB3C88" w14:textId="2FE612FA" w:rsidR="003C7761" w:rsidRPr="00B72613" w:rsidRDefault="003C7761" w:rsidP="003C7761">
            <w:pPr>
              <w:pStyle w:val="Tabulka"/>
              <w:rPr>
                <w:rStyle w:val="Tun"/>
              </w:rPr>
            </w:pPr>
          </w:p>
        </w:tc>
        <w:tc>
          <w:tcPr>
            <w:tcW w:w="2977" w:type="dxa"/>
          </w:tcPr>
          <w:p w14:paraId="6CDDE766" w14:textId="670185C8" w:rsidR="003C7761" w:rsidRPr="00B72613" w:rsidRDefault="003C7761" w:rsidP="003C7761">
            <w:pPr>
              <w:pStyle w:val="Tabulka"/>
              <w:rPr>
                <w:rStyle w:val="Tun"/>
              </w:rPr>
            </w:pPr>
            <w:r>
              <w:rPr>
                <w:rStyle w:val="Tun"/>
                <w:highlight w:val="yellow"/>
              </w:rPr>
              <w:t>[....] Kč</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102F28">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63311043"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48"/>
        <w:gridCol w:w="3982"/>
        <w:gridCol w:w="3559"/>
        <w:gridCol w:w="3373"/>
      </w:tblGrid>
      <w:tr w:rsidR="00B72613" w:rsidRPr="00C502CC" w14:paraId="30EC2164" w14:textId="77777777" w:rsidTr="003E3D37">
        <w:trPr>
          <w:cnfStyle w:val="100000000000" w:firstRow="1" w:lastRow="0" w:firstColumn="0" w:lastColumn="0" w:oddVBand="0" w:evenVBand="0" w:oddHBand="0" w:evenHBand="0" w:firstRowFirstColumn="0" w:firstRowLastColumn="0" w:lastRowFirstColumn="0" w:lastRowLastColumn="0"/>
        </w:trPr>
        <w:tc>
          <w:tcPr>
            <w:tcW w:w="2748" w:type="dxa"/>
          </w:tcPr>
          <w:p w14:paraId="3E1AFB06" w14:textId="77777777" w:rsidR="00B72613" w:rsidRPr="00C502CC" w:rsidRDefault="00B72613" w:rsidP="009626C4">
            <w:pPr>
              <w:pStyle w:val="Tabulka"/>
              <w:rPr>
                <w:rStyle w:val="Tun"/>
                <w:rFonts w:asciiTheme="minorHAnsi" w:hAnsiTheme="minorHAnsi"/>
                <w:b/>
              </w:rPr>
            </w:pPr>
            <w:r w:rsidRPr="00C502CC">
              <w:rPr>
                <w:rStyle w:val="Tun"/>
                <w:rFonts w:asciiTheme="minorHAnsi" w:hAnsiTheme="minorHAnsi"/>
                <w:b/>
              </w:rPr>
              <w:t>Část Díla</w:t>
            </w:r>
          </w:p>
        </w:tc>
        <w:tc>
          <w:tcPr>
            <w:tcW w:w="3982" w:type="dxa"/>
          </w:tcPr>
          <w:p w14:paraId="2C1CEA13" w14:textId="77777777" w:rsidR="00B72613" w:rsidRPr="00A57509" w:rsidRDefault="00B72613" w:rsidP="009626C4">
            <w:pPr>
              <w:pStyle w:val="Tabulka"/>
              <w:rPr>
                <w:rStyle w:val="Tun"/>
                <w:rFonts w:asciiTheme="minorHAnsi" w:hAnsiTheme="minorHAnsi"/>
                <w:b/>
              </w:rPr>
            </w:pPr>
            <w:r w:rsidRPr="00A57509">
              <w:rPr>
                <w:rStyle w:val="Tun"/>
                <w:rFonts w:asciiTheme="minorHAnsi" w:hAnsiTheme="minorHAnsi"/>
                <w:b/>
              </w:rPr>
              <w:t>Doba plnění</w:t>
            </w:r>
          </w:p>
        </w:tc>
        <w:tc>
          <w:tcPr>
            <w:tcW w:w="3559" w:type="dxa"/>
          </w:tcPr>
          <w:p w14:paraId="6C4CAD05" w14:textId="77777777" w:rsidR="00B72613" w:rsidRPr="00A57509" w:rsidRDefault="00B72613" w:rsidP="009626C4">
            <w:pPr>
              <w:pStyle w:val="Tabulka"/>
              <w:rPr>
                <w:rStyle w:val="Tun"/>
                <w:rFonts w:asciiTheme="minorHAnsi" w:hAnsiTheme="minorHAnsi"/>
                <w:b/>
              </w:rPr>
            </w:pPr>
            <w:r w:rsidRPr="00A57509">
              <w:rPr>
                <w:rStyle w:val="Tun"/>
                <w:rFonts w:asciiTheme="minorHAnsi" w:hAnsiTheme="minorHAnsi"/>
                <w:b/>
              </w:rPr>
              <w:t>Popis činností prováděných v</w:t>
            </w:r>
            <w:r w:rsidR="009626C4" w:rsidRPr="00A57509">
              <w:rPr>
                <w:rStyle w:val="Tun"/>
                <w:rFonts w:asciiTheme="minorHAnsi" w:hAnsiTheme="minorHAnsi"/>
                <w:b/>
              </w:rPr>
              <w:t> </w:t>
            </w:r>
            <w:r w:rsidRPr="00A57509">
              <w:rPr>
                <w:rStyle w:val="Tun"/>
                <w:rFonts w:asciiTheme="minorHAnsi" w:hAnsiTheme="minorHAnsi"/>
                <w:b/>
              </w:rPr>
              <w:t>Dílčí etapě</w:t>
            </w:r>
          </w:p>
        </w:tc>
        <w:tc>
          <w:tcPr>
            <w:tcW w:w="3373" w:type="dxa"/>
          </w:tcPr>
          <w:p w14:paraId="54969C04" w14:textId="77777777" w:rsidR="00B72613" w:rsidRPr="00C502CC" w:rsidRDefault="00B72613" w:rsidP="009626C4">
            <w:pPr>
              <w:pStyle w:val="Tabulka"/>
              <w:rPr>
                <w:rStyle w:val="Tun"/>
                <w:rFonts w:asciiTheme="minorHAnsi" w:hAnsiTheme="minorHAnsi"/>
                <w:b/>
              </w:rPr>
            </w:pPr>
            <w:r w:rsidRPr="00C502CC">
              <w:rPr>
                <w:rStyle w:val="Tun"/>
                <w:rFonts w:asciiTheme="minorHAnsi" w:hAnsiTheme="minorHAnsi"/>
                <w:b/>
              </w:rPr>
              <w:t>Podmínky dokončení Dílčí etapy</w:t>
            </w:r>
          </w:p>
        </w:tc>
      </w:tr>
      <w:tr w:rsidR="00B72613" w:rsidRPr="00C502CC" w14:paraId="38629CA8" w14:textId="77777777" w:rsidTr="003E3D37">
        <w:tc>
          <w:tcPr>
            <w:tcW w:w="2748" w:type="dxa"/>
          </w:tcPr>
          <w:p w14:paraId="6DC9CE4B" w14:textId="77777777" w:rsidR="00B72613" w:rsidRPr="00C502CC" w:rsidRDefault="00B72613" w:rsidP="00B72613">
            <w:pPr>
              <w:pStyle w:val="Textbezodsazen"/>
              <w:rPr>
                <w:rStyle w:val="Tun"/>
                <w:rFonts w:asciiTheme="minorHAnsi" w:hAnsiTheme="minorHAnsi"/>
              </w:rPr>
            </w:pPr>
            <w:r w:rsidRPr="00C502CC">
              <w:rPr>
                <w:rStyle w:val="Tun"/>
                <w:rFonts w:asciiTheme="minorHAnsi" w:hAnsiTheme="minorHAnsi"/>
              </w:rPr>
              <w:t>Termín zahájení prací</w:t>
            </w:r>
          </w:p>
        </w:tc>
        <w:tc>
          <w:tcPr>
            <w:tcW w:w="3982" w:type="dxa"/>
          </w:tcPr>
          <w:p w14:paraId="71FC12B2" w14:textId="77777777" w:rsidR="00B72613" w:rsidRPr="00A57509" w:rsidRDefault="00B72613" w:rsidP="003E3D37">
            <w:pPr>
              <w:pStyle w:val="Textbezodsazen"/>
              <w:spacing w:before="0" w:after="0"/>
              <w:jc w:val="left"/>
              <w:rPr>
                <w:rFonts w:asciiTheme="minorHAnsi" w:hAnsiTheme="minorHAnsi"/>
              </w:rPr>
            </w:pPr>
            <w:r w:rsidRPr="00A57509">
              <w:rPr>
                <w:rFonts w:asciiTheme="minorHAnsi" w:hAnsiTheme="minorHAnsi"/>
              </w:rPr>
              <w:t>ihned po nabytí účinnosti Smlouvy</w:t>
            </w:r>
          </w:p>
        </w:tc>
        <w:tc>
          <w:tcPr>
            <w:tcW w:w="3559" w:type="dxa"/>
          </w:tcPr>
          <w:p w14:paraId="6E6635D1" w14:textId="77777777" w:rsidR="00B72613" w:rsidRPr="00A57509" w:rsidRDefault="00B72613" w:rsidP="003E3D37">
            <w:pPr>
              <w:pStyle w:val="Textbezodsazen"/>
              <w:spacing w:before="0" w:after="0"/>
              <w:jc w:val="left"/>
              <w:rPr>
                <w:rFonts w:asciiTheme="minorHAnsi" w:hAnsiTheme="minorHAnsi"/>
              </w:rPr>
            </w:pPr>
            <w:r w:rsidRPr="00A57509">
              <w:rPr>
                <w:rFonts w:asciiTheme="minorHAnsi" w:hAnsiTheme="minorHAnsi"/>
              </w:rPr>
              <w:t>-</w:t>
            </w:r>
          </w:p>
        </w:tc>
        <w:tc>
          <w:tcPr>
            <w:tcW w:w="3373" w:type="dxa"/>
          </w:tcPr>
          <w:p w14:paraId="622B7634" w14:textId="77777777" w:rsidR="00B72613" w:rsidRPr="00C502CC" w:rsidRDefault="00B72613" w:rsidP="003E3D37">
            <w:pPr>
              <w:pStyle w:val="Textbezodsazen"/>
              <w:spacing w:before="0" w:after="0"/>
              <w:jc w:val="left"/>
              <w:rPr>
                <w:rFonts w:asciiTheme="minorHAnsi" w:hAnsiTheme="minorHAnsi"/>
              </w:rPr>
            </w:pPr>
            <w:r w:rsidRPr="00C502CC">
              <w:rPr>
                <w:rFonts w:asciiTheme="minorHAnsi" w:hAnsiTheme="minorHAnsi"/>
              </w:rPr>
              <w:t>-</w:t>
            </w:r>
          </w:p>
        </w:tc>
      </w:tr>
      <w:tr w:rsidR="00E85BE6" w:rsidRPr="00C502CC" w14:paraId="240C5324" w14:textId="77777777" w:rsidTr="003E3D37">
        <w:tc>
          <w:tcPr>
            <w:tcW w:w="2748" w:type="dxa"/>
          </w:tcPr>
          <w:p w14:paraId="3A20A4DC" w14:textId="77777777" w:rsidR="00E85BE6" w:rsidRPr="00C502CC" w:rsidRDefault="00E85BE6" w:rsidP="00E85BE6">
            <w:pPr>
              <w:pStyle w:val="Textbezodsazen"/>
              <w:rPr>
                <w:rStyle w:val="Tun"/>
                <w:rFonts w:asciiTheme="minorHAnsi" w:hAnsiTheme="minorHAnsi"/>
              </w:rPr>
            </w:pPr>
            <w:r w:rsidRPr="00C502CC">
              <w:rPr>
                <w:rStyle w:val="Tun"/>
                <w:rFonts w:asciiTheme="minorHAnsi" w:hAnsiTheme="minorHAnsi"/>
              </w:rPr>
              <w:t>1. Dílčí etapa</w:t>
            </w:r>
          </w:p>
        </w:tc>
        <w:tc>
          <w:tcPr>
            <w:tcW w:w="3982" w:type="dxa"/>
            <w:vAlign w:val="center"/>
          </w:tcPr>
          <w:p w14:paraId="5F814768" w14:textId="14F3AB03" w:rsidR="00E85BE6" w:rsidRPr="00A57509" w:rsidRDefault="003E3D37" w:rsidP="003E3D37">
            <w:pPr>
              <w:pStyle w:val="Textbezodsazen"/>
              <w:spacing w:before="0" w:after="0"/>
              <w:jc w:val="left"/>
              <w:rPr>
                <w:rFonts w:asciiTheme="minorHAnsi" w:hAnsiTheme="minorHAnsi"/>
              </w:rPr>
            </w:pPr>
            <w:r w:rsidRPr="00A57509">
              <w:rPr>
                <w:rFonts w:asciiTheme="minorHAnsi" w:hAnsiTheme="minorHAnsi"/>
              </w:rPr>
              <w:t>d</w:t>
            </w:r>
            <w:r w:rsidR="00E85BE6" w:rsidRPr="00A57509">
              <w:rPr>
                <w:rFonts w:asciiTheme="minorHAnsi" w:hAnsiTheme="minorHAnsi"/>
              </w:rPr>
              <w:t xml:space="preserve">o </w:t>
            </w:r>
            <w:r w:rsidR="00E85BE6" w:rsidRPr="00A57509">
              <w:rPr>
                <w:rFonts w:asciiTheme="minorHAnsi" w:hAnsiTheme="minorHAnsi"/>
                <w:b/>
                <w:bCs/>
              </w:rPr>
              <w:t>2</w:t>
            </w:r>
            <w:r w:rsidR="00E85BE6" w:rsidRPr="00A57509">
              <w:rPr>
                <w:rFonts w:asciiTheme="minorHAnsi" w:hAnsiTheme="minorHAnsi"/>
              </w:rPr>
              <w:t xml:space="preserve"> měsíců od nabytí účinnosti Smlouvy </w:t>
            </w:r>
          </w:p>
        </w:tc>
        <w:tc>
          <w:tcPr>
            <w:tcW w:w="3559" w:type="dxa"/>
            <w:vAlign w:val="center"/>
          </w:tcPr>
          <w:p w14:paraId="5C5253B4" w14:textId="77777777" w:rsidR="00E85BE6" w:rsidRPr="00A57509" w:rsidRDefault="00E85BE6" w:rsidP="003E3D37">
            <w:pPr>
              <w:pStyle w:val="Tabulka-9"/>
              <w:spacing w:before="0" w:after="0" w:line="264" w:lineRule="auto"/>
              <w:rPr>
                <w:rFonts w:asciiTheme="minorHAnsi" w:hAnsiTheme="minorHAnsi"/>
              </w:rPr>
            </w:pPr>
            <w:r w:rsidRPr="00A57509">
              <w:rPr>
                <w:rFonts w:asciiTheme="minorHAnsi" w:hAnsiTheme="minorHAnsi"/>
              </w:rPr>
              <w:t>Zajištění školení na CDE dle cíle 1.6 EIR</w:t>
            </w:r>
          </w:p>
          <w:p w14:paraId="5D6211C1" w14:textId="77777777" w:rsidR="00E85BE6" w:rsidRPr="00A57509" w:rsidRDefault="00E85BE6" w:rsidP="003E3D37">
            <w:pPr>
              <w:pStyle w:val="Textbezodsazen"/>
              <w:spacing w:before="0" w:after="0"/>
              <w:rPr>
                <w:rFonts w:asciiTheme="minorHAnsi" w:hAnsiTheme="minorHAnsi"/>
              </w:rPr>
            </w:pPr>
            <w:r w:rsidRPr="00A57509">
              <w:rPr>
                <w:rFonts w:asciiTheme="minorHAnsi" w:hAnsiTheme="minorHAnsi"/>
              </w:rPr>
              <w:t>……………………………………………………………</w:t>
            </w:r>
          </w:p>
          <w:p w14:paraId="18E0BDC2" w14:textId="18E275DE" w:rsidR="00E85BE6" w:rsidRPr="00A57509" w:rsidRDefault="00E85BE6" w:rsidP="003E3D37">
            <w:pPr>
              <w:pStyle w:val="Textbezodsazen"/>
              <w:spacing w:before="0" w:after="0"/>
              <w:jc w:val="left"/>
              <w:rPr>
                <w:rFonts w:asciiTheme="minorHAnsi" w:hAnsiTheme="minorHAnsi"/>
              </w:rPr>
            </w:pPr>
            <w:r w:rsidRPr="00A57509">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73" w:type="dxa"/>
            <w:vAlign w:val="center"/>
          </w:tcPr>
          <w:p w14:paraId="57277FBB" w14:textId="77777777" w:rsidR="00E85BE6" w:rsidRPr="000F234B" w:rsidRDefault="00E85BE6" w:rsidP="003E3D37">
            <w:pPr>
              <w:pStyle w:val="Tabulka-9"/>
              <w:spacing w:before="0" w:after="0" w:line="264" w:lineRule="auto"/>
              <w:rPr>
                <w:rFonts w:asciiTheme="minorHAnsi" w:eastAsia="Times New Roman" w:hAnsiTheme="minorHAnsi"/>
                <w:lang w:eastAsia="cs-CZ"/>
              </w:rPr>
            </w:pPr>
            <w:r w:rsidRPr="000F234B">
              <w:rPr>
                <w:rFonts w:asciiTheme="minorHAnsi" w:eastAsia="Times New Roman" w:hAnsiTheme="minorHAnsi"/>
                <w:lang w:eastAsia="cs-CZ"/>
              </w:rPr>
              <w:t xml:space="preserve">Prezenční listina ze školení </w:t>
            </w:r>
          </w:p>
          <w:p w14:paraId="215C0240" w14:textId="77777777" w:rsidR="00E85BE6" w:rsidRPr="000F234B" w:rsidRDefault="00E85BE6" w:rsidP="003E3D37">
            <w:pPr>
              <w:pStyle w:val="Tabulka-9"/>
              <w:spacing w:before="0" w:after="0" w:line="264" w:lineRule="auto"/>
              <w:rPr>
                <w:rFonts w:asciiTheme="minorHAnsi" w:eastAsia="Times New Roman" w:hAnsiTheme="minorHAnsi"/>
                <w:lang w:eastAsia="cs-CZ"/>
              </w:rPr>
            </w:pPr>
            <w:r w:rsidRPr="000F234B">
              <w:rPr>
                <w:rFonts w:asciiTheme="minorHAnsi" w:eastAsia="Times New Roman" w:hAnsiTheme="minorHAnsi"/>
                <w:lang w:eastAsia="cs-CZ"/>
              </w:rPr>
              <w:t>a</w:t>
            </w:r>
          </w:p>
          <w:p w14:paraId="61CF1881" w14:textId="77777777" w:rsidR="00E85BE6" w:rsidRPr="000F234B" w:rsidRDefault="00E85BE6" w:rsidP="003E3D37">
            <w:pPr>
              <w:pStyle w:val="Tabulka-9"/>
              <w:spacing w:before="0" w:after="0" w:line="264" w:lineRule="auto"/>
              <w:rPr>
                <w:rFonts w:asciiTheme="minorHAnsi" w:eastAsia="Times New Roman" w:hAnsiTheme="minorHAnsi"/>
                <w:lang w:eastAsia="cs-CZ"/>
              </w:rPr>
            </w:pPr>
            <w:r w:rsidRPr="000F234B">
              <w:rPr>
                <w:rFonts w:asciiTheme="minorHAnsi" w:eastAsia="Times New Roman" w:hAnsiTheme="minorHAnsi"/>
                <w:lang w:eastAsia="cs-CZ"/>
              </w:rPr>
              <w:t xml:space="preserve">Předávací protokol podepsaný Objednatelem </w:t>
            </w:r>
          </w:p>
          <w:p w14:paraId="00DC71F4" w14:textId="6987D74F" w:rsidR="00E85BE6" w:rsidRPr="00C502CC" w:rsidRDefault="00E85BE6" w:rsidP="003E3D37">
            <w:pPr>
              <w:pStyle w:val="Textbezodsazen"/>
              <w:spacing w:before="0" w:after="0"/>
              <w:jc w:val="left"/>
              <w:rPr>
                <w:rFonts w:asciiTheme="minorHAnsi" w:hAnsiTheme="minorHAnsi"/>
                <w:highlight w:val="green"/>
              </w:rPr>
            </w:pPr>
          </w:p>
        </w:tc>
      </w:tr>
      <w:tr w:rsidR="00E85BE6" w:rsidRPr="00C502CC" w14:paraId="59905A52" w14:textId="77777777" w:rsidTr="003E3D37">
        <w:tc>
          <w:tcPr>
            <w:tcW w:w="2748" w:type="dxa"/>
          </w:tcPr>
          <w:p w14:paraId="07DE5A15" w14:textId="77777777" w:rsidR="00E85BE6" w:rsidRPr="00C502CC" w:rsidRDefault="00E85BE6" w:rsidP="00E85BE6">
            <w:pPr>
              <w:pStyle w:val="Textbezodsazen"/>
              <w:rPr>
                <w:rStyle w:val="Tun"/>
                <w:rFonts w:asciiTheme="minorHAnsi" w:hAnsiTheme="minorHAnsi"/>
              </w:rPr>
            </w:pPr>
            <w:r w:rsidRPr="00C502CC">
              <w:rPr>
                <w:rStyle w:val="Tun"/>
                <w:rFonts w:asciiTheme="minorHAnsi" w:hAnsiTheme="minorHAnsi"/>
              </w:rPr>
              <w:t>2. Dílčí etapa</w:t>
            </w:r>
          </w:p>
        </w:tc>
        <w:tc>
          <w:tcPr>
            <w:tcW w:w="3982" w:type="dxa"/>
          </w:tcPr>
          <w:p w14:paraId="4849F2CF" w14:textId="7EEA58C3" w:rsidR="00E85BE6" w:rsidRPr="00A57509" w:rsidRDefault="00E85BE6" w:rsidP="003E3D37">
            <w:pPr>
              <w:pStyle w:val="Textbezodsazen"/>
              <w:spacing w:before="0" w:after="0"/>
              <w:jc w:val="left"/>
              <w:rPr>
                <w:rFonts w:asciiTheme="minorHAnsi" w:hAnsiTheme="minorHAnsi"/>
              </w:rPr>
            </w:pPr>
            <w:r w:rsidRPr="00A57509">
              <w:rPr>
                <w:rFonts w:asciiTheme="minorHAnsi" w:hAnsiTheme="minorHAnsi"/>
              </w:rPr>
              <w:t xml:space="preserve">do </w:t>
            </w:r>
            <w:r w:rsidRPr="00A57509">
              <w:rPr>
                <w:rFonts w:asciiTheme="minorHAnsi" w:hAnsiTheme="minorHAnsi"/>
                <w:b/>
              </w:rPr>
              <w:t xml:space="preserve">8 </w:t>
            </w:r>
            <w:r w:rsidRPr="00A57509">
              <w:rPr>
                <w:rFonts w:asciiTheme="minorHAnsi" w:hAnsiTheme="minorHAnsi"/>
              </w:rPr>
              <w:t>měsíců od nabytí účinnosti Smlouvy</w:t>
            </w:r>
          </w:p>
        </w:tc>
        <w:tc>
          <w:tcPr>
            <w:tcW w:w="3559" w:type="dxa"/>
          </w:tcPr>
          <w:p w14:paraId="0B5CEC94" w14:textId="77777777" w:rsidR="00E85BE6" w:rsidRPr="00A57509" w:rsidRDefault="00E85BE6" w:rsidP="00C502CC">
            <w:pPr>
              <w:pStyle w:val="TSlneksmlouvy"/>
              <w:spacing w:before="0" w:after="0" w:line="264" w:lineRule="auto"/>
              <w:ind w:left="0"/>
              <w:jc w:val="left"/>
              <w:rPr>
                <w:rFonts w:asciiTheme="minorHAnsi" w:eastAsiaTheme="minorHAnsi" w:hAnsiTheme="minorHAnsi" w:cstheme="minorBidi"/>
                <w:b w:val="0"/>
                <w:sz w:val="18"/>
                <w:szCs w:val="18"/>
                <w:u w:val="none"/>
                <w:lang w:val="cs-CZ"/>
              </w:rPr>
            </w:pPr>
            <w:r w:rsidRPr="00A57509">
              <w:rPr>
                <w:rFonts w:asciiTheme="minorHAnsi" w:eastAsiaTheme="minorHAnsi" w:hAnsiTheme="minorHAnsi" w:cstheme="minorBidi"/>
                <w:b w:val="0"/>
                <w:sz w:val="18"/>
                <w:szCs w:val="18"/>
                <w:u w:val="none"/>
                <w:lang w:val="cs-CZ"/>
              </w:rPr>
              <w:t>Návrh technického řešení DUSL k připomínkovému řízení.</w:t>
            </w:r>
          </w:p>
          <w:p w14:paraId="06ECA723" w14:textId="77777777" w:rsidR="00E85BE6" w:rsidRPr="00A57509" w:rsidRDefault="00E85BE6" w:rsidP="00C502CC">
            <w:pPr>
              <w:pStyle w:val="TSTextlnkuslovan"/>
              <w:spacing w:before="0" w:after="0" w:line="264" w:lineRule="auto"/>
              <w:jc w:val="left"/>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Zpracování konceptu záborového</w:t>
            </w:r>
          </w:p>
          <w:p w14:paraId="3FD49420" w14:textId="77777777" w:rsidR="00E85BE6" w:rsidRPr="00A57509" w:rsidRDefault="00E85BE6" w:rsidP="00C502CC">
            <w:pPr>
              <w:pStyle w:val="TSTextlnkuslovan"/>
              <w:spacing w:before="0" w:after="0" w:line="264" w:lineRule="auto"/>
              <w:jc w:val="left"/>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Elaborátu a rozeslání</w:t>
            </w:r>
          </w:p>
          <w:p w14:paraId="5943621F" w14:textId="6156143B" w:rsidR="00E85BE6" w:rsidRPr="00A57509" w:rsidRDefault="00E85BE6" w:rsidP="00565D33">
            <w:pPr>
              <w:pStyle w:val="TSTextlnkuslovan"/>
              <w:tabs>
                <w:tab w:val="clear" w:pos="737"/>
                <w:tab w:val="num" w:pos="0"/>
              </w:tabs>
              <w:spacing w:before="0" w:after="0" w:line="264" w:lineRule="auto"/>
              <w:ind w:left="0" w:firstLine="0"/>
              <w:jc w:val="left"/>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informačních dopisů dotčený</w:t>
            </w:r>
            <w:r w:rsidR="00C502CC" w:rsidRPr="00A57509">
              <w:rPr>
                <w:rFonts w:asciiTheme="minorHAnsi" w:eastAsiaTheme="minorHAnsi" w:hAnsiTheme="minorHAnsi" w:cstheme="minorBidi"/>
                <w:sz w:val="18"/>
                <w:szCs w:val="18"/>
                <w:lang w:eastAsia="en-US"/>
              </w:rPr>
              <w:t xml:space="preserve">m </w:t>
            </w:r>
            <w:r w:rsidRPr="00A57509">
              <w:rPr>
                <w:rFonts w:asciiTheme="minorHAnsi" w:eastAsiaTheme="minorHAnsi" w:hAnsiTheme="minorHAnsi" w:cstheme="minorBidi"/>
                <w:sz w:val="18"/>
                <w:szCs w:val="18"/>
                <w:lang w:eastAsia="en-US"/>
              </w:rPr>
              <w:t>vlastníkům.</w:t>
            </w:r>
          </w:p>
          <w:p w14:paraId="09181894" w14:textId="77777777" w:rsidR="00E85BE6" w:rsidRPr="00A57509" w:rsidRDefault="00E85BE6" w:rsidP="003E3D37">
            <w:pPr>
              <w:pStyle w:val="TSTextlnkuslovan"/>
              <w:spacing w:before="0" w:after="0" w:line="264" w:lineRule="auto"/>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Odevzdání kompletních</w:t>
            </w:r>
          </w:p>
          <w:p w14:paraId="7C73AD05" w14:textId="77777777" w:rsidR="00E85BE6" w:rsidRPr="00A57509" w:rsidRDefault="00E85BE6" w:rsidP="003E3D37">
            <w:pPr>
              <w:pStyle w:val="TSTextlnkuslovan"/>
              <w:spacing w:before="0" w:after="0" w:line="264" w:lineRule="auto"/>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Průzkumů odsouhlasených</w:t>
            </w:r>
          </w:p>
          <w:p w14:paraId="084175A7" w14:textId="77777777" w:rsidR="00E85BE6" w:rsidRDefault="00E85BE6" w:rsidP="003E3D37">
            <w:pPr>
              <w:pStyle w:val="Textbezodsazen"/>
              <w:spacing w:before="0" w:after="0"/>
              <w:jc w:val="left"/>
              <w:rPr>
                <w:rFonts w:asciiTheme="minorHAnsi" w:hAnsiTheme="minorHAnsi"/>
              </w:rPr>
            </w:pPr>
            <w:r w:rsidRPr="00A57509">
              <w:rPr>
                <w:rFonts w:asciiTheme="minorHAnsi" w:hAnsiTheme="minorHAnsi"/>
              </w:rPr>
              <w:t>Objednatelem</w:t>
            </w:r>
          </w:p>
          <w:p w14:paraId="1537FAF5" w14:textId="77777777" w:rsidR="00565D33" w:rsidRDefault="00565D33" w:rsidP="003E3D37">
            <w:pPr>
              <w:pStyle w:val="Textbezodsazen"/>
              <w:spacing w:before="0" w:after="0"/>
              <w:jc w:val="left"/>
              <w:rPr>
                <w:rFonts w:cs="Calibri"/>
              </w:rPr>
            </w:pPr>
            <w:r w:rsidRPr="00565D33">
              <w:rPr>
                <w:rFonts w:cs="Calibri"/>
              </w:rPr>
              <w:t>Zpracování a podání oznámení záměru dle přílohy č. 3 zákona č. 100/2001 Sb.</w:t>
            </w:r>
          </w:p>
          <w:p w14:paraId="57F4CF7B" w14:textId="020C3948" w:rsidR="006271BB" w:rsidRPr="00A57509" w:rsidRDefault="006271BB" w:rsidP="003E3D37">
            <w:pPr>
              <w:pStyle w:val="Textbezodsazen"/>
              <w:spacing w:before="0" w:after="0"/>
              <w:jc w:val="left"/>
              <w:rPr>
                <w:rFonts w:asciiTheme="minorHAnsi" w:hAnsiTheme="minorHAnsi"/>
              </w:rPr>
            </w:pPr>
            <w:r w:rsidRPr="003C7761">
              <w:rPr>
                <w:rFonts w:cs="Calibri"/>
                <w:i/>
                <w:iCs/>
              </w:rPr>
              <w:t>(vyhrazená změna závazku)</w:t>
            </w:r>
          </w:p>
        </w:tc>
        <w:tc>
          <w:tcPr>
            <w:tcW w:w="3373" w:type="dxa"/>
          </w:tcPr>
          <w:p w14:paraId="30FA1F29" w14:textId="77777777" w:rsidR="00E85BE6" w:rsidRPr="00C502CC" w:rsidRDefault="00E85BE6" w:rsidP="003E3D37">
            <w:pPr>
              <w:spacing w:before="0" w:after="0" w:line="264" w:lineRule="auto"/>
              <w:rPr>
                <w:rFonts w:asciiTheme="minorHAnsi" w:eastAsia="Calibri" w:hAnsiTheme="minorHAnsi"/>
                <w:sz w:val="18"/>
                <w:szCs w:val="18"/>
              </w:rPr>
            </w:pPr>
            <w:r w:rsidRPr="00C502CC">
              <w:rPr>
                <w:rFonts w:asciiTheme="minorHAnsi" w:eastAsia="Calibri" w:hAnsiTheme="minorHAnsi"/>
                <w:sz w:val="18"/>
                <w:szCs w:val="18"/>
              </w:rPr>
              <w:t xml:space="preserve">Předávací protokol podepsaný Objednatelem </w:t>
            </w:r>
          </w:p>
          <w:p w14:paraId="65C88B2E" w14:textId="6B43B81B" w:rsidR="00E85BE6" w:rsidRPr="00C502CC" w:rsidRDefault="00E85BE6" w:rsidP="003E3D37">
            <w:pPr>
              <w:pStyle w:val="Textbezodsazen"/>
              <w:spacing w:before="0" w:after="0"/>
              <w:jc w:val="left"/>
              <w:rPr>
                <w:rFonts w:asciiTheme="minorHAnsi" w:hAnsiTheme="minorHAnsi"/>
                <w:highlight w:val="green"/>
              </w:rPr>
            </w:pPr>
          </w:p>
        </w:tc>
      </w:tr>
      <w:tr w:rsidR="00E85BE6" w:rsidRPr="00C502CC" w14:paraId="124CD654" w14:textId="77777777" w:rsidTr="003E3D37">
        <w:tc>
          <w:tcPr>
            <w:tcW w:w="2748" w:type="dxa"/>
          </w:tcPr>
          <w:p w14:paraId="11E5EA3D" w14:textId="7B99775E" w:rsidR="00E85BE6" w:rsidRPr="00C502CC" w:rsidRDefault="00E85BE6" w:rsidP="00E85BE6">
            <w:pPr>
              <w:pStyle w:val="Textbezodsazen"/>
              <w:rPr>
                <w:rStyle w:val="Tun"/>
                <w:rFonts w:asciiTheme="minorHAnsi" w:hAnsiTheme="minorHAnsi"/>
              </w:rPr>
            </w:pPr>
            <w:r w:rsidRPr="00C502CC">
              <w:rPr>
                <w:rStyle w:val="Tun"/>
                <w:rFonts w:asciiTheme="minorHAnsi" w:hAnsiTheme="minorHAnsi"/>
              </w:rPr>
              <w:t>3.</w:t>
            </w:r>
            <w:r w:rsidR="00F444BE">
              <w:rPr>
                <w:rStyle w:val="Tun"/>
                <w:rFonts w:asciiTheme="minorHAnsi" w:hAnsiTheme="minorHAnsi"/>
              </w:rPr>
              <w:t>a</w:t>
            </w:r>
            <w:r w:rsidRPr="00C502CC">
              <w:rPr>
                <w:rStyle w:val="Tun"/>
                <w:rFonts w:asciiTheme="minorHAnsi" w:hAnsiTheme="minorHAnsi"/>
              </w:rPr>
              <w:t xml:space="preserve"> Dílčí etapa</w:t>
            </w:r>
          </w:p>
        </w:tc>
        <w:tc>
          <w:tcPr>
            <w:tcW w:w="3982" w:type="dxa"/>
          </w:tcPr>
          <w:p w14:paraId="0FC3E538" w14:textId="42C98705" w:rsidR="00E85BE6" w:rsidRPr="00A57509" w:rsidRDefault="00E85BE6" w:rsidP="003E3D37">
            <w:pPr>
              <w:pStyle w:val="Textbezodsazen"/>
              <w:spacing w:before="0" w:after="0"/>
              <w:jc w:val="left"/>
              <w:rPr>
                <w:rFonts w:asciiTheme="minorHAnsi" w:hAnsiTheme="minorHAnsi"/>
              </w:rPr>
            </w:pPr>
            <w:r w:rsidRPr="00A57509">
              <w:rPr>
                <w:rFonts w:asciiTheme="minorHAnsi" w:hAnsiTheme="minorHAnsi"/>
              </w:rPr>
              <w:t xml:space="preserve">do </w:t>
            </w:r>
            <w:r w:rsidRPr="00A57509">
              <w:rPr>
                <w:rFonts w:asciiTheme="minorHAnsi" w:hAnsiTheme="minorHAnsi"/>
                <w:b/>
              </w:rPr>
              <w:t xml:space="preserve">12 </w:t>
            </w:r>
            <w:r w:rsidRPr="00A57509">
              <w:rPr>
                <w:rFonts w:asciiTheme="minorHAnsi" w:hAnsiTheme="minorHAnsi"/>
              </w:rPr>
              <w:t>měsíců od nabytí účinnosti Smlouvy</w:t>
            </w:r>
          </w:p>
        </w:tc>
        <w:tc>
          <w:tcPr>
            <w:tcW w:w="3559" w:type="dxa"/>
          </w:tcPr>
          <w:p w14:paraId="62F53242" w14:textId="77777777" w:rsidR="00E85BE6" w:rsidRPr="00A57509" w:rsidRDefault="00E85BE6" w:rsidP="003E3D37">
            <w:pPr>
              <w:pStyle w:val="TSTextlnkuslovan"/>
              <w:spacing w:before="0" w:after="0" w:line="264" w:lineRule="auto"/>
              <w:jc w:val="left"/>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Odevzdání DUSL se</w:t>
            </w:r>
          </w:p>
          <w:p w14:paraId="7395EF75" w14:textId="77777777" w:rsidR="00E85BE6" w:rsidRPr="00A57509" w:rsidRDefault="00E85BE6" w:rsidP="003E3D37">
            <w:pPr>
              <w:pStyle w:val="TSTextlnkuslovan"/>
              <w:spacing w:before="0" w:after="0" w:line="264" w:lineRule="auto"/>
              <w:jc w:val="left"/>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zapracovanými připomínkami</w:t>
            </w:r>
          </w:p>
          <w:p w14:paraId="693D5781" w14:textId="789EC474" w:rsidR="00E85BE6" w:rsidRPr="00A57509" w:rsidRDefault="00E85BE6" w:rsidP="003E3D37">
            <w:pPr>
              <w:pStyle w:val="TSTextlnkuslovan"/>
              <w:spacing w:before="0" w:after="0" w:line="264" w:lineRule="auto"/>
              <w:jc w:val="left"/>
              <w:rPr>
                <w:rFonts w:asciiTheme="minorHAnsi" w:eastAsiaTheme="minorHAnsi" w:hAnsiTheme="minorHAnsi" w:cstheme="minorBidi"/>
                <w:sz w:val="18"/>
                <w:szCs w:val="18"/>
                <w:lang w:eastAsia="en-US"/>
              </w:rPr>
            </w:pPr>
            <w:r w:rsidRPr="00A57509">
              <w:rPr>
                <w:rFonts w:asciiTheme="minorHAnsi" w:eastAsiaTheme="minorHAnsi" w:hAnsiTheme="minorHAnsi" w:cstheme="minorBidi"/>
                <w:sz w:val="18"/>
                <w:szCs w:val="18"/>
                <w:lang w:eastAsia="en-US"/>
              </w:rPr>
              <w:t xml:space="preserve">bez dokladové části. </w:t>
            </w:r>
          </w:p>
        </w:tc>
        <w:tc>
          <w:tcPr>
            <w:tcW w:w="3373" w:type="dxa"/>
          </w:tcPr>
          <w:p w14:paraId="62E0FF5D" w14:textId="77777777" w:rsidR="00E85BE6" w:rsidRPr="00C502CC" w:rsidRDefault="00E85BE6" w:rsidP="003E3D37">
            <w:pPr>
              <w:spacing w:before="0" w:after="0" w:line="264" w:lineRule="auto"/>
              <w:rPr>
                <w:rFonts w:asciiTheme="minorHAnsi" w:eastAsia="Calibri" w:hAnsiTheme="minorHAnsi"/>
                <w:sz w:val="18"/>
                <w:szCs w:val="18"/>
              </w:rPr>
            </w:pPr>
            <w:r w:rsidRPr="00C502CC">
              <w:rPr>
                <w:rFonts w:asciiTheme="minorHAnsi" w:eastAsia="Calibri" w:hAnsiTheme="minorHAnsi"/>
                <w:sz w:val="18"/>
                <w:szCs w:val="18"/>
              </w:rPr>
              <w:t xml:space="preserve">Předávací protokol podepsaný Objednatelem </w:t>
            </w:r>
          </w:p>
          <w:p w14:paraId="7152D89C" w14:textId="60089954" w:rsidR="00E85BE6" w:rsidRPr="00C502CC" w:rsidRDefault="00E85BE6" w:rsidP="003E3D37">
            <w:pPr>
              <w:pStyle w:val="Textbezodsazen"/>
              <w:spacing w:before="0" w:after="0"/>
              <w:jc w:val="left"/>
              <w:rPr>
                <w:rFonts w:asciiTheme="minorHAnsi" w:hAnsiTheme="minorHAnsi"/>
                <w:highlight w:val="green"/>
              </w:rPr>
            </w:pPr>
          </w:p>
        </w:tc>
      </w:tr>
      <w:tr w:rsidR="003C7761" w:rsidRPr="00C502CC" w14:paraId="3FFCE81C" w14:textId="77777777" w:rsidTr="003E3D37">
        <w:tc>
          <w:tcPr>
            <w:tcW w:w="2748" w:type="dxa"/>
          </w:tcPr>
          <w:p w14:paraId="0E8DD954" w14:textId="324622C8" w:rsidR="003C7761" w:rsidRPr="003C7761" w:rsidRDefault="003C7761" w:rsidP="003C7761">
            <w:pPr>
              <w:pStyle w:val="Textbezodsazen"/>
              <w:rPr>
                <w:rStyle w:val="Tun"/>
                <w:rFonts w:asciiTheme="minorHAnsi" w:hAnsiTheme="minorHAnsi"/>
                <w:b w:val="0"/>
                <w:bCs/>
              </w:rPr>
            </w:pPr>
            <w:r w:rsidRPr="003C7761">
              <w:rPr>
                <w:rFonts w:cs="Calibri"/>
                <w:b/>
                <w:bCs/>
              </w:rPr>
              <w:t>3.</w:t>
            </w:r>
            <w:r w:rsidR="00F444BE">
              <w:rPr>
                <w:rFonts w:cs="Calibri"/>
                <w:b/>
                <w:bCs/>
              </w:rPr>
              <w:t>b</w:t>
            </w:r>
            <w:r w:rsidRPr="003C7761">
              <w:rPr>
                <w:rFonts w:cs="Calibri"/>
                <w:b/>
                <w:bCs/>
              </w:rPr>
              <w:t xml:space="preserve"> Dílčí etapa</w:t>
            </w:r>
          </w:p>
        </w:tc>
        <w:tc>
          <w:tcPr>
            <w:tcW w:w="3982" w:type="dxa"/>
          </w:tcPr>
          <w:p w14:paraId="72D73159" w14:textId="7895D0DA" w:rsidR="003C7761" w:rsidRPr="00A57509" w:rsidRDefault="003C7761" w:rsidP="003C7761">
            <w:pPr>
              <w:pStyle w:val="Textbezodsazen"/>
              <w:spacing w:after="0"/>
              <w:jc w:val="left"/>
              <w:rPr>
                <w:rFonts w:asciiTheme="minorHAnsi" w:hAnsiTheme="minorHAnsi"/>
              </w:rPr>
            </w:pPr>
            <w:r w:rsidRPr="00DF379F">
              <w:t xml:space="preserve">do </w:t>
            </w:r>
            <w:r w:rsidRPr="00DF379F">
              <w:rPr>
                <w:b/>
              </w:rPr>
              <w:t>1</w:t>
            </w:r>
            <w:r>
              <w:rPr>
                <w:b/>
              </w:rPr>
              <w:t>2</w:t>
            </w:r>
            <w:r w:rsidRPr="00DF379F">
              <w:rPr>
                <w:b/>
              </w:rPr>
              <w:t xml:space="preserve"> </w:t>
            </w:r>
            <w:r w:rsidRPr="00DF379F">
              <w:t>měsíců od nabytí účinnosti Smlouvy</w:t>
            </w:r>
          </w:p>
        </w:tc>
        <w:tc>
          <w:tcPr>
            <w:tcW w:w="3559" w:type="dxa"/>
          </w:tcPr>
          <w:p w14:paraId="3E4FC77A" w14:textId="77777777" w:rsidR="003C7761" w:rsidRPr="003C7761" w:rsidRDefault="003C7761" w:rsidP="003C7761">
            <w:pPr>
              <w:pStyle w:val="TSTextlnkuslovan"/>
              <w:tabs>
                <w:tab w:val="clear" w:pos="737"/>
                <w:tab w:val="num" w:pos="0"/>
              </w:tabs>
              <w:spacing w:after="0" w:line="264" w:lineRule="auto"/>
              <w:ind w:left="0" w:hanging="5"/>
              <w:jc w:val="left"/>
              <w:rPr>
                <w:rFonts w:ascii="Verdana" w:hAnsi="Verdana" w:cs="Calibri"/>
                <w:sz w:val="18"/>
                <w:szCs w:val="18"/>
                <w:lang w:eastAsia="en-US"/>
              </w:rPr>
            </w:pPr>
            <w:r w:rsidRPr="003C7761">
              <w:rPr>
                <w:rFonts w:ascii="Verdana" w:hAnsi="Verdana" w:cs="Calibri"/>
                <w:sz w:val="18"/>
                <w:szCs w:val="18"/>
                <w:lang w:eastAsia="en-US"/>
              </w:rPr>
              <w:t xml:space="preserve">Zpracování a podání dokumentace EIA dle přílohy č. 4 zákona č. 100/2001 Sb. </w:t>
            </w:r>
          </w:p>
          <w:p w14:paraId="448D0843" w14:textId="3E2C2337" w:rsidR="003C7761" w:rsidRPr="003C7761" w:rsidRDefault="003C7761" w:rsidP="003C7761">
            <w:pPr>
              <w:pStyle w:val="TSTextlnkuslovan"/>
              <w:tabs>
                <w:tab w:val="clear" w:pos="737"/>
                <w:tab w:val="num" w:pos="0"/>
              </w:tabs>
              <w:spacing w:after="0" w:line="264" w:lineRule="auto"/>
              <w:ind w:left="0" w:hanging="5"/>
              <w:jc w:val="left"/>
              <w:rPr>
                <w:rFonts w:asciiTheme="minorHAnsi" w:eastAsiaTheme="minorHAnsi" w:hAnsiTheme="minorHAnsi" w:cstheme="minorBidi"/>
                <w:i/>
                <w:iCs/>
                <w:sz w:val="18"/>
                <w:szCs w:val="18"/>
                <w:lang w:eastAsia="en-US"/>
              </w:rPr>
            </w:pPr>
            <w:r w:rsidRPr="003C7761">
              <w:rPr>
                <w:rFonts w:ascii="Verdana" w:hAnsi="Verdana" w:cs="Calibri"/>
                <w:i/>
                <w:iCs/>
                <w:sz w:val="18"/>
                <w:szCs w:val="18"/>
                <w:lang w:eastAsia="en-US"/>
              </w:rPr>
              <w:t>(vyhrazená změna závazku)</w:t>
            </w:r>
          </w:p>
        </w:tc>
        <w:tc>
          <w:tcPr>
            <w:tcW w:w="3373" w:type="dxa"/>
          </w:tcPr>
          <w:p w14:paraId="7182BF97" w14:textId="4DC24C50" w:rsidR="003C7761" w:rsidRPr="003C7761" w:rsidRDefault="003C7761" w:rsidP="003C7761">
            <w:pPr>
              <w:spacing w:after="0" w:line="264" w:lineRule="auto"/>
              <w:rPr>
                <w:rFonts w:asciiTheme="minorHAnsi" w:eastAsia="Calibri" w:hAnsiTheme="minorHAnsi"/>
                <w:sz w:val="18"/>
                <w:szCs w:val="18"/>
              </w:rPr>
            </w:pPr>
            <w:r w:rsidRPr="003C7761">
              <w:rPr>
                <w:rFonts w:eastAsia="Calibri"/>
                <w:sz w:val="18"/>
                <w:szCs w:val="18"/>
              </w:rPr>
              <w:t>Předávací protokol (pro Část Díla) k 3.a dílčí etapě podepsaný zástupcem Objednatele</w:t>
            </w:r>
          </w:p>
        </w:tc>
      </w:tr>
      <w:tr w:rsidR="003C7761" w:rsidRPr="00C502CC" w14:paraId="6FD83D89" w14:textId="77777777" w:rsidTr="003E3D37">
        <w:tc>
          <w:tcPr>
            <w:tcW w:w="2748" w:type="dxa"/>
          </w:tcPr>
          <w:p w14:paraId="28C71F85" w14:textId="77777777" w:rsidR="003C7761" w:rsidRPr="00C502CC" w:rsidRDefault="003C7761" w:rsidP="003C7761">
            <w:pPr>
              <w:pStyle w:val="Textbezodsazen"/>
              <w:rPr>
                <w:rStyle w:val="Tun"/>
                <w:rFonts w:asciiTheme="minorHAnsi" w:hAnsiTheme="minorHAnsi"/>
              </w:rPr>
            </w:pPr>
            <w:r w:rsidRPr="00C502CC">
              <w:rPr>
                <w:rStyle w:val="Tun"/>
                <w:rFonts w:asciiTheme="minorHAnsi" w:hAnsiTheme="minorHAnsi"/>
              </w:rPr>
              <w:t>4. Dílčí etapa</w:t>
            </w:r>
          </w:p>
        </w:tc>
        <w:tc>
          <w:tcPr>
            <w:tcW w:w="3982" w:type="dxa"/>
          </w:tcPr>
          <w:p w14:paraId="79E03AF8" w14:textId="47AA0B69" w:rsidR="003C7761" w:rsidRPr="00A57509" w:rsidRDefault="003C7761" w:rsidP="003C7761">
            <w:pPr>
              <w:pStyle w:val="Textbezodsazen"/>
              <w:spacing w:before="0" w:after="0"/>
              <w:jc w:val="left"/>
              <w:rPr>
                <w:rFonts w:asciiTheme="minorHAnsi" w:hAnsiTheme="minorHAnsi"/>
              </w:rPr>
            </w:pPr>
            <w:r w:rsidRPr="00A57509">
              <w:rPr>
                <w:rFonts w:asciiTheme="minorHAnsi" w:hAnsiTheme="minorHAnsi"/>
              </w:rPr>
              <w:t xml:space="preserve">do </w:t>
            </w:r>
            <w:r w:rsidRPr="00A57509">
              <w:rPr>
                <w:rFonts w:asciiTheme="minorHAnsi" w:hAnsiTheme="minorHAnsi"/>
                <w:b/>
              </w:rPr>
              <w:t xml:space="preserve">17 </w:t>
            </w:r>
            <w:r w:rsidRPr="00A57509">
              <w:rPr>
                <w:rFonts w:asciiTheme="minorHAnsi" w:hAnsiTheme="minorHAnsi"/>
              </w:rPr>
              <w:t>měsíců od nabytí účinnosti Smlouvy</w:t>
            </w:r>
          </w:p>
        </w:tc>
        <w:tc>
          <w:tcPr>
            <w:tcW w:w="3559" w:type="dxa"/>
          </w:tcPr>
          <w:p w14:paraId="3699561E"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Dokladová část.</w:t>
            </w:r>
          </w:p>
          <w:p w14:paraId="3389801C"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Podání žádosti o povolení</w:t>
            </w:r>
          </w:p>
          <w:p w14:paraId="3D048964"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záměru.</w:t>
            </w:r>
          </w:p>
          <w:p w14:paraId="72178549"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Zpracování geometrických plánů</w:t>
            </w:r>
          </w:p>
          <w:p w14:paraId="0B61380F"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pro trvalé zábory a věcná</w:t>
            </w:r>
          </w:p>
          <w:p w14:paraId="2BB058B7"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břemena</w:t>
            </w:r>
          </w:p>
          <w:p w14:paraId="27481FFA"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Odevzdání aktualizace záměru</w:t>
            </w:r>
          </w:p>
          <w:p w14:paraId="2A43334E" w14:textId="46B28CE3"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projektu.</w:t>
            </w:r>
          </w:p>
        </w:tc>
        <w:tc>
          <w:tcPr>
            <w:tcW w:w="3373" w:type="dxa"/>
          </w:tcPr>
          <w:p w14:paraId="6A2D7533" w14:textId="77777777" w:rsidR="003C7761" w:rsidRPr="00C502CC" w:rsidRDefault="003C7761" w:rsidP="003C7761">
            <w:pPr>
              <w:spacing w:before="0" w:after="0" w:line="264" w:lineRule="auto"/>
              <w:rPr>
                <w:rFonts w:asciiTheme="minorHAnsi" w:eastAsia="Calibri" w:hAnsiTheme="minorHAnsi"/>
                <w:sz w:val="18"/>
                <w:szCs w:val="18"/>
              </w:rPr>
            </w:pPr>
            <w:r w:rsidRPr="00C502CC">
              <w:rPr>
                <w:rFonts w:asciiTheme="minorHAnsi" w:eastAsia="Calibri" w:hAnsiTheme="minorHAnsi"/>
                <w:sz w:val="18"/>
                <w:szCs w:val="18"/>
              </w:rPr>
              <w:t xml:space="preserve">Předávací protokol podepsaný Objednatelem </w:t>
            </w:r>
          </w:p>
          <w:p w14:paraId="6CF605CF" w14:textId="77777777" w:rsidR="003C7761" w:rsidRPr="00C502CC" w:rsidRDefault="003C7761" w:rsidP="003C7761">
            <w:pPr>
              <w:spacing w:before="0" w:after="0" w:line="264" w:lineRule="auto"/>
              <w:rPr>
                <w:rFonts w:asciiTheme="minorHAnsi" w:eastAsia="Calibri" w:hAnsiTheme="minorHAnsi"/>
                <w:sz w:val="18"/>
                <w:szCs w:val="18"/>
              </w:rPr>
            </w:pPr>
          </w:p>
          <w:p w14:paraId="3549BFB3" w14:textId="77777777" w:rsidR="003C7761" w:rsidRPr="00C502CC" w:rsidRDefault="003C7761" w:rsidP="003C7761">
            <w:pPr>
              <w:spacing w:before="0" w:after="0" w:line="264" w:lineRule="auto"/>
              <w:rPr>
                <w:rFonts w:asciiTheme="minorHAnsi" w:eastAsia="Calibri" w:hAnsiTheme="minorHAnsi"/>
                <w:sz w:val="18"/>
                <w:szCs w:val="18"/>
              </w:rPr>
            </w:pPr>
            <w:r w:rsidRPr="00C502CC">
              <w:rPr>
                <w:rFonts w:asciiTheme="minorHAnsi" w:eastAsia="Calibri" w:hAnsiTheme="minorHAnsi"/>
                <w:sz w:val="18"/>
                <w:szCs w:val="18"/>
              </w:rPr>
              <w:t xml:space="preserve">Kopie žádosti o povolení potvrzená místně příslušným úřadem </w:t>
            </w:r>
          </w:p>
          <w:p w14:paraId="6F1410DF" w14:textId="6277AA82" w:rsidR="003C7761" w:rsidRPr="00C502CC" w:rsidRDefault="003C7761" w:rsidP="003C7761">
            <w:pPr>
              <w:pStyle w:val="Textbezodsazen"/>
              <w:spacing w:before="0" w:after="0"/>
              <w:jc w:val="left"/>
              <w:rPr>
                <w:rFonts w:asciiTheme="minorHAnsi" w:hAnsiTheme="minorHAnsi"/>
                <w:highlight w:val="green"/>
              </w:rPr>
            </w:pPr>
          </w:p>
        </w:tc>
      </w:tr>
      <w:tr w:rsidR="003C7761" w:rsidRPr="00C502CC" w14:paraId="7D795898" w14:textId="77777777" w:rsidTr="003E3D37">
        <w:tc>
          <w:tcPr>
            <w:tcW w:w="2748" w:type="dxa"/>
          </w:tcPr>
          <w:p w14:paraId="55BD9ACB" w14:textId="77777777" w:rsidR="003C7761" w:rsidRPr="00C502CC" w:rsidRDefault="003C7761" w:rsidP="003C7761">
            <w:pPr>
              <w:pStyle w:val="Textbezodsazen"/>
              <w:rPr>
                <w:rStyle w:val="Tun"/>
                <w:rFonts w:asciiTheme="minorHAnsi" w:hAnsiTheme="minorHAnsi"/>
              </w:rPr>
            </w:pPr>
            <w:r w:rsidRPr="00C502CC">
              <w:rPr>
                <w:rStyle w:val="Tun"/>
                <w:rFonts w:asciiTheme="minorHAnsi" w:hAnsiTheme="minorHAnsi"/>
              </w:rPr>
              <w:t>5. Dílčí etapa</w:t>
            </w:r>
          </w:p>
        </w:tc>
        <w:tc>
          <w:tcPr>
            <w:tcW w:w="3982" w:type="dxa"/>
          </w:tcPr>
          <w:p w14:paraId="5E912296" w14:textId="33B0F62D" w:rsidR="003C7761" w:rsidRPr="00A57509" w:rsidRDefault="003C7761" w:rsidP="003C7761">
            <w:pPr>
              <w:pStyle w:val="Textbezodsazen"/>
              <w:spacing w:before="0" w:after="0"/>
              <w:jc w:val="left"/>
              <w:rPr>
                <w:rFonts w:asciiTheme="minorHAnsi" w:hAnsiTheme="minorHAnsi"/>
              </w:rPr>
            </w:pPr>
            <w:r w:rsidRPr="00A57509">
              <w:rPr>
                <w:rFonts w:asciiTheme="minorHAnsi" w:hAnsiTheme="minorHAnsi"/>
              </w:rPr>
              <w:t xml:space="preserve">do </w:t>
            </w:r>
            <w:r w:rsidRPr="00A57509">
              <w:rPr>
                <w:rFonts w:asciiTheme="minorHAnsi" w:hAnsiTheme="minorHAnsi"/>
                <w:b/>
              </w:rPr>
              <w:t xml:space="preserve">23 </w:t>
            </w:r>
            <w:r w:rsidRPr="00A57509">
              <w:rPr>
                <w:rFonts w:asciiTheme="minorHAnsi" w:hAnsiTheme="minorHAnsi"/>
              </w:rPr>
              <w:t>měsíců od nabytí účinnosti Smlouvy</w:t>
            </w:r>
          </w:p>
        </w:tc>
        <w:tc>
          <w:tcPr>
            <w:tcW w:w="3559" w:type="dxa"/>
          </w:tcPr>
          <w:p w14:paraId="1C23E5B6" w14:textId="77777777" w:rsidR="003C7761" w:rsidRPr="00A57509" w:rsidRDefault="003C7761" w:rsidP="003C7761">
            <w:pPr>
              <w:pStyle w:val="TSTextlnkuslovan"/>
              <w:spacing w:before="0" w:after="0" w:line="264" w:lineRule="auto"/>
              <w:rPr>
                <w:rFonts w:asciiTheme="minorHAnsi" w:hAnsiTheme="minorHAnsi" w:cs="Calibri"/>
                <w:sz w:val="18"/>
                <w:szCs w:val="18"/>
                <w:lang w:eastAsia="en-US"/>
              </w:rPr>
            </w:pPr>
            <w:r w:rsidRPr="00A57509">
              <w:rPr>
                <w:rFonts w:asciiTheme="minorHAnsi" w:hAnsiTheme="minorHAnsi" w:cs="Calibri"/>
                <w:sz w:val="18"/>
                <w:szCs w:val="18"/>
                <w:lang w:eastAsia="en-US"/>
              </w:rPr>
              <w:t>Nabytí právní moci povolení záměru.</w:t>
            </w:r>
          </w:p>
          <w:p w14:paraId="7A9157BF" w14:textId="26E0E0FC" w:rsidR="003C7761" w:rsidRPr="00A57509" w:rsidRDefault="003C7761" w:rsidP="003C7761">
            <w:pPr>
              <w:pStyle w:val="Textbezodsazen"/>
              <w:spacing w:before="0" w:after="0"/>
              <w:jc w:val="left"/>
              <w:rPr>
                <w:rFonts w:asciiTheme="minorHAnsi" w:hAnsiTheme="minorHAnsi"/>
              </w:rPr>
            </w:pPr>
          </w:p>
        </w:tc>
        <w:tc>
          <w:tcPr>
            <w:tcW w:w="3373" w:type="dxa"/>
          </w:tcPr>
          <w:p w14:paraId="5D1AE127" w14:textId="77777777" w:rsidR="003C7761" w:rsidRPr="00C502CC" w:rsidRDefault="003C7761" w:rsidP="003C7761">
            <w:pPr>
              <w:pStyle w:val="TSTextlnkuslovan"/>
              <w:spacing w:before="0" w:after="0" w:line="264" w:lineRule="auto"/>
              <w:rPr>
                <w:rFonts w:asciiTheme="minorHAnsi" w:eastAsia="Calibri" w:hAnsiTheme="minorHAnsi"/>
                <w:sz w:val="18"/>
                <w:szCs w:val="18"/>
                <w:lang w:eastAsia="en-US"/>
              </w:rPr>
            </w:pPr>
            <w:r w:rsidRPr="00C502CC">
              <w:rPr>
                <w:rFonts w:asciiTheme="minorHAnsi" w:eastAsia="Calibri" w:hAnsiTheme="minorHAnsi"/>
                <w:sz w:val="18"/>
                <w:szCs w:val="18"/>
                <w:lang w:eastAsia="en-US"/>
              </w:rPr>
              <w:t>Předávací protokol podepsaný</w:t>
            </w:r>
          </w:p>
          <w:p w14:paraId="6B3C8675" w14:textId="77777777" w:rsidR="003C7761" w:rsidRPr="00C502CC" w:rsidRDefault="003C7761" w:rsidP="003C7761">
            <w:pPr>
              <w:pStyle w:val="TSTextlnkuslovan"/>
              <w:spacing w:before="0" w:after="0" w:line="264" w:lineRule="auto"/>
              <w:rPr>
                <w:rFonts w:asciiTheme="minorHAnsi" w:eastAsia="Calibri" w:hAnsiTheme="minorHAnsi"/>
                <w:sz w:val="18"/>
                <w:szCs w:val="18"/>
                <w:lang w:eastAsia="en-US"/>
              </w:rPr>
            </w:pPr>
            <w:r w:rsidRPr="00C502CC">
              <w:rPr>
                <w:rFonts w:asciiTheme="minorHAnsi" w:eastAsia="Calibri" w:hAnsiTheme="minorHAnsi"/>
                <w:sz w:val="18"/>
                <w:szCs w:val="18"/>
                <w:lang w:eastAsia="en-US"/>
              </w:rPr>
              <w:t>Objednatelem. Předání</w:t>
            </w:r>
          </w:p>
          <w:p w14:paraId="7B7CCAB4" w14:textId="45F5AA0B" w:rsidR="003C7761" w:rsidRPr="00C502CC" w:rsidRDefault="003C7761" w:rsidP="003C7761">
            <w:pPr>
              <w:pStyle w:val="Textbezodsazen"/>
              <w:spacing w:before="0" w:after="0"/>
              <w:jc w:val="left"/>
              <w:rPr>
                <w:rFonts w:asciiTheme="minorHAnsi" w:hAnsiTheme="minorHAnsi"/>
                <w:b/>
                <w:highlight w:val="green"/>
              </w:rPr>
            </w:pPr>
            <w:r w:rsidRPr="00C502CC">
              <w:rPr>
                <w:rFonts w:asciiTheme="minorHAnsi" w:eastAsia="Calibri" w:hAnsiTheme="minorHAnsi"/>
              </w:rPr>
              <w:t xml:space="preserve">rozhodnutí. </w:t>
            </w:r>
          </w:p>
        </w:tc>
      </w:tr>
      <w:tr w:rsidR="003C7761" w:rsidRPr="00C502CC" w14:paraId="393C140A" w14:textId="77777777" w:rsidTr="003E3D37">
        <w:tc>
          <w:tcPr>
            <w:tcW w:w="2748" w:type="dxa"/>
          </w:tcPr>
          <w:p w14:paraId="3348AD24" w14:textId="12D7A938" w:rsidR="003C7761" w:rsidRPr="00C502CC" w:rsidRDefault="003C7761" w:rsidP="003C7761">
            <w:pPr>
              <w:pStyle w:val="Textbezodsazen"/>
              <w:rPr>
                <w:rStyle w:val="Tun"/>
                <w:rFonts w:asciiTheme="minorHAnsi" w:hAnsiTheme="minorHAnsi"/>
              </w:rPr>
            </w:pPr>
            <w:r w:rsidRPr="00C502CC">
              <w:rPr>
                <w:rStyle w:val="Tun"/>
                <w:rFonts w:asciiTheme="minorHAnsi" w:hAnsiTheme="minorHAnsi"/>
              </w:rPr>
              <w:t>6.a Dílčí etapa</w:t>
            </w:r>
          </w:p>
        </w:tc>
        <w:tc>
          <w:tcPr>
            <w:tcW w:w="3982" w:type="dxa"/>
            <w:vAlign w:val="center"/>
          </w:tcPr>
          <w:p w14:paraId="0627038A" w14:textId="56D1A74C" w:rsidR="003C7761" w:rsidRPr="00A57509" w:rsidRDefault="003C7761" w:rsidP="003C7761">
            <w:pPr>
              <w:pStyle w:val="Textbezodsazen"/>
              <w:spacing w:before="0" w:after="0"/>
              <w:jc w:val="left"/>
              <w:rPr>
                <w:rFonts w:asciiTheme="minorHAnsi" w:hAnsiTheme="minorHAnsi"/>
                <w:b/>
              </w:rPr>
            </w:pPr>
            <w:r w:rsidRPr="00A57509">
              <w:rPr>
                <w:rFonts w:asciiTheme="minorHAnsi" w:hAnsiTheme="minorHAnsi"/>
              </w:rPr>
              <w:t xml:space="preserve">do </w:t>
            </w:r>
            <w:r w:rsidRPr="00A57509">
              <w:rPr>
                <w:rFonts w:asciiTheme="minorHAnsi" w:hAnsiTheme="minorHAnsi"/>
                <w:b/>
              </w:rPr>
              <w:t xml:space="preserve">22 </w:t>
            </w:r>
            <w:r w:rsidRPr="00A57509">
              <w:rPr>
                <w:rFonts w:asciiTheme="minorHAnsi" w:hAnsiTheme="minorHAnsi"/>
              </w:rPr>
              <w:t>měsíců od nabytí účinnosti Smlouvy (max. 1 měsíc před etapou 6.b)</w:t>
            </w:r>
          </w:p>
        </w:tc>
        <w:tc>
          <w:tcPr>
            <w:tcW w:w="3559" w:type="dxa"/>
            <w:vAlign w:val="center"/>
          </w:tcPr>
          <w:p w14:paraId="21BF8739" w14:textId="1CEC4BBE" w:rsidR="003C7761" w:rsidRPr="000F234B" w:rsidRDefault="003C7761" w:rsidP="003C7761">
            <w:pPr>
              <w:pStyle w:val="TSTextlnkuslovan"/>
              <w:tabs>
                <w:tab w:val="clear" w:pos="737"/>
                <w:tab w:val="num" w:pos="0"/>
              </w:tabs>
              <w:spacing w:before="0" w:after="0" w:line="264" w:lineRule="auto"/>
              <w:ind w:left="0" w:firstLine="0"/>
              <w:rPr>
                <w:rFonts w:asciiTheme="minorHAnsi" w:hAnsiTheme="minorHAnsi" w:cs="Calibri"/>
                <w:sz w:val="18"/>
                <w:szCs w:val="18"/>
                <w:lang w:eastAsia="en-US"/>
              </w:rPr>
            </w:pPr>
            <w:r w:rsidRPr="000F234B">
              <w:rPr>
                <w:rFonts w:asciiTheme="minorHAnsi" w:hAnsiTheme="minorHAnsi"/>
                <w:sz w:val="18"/>
                <w:szCs w:val="18"/>
              </w:rPr>
              <w:t>Zajištění školení na CDE dle cíle 1.7 EIR</w:t>
            </w:r>
          </w:p>
        </w:tc>
        <w:tc>
          <w:tcPr>
            <w:tcW w:w="3373" w:type="dxa"/>
            <w:vAlign w:val="center"/>
          </w:tcPr>
          <w:p w14:paraId="05F54729" w14:textId="77777777" w:rsidR="003C7761" w:rsidRPr="000F234B" w:rsidRDefault="003C7761" w:rsidP="003C7761">
            <w:pPr>
              <w:pStyle w:val="Tabulka-9"/>
              <w:spacing w:before="0" w:after="0" w:line="264" w:lineRule="auto"/>
              <w:rPr>
                <w:rFonts w:asciiTheme="minorHAnsi" w:eastAsia="Times New Roman" w:hAnsiTheme="minorHAnsi"/>
                <w:lang w:eastAsia="cs-CZ"/>
              </w:rPr>
            </w:pPr>
            <w:r w:rsidRPr="000F234B">
              <w:rPr>
                <w:rFonts w:asciiTheme="minorHAnsi" w:eastAsia="Times New Roman" w:hAnsiTheme="minorHAnsi"/>
                <w:lang w:eastAsia="cs-CZ"/>
              </w:rPr>
              <w:t xml:space="preserve">Prezenční listina ze školení </w:t>
            </w:r>
          </w:p>
          <w:p w14:paraId="4BB35120" w14:textId="557B0A35" w:rsidR="003C7761" w:rsidRPr="000F234B" w:rsidDel="00254815" w:rsidRDefault="003C7761" w:rsidP="003C7761">
            <w:pPr>
              <w:pStyle w:val="Textbezodsazen"/>
              <w:spacing w:before="0" w:after="0"/>
              <w:jc w:val="left"/>
              <w:rPr>
                <w:rFonts w:asciiTheme="minorHAnsi" w:hAnsiTheme="minorHAnsi"/>
              </w:rPr>
            </w:pPr>
          </w:p>
        </w:tc>
      </w:tr>
      <w:tr w:rsidR="003C7761" w:rsidRPr="00C502CC" w14:paraId="13AC6622" w14:textId="77777777" w:rsidTr="003E3D37">
        <w:tc>
          <w:tcPr>
            <w:tcW w:w="2748" w:type="dxa"/>
          </w:tcPr>
          <w:p w14:paraId="7753F8A6" w14:textId="6839E930" w:rsidR="003C7761" w:rsidRPr="00C502CC" w:rsidRDefault="003C7761" w:rsidP="003C7761">
            <w:pPr>
              <w:pStyle w:val="Textbezodsazen"/>
              <w:rPr>
                <w:rStyle w:val="Tun"/>
                <w:rFonts w:asciiTheme="minorHAnsi" w:hAnsiTheme="minorHAnsi"/>
              </w:rPr>
            </w:pPr>
            <w:r w:rsidRPr="00C502CC">
              <w:rPr>
                <w:rStyle w:val="Tun"/>
                <w:rFonts w:asciiTheme="minorHAnsi" w:hAnsiTheme="minorHAnsi"/>
              </w:rPr>
              <w:t>6.b Dílčí etapa</w:t>
            </w:r>
          </w:p>
        </w:tc>
        <w:tc>
          <w:tcPr>
            <w:tcW w:w="3982" w:type="dxa"/>
            <w:vAlign w:val="center"/>
          </w:tcPr>
          <w:p w14:paraId="6B76E912" w14:textId="7711FB8E" w:rsidR="003C7761" w:rsidRPr="00A57509" w:rsidRDefault="003C7761" w:rsidP="003C7761">
            <w:pPr>
              <w:pStyle w:val="Textbezodsazen"/>
              <w:spacing w:before="0" w:after="0"/>
              <w:jc w:val="left"/>
              <w:rPr>
                <w:rFonts w:asciiTheme="minorHAnsi" w:hAnsiTheme="minorHAnsi"/>
              </w:rPr>
            </w:pPr>
            <w:r w:rsidRPr="00A57509">
              <w:rPr>
                <w:rFonts w:asciiTheme="minorHAnsi" w:hAnsiTheme="minorHAnsi"/>
              </w:rPr>
              <w:t xml:space="preserve">do </w:t>
            </w:r>
            <w:r w:rsidRPr="00A57509">
              <w:rPr>
                <w:rFonts w:asciiTheme="minorHAnsi" w:hAnsiTheme="minorHAnsi"/>
                <w:b/>
              </w:rPr>
              <w:t>23</w:t>
            </w:r>
            <w:r w:rsidRPr="00A57509">
              <w:rPr>
                <w:rFonts w:asciiTheme="minorHAnsi" w:hAnsiTheme="minorHAnsi"/>
              </w:rPr>
              <w:t xml:space="preserve"> měsíců od nabytí účinnosti Smlouvy o Dílo</w:t>
            </w:r>
          </w:p>
        </w:tc>
        <w:tc>
          <w:tcPr>
            <w:tcW w:w="3559" w:type="dxa"/>
            <w:vAlign w:val="center"/>
          </w:tcPr>
          <w:p w14:paraId="07EC6662" w14:textId="77777777"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Návrh technického řešení PDPS v režimu BIM k připomínkovému řízení</w:t>
            </w:r>
          </w:p>
          <w:p w14:paraId="13207161" w14:textId="77777777" w:rsidR="003C7761" w:rsidRPr="00A57509" w:rsidRDefault="003C7761" w:rsidP="003C7761">
            <w:pPr>
              <w:pStyle w:val="Tabulka-9"/>
              <w:spacing w:before="0" w:after="0" w:line="264" w:lineRule="auto"/>
              <w:rPr>
                <w:rFonts w:asciiTheme="minorHAnsi" w:hAnsiTheme="minorHAnsi"/>
              </w:rPr>
            </w:pPr>
          </w:p>
          <w:p w14:paraId="5EAA5D6B" w14:textId="77777777"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 xml:space="preserve">Odevzdání BEP a návrhu Závěrečné hodnotící zprávy k připomínkám </w:t>
            </w:r>
          </w:p>
          <w:p w14:paraId="48CEC124" w14:textId="77777777" w:rsidR="003C7761" w:rsidRPr="00A57509" w:rsidRDefault="003C7761" w:rsidP="003C7761">
            <w:pPr>
              <w:pStyle w:val="Tabulka-9"/>
              <w:spacing w:before="0" w:after="0" w:line="264" w:lineRule="auto"/>
              <w:rPr>
                <w:rFonts w:asciiTheme="minorHAnsi" w:hAnsiTheme="minorHAnsi"/>
              </w:rPr>
            </w:pPr>
          </w:p>
          <w:p w14:paraId="4BD83F9D" w14:textId="6E6464D9"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Dozor projektanta při zhotovení PDPS</w:t>
            </w:r>
          </w:p>
        </w:tc>
        <w:tc>
          <w:tcPr>
            <w:tcW w:w="3373" w:type="dxa"/>
            <w:vAlign w:val="center"/>
          </w:tcPr>
          <w:p w14:paraId="72530980" w14:textId="77777777" w:rsidR="003C7761" w:rsidRPr="00C502CC" w:rsidRDefault="003C7761" w:rsidP="003C7761">
            <w:pPr>
              <w:pStyle w:val="Tabulka-9"/>
              <w:spacing w:before="0" w:after="0" w:line="264" w:lineRule="auto"/>
              <w:rPr>
                <w:rFonts w:asciiTheme="minorHAnsi" w:hAnsiTheme="minorHAnsi"/>
              </w:rPr>
            </w:pPr>
            <w:r w:rsidRPr="00C502CC">
              <w:rPr>
                <w:rFonts w:asciiTheme="minorHAnsi" w:hAnsiTheme="minorHAnsi"/>
              </w:rPr>
              <w:t xml:space="preserve">Předávací protokol podepsaný Objednatelem </w:t>
            </w:r>
          </w:p>
          <w:p w14:paraId="420D4F6A" w14:textId="634B4730" w:rsidR="003C7761" w:rsidRPr="00C502CC" w:rsidRDefault="003C7761" w:rsidP="003C7761">
            <w:pPr>
              <w:pStyle w:val="Textbezodsazen"/>
              <w:spacing w:before="0" w:after="0"/>
              <w:jc w:val="left"/>
              <w:rPr>
                <w:rFonts w:asciiTheme="minorHAnsi" w:hAnsiTheme="minorHAnsi"/>
                <w:bCs/>
                <w:highlight w:val="green"/>
              </w:rPr>
            </w:pPr>
          </w:p>
        </w:tc>
      </w:tr>
      <w:tr w:rsidR="003C7761" w:rsidRPr="00C502CC" w14:paraId="4C7103A9" w14:textId="77777777" w:rsidTr="003E3D37">
        <w:tc>
          <w:tcPr>
            <w:tcW w:w="2748" w:type="dxa"/>
          </w:tcPr>
          <w:p w14:paraId="2566CB56" w14:textId="0D08260A" w:rsidR="003C7761" w:rsidRPr="00C502CC" w:rsidRDefault="003C7761" w:rsidP="003C7761">
            <w:pPr>
              <w:pStyle w:val="Textbezodsazen"/>
              <w:rPr>
                <w:rStyle w:val="Tun"/>
                <w:rFonts w:asciiTheme="minorHAnsi" w:hAnsiTheme="minorHAnsi"/>
              </w:rPr>
            </w:pPr>
            <w:r w:rsidRPr="00C502CC">
              <w:rPr>
                <w:rStyle w:val="Tun"/>
                <w:rFonts w:asciiTheme="minorHAnsi" w:hAnsiTheme="minorHAnsi"/>
              </w:rPr>
              <w:t>7. Dílčí etapa</w:t>
            </w:r>
          </w:p>
        </w:tc>
        <w:tc>
          <w:tcPr>
            <w:tcW w:w="3982" w:type="dxa"/>
            <w:vAlign w:val="center"/>
          </w:tcPr>
          <w:p w14:paraId="73937795" w14:textId="019553F8" w:rsidR="003C7761" w:rsidRPr="00A57509" w:rsidRDefault="003C7761" w:rsidP="003C7761">
            <w:pPr>
              <w:pStyle w:val="Textbezodsazen"/>
              <w:spacing w:before="0" w:after="0"/>
              <w:jc w:val="left"/>
              <w:rPr>
                <w:rFonts w:asciiTheme="minorHAnsi" w:hAnsiTheme="minorHAnsi"/>
              </w:rPr>
            </w:pPr>
            <w:r w:rsidRPr="00A57509">
              <w:rPr>
                <w:rFonts w:asciiTheme="minorHAnsi" w:hAnsiTheme="minorHAnsi"/>
              </w:rPr>
              <w:t xml:space="preserve">do </w:t>
            </w:r>
            <w:r w:rsidRPr="00A57509">
              <w:rPr>
                <w:rFonts w:asciiTheme="minorHAnsi" w:hAnsiTheme="minorHAnsi"/>
                <w:b/>
              </w:rPr>
              <w:t>27</w:t>
            </w:r>
            <w:r w:rsidRPr="00A57509">
              <w:rPr>
                <w:rFonts w:asciiTheme="minorHAnsi" w:hAnsiTheme="minorHAnsi"/>
              </w:rPr>
              <w:t xml:space="preserve"> měsíců od nabytí účinnosti Smlouvy o Dílo</w:t>
            </w:r>
          </w:p>
        </w:tc>
        <w:tc>
          <w:tcPr>
            <w:tcW w:w="3559" w:type="dxa"/>
            <w:vAlign w:val="center"/>
          </w:tcPr>
          <w:p w14:paraId="58C3138E" w14:textId="77777777"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Definitivní odevzdání PDPS se zapracovanými připomínkami</w:t>
            </w:r>
          </w:p>
          <w:p w14:paraId="4ED20CD9" w14:textId="77777777"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Náklady a oceněné soupisy prací, návrh podkladů pro ZTP na zhotovení stavby);</w:t>
            </w:r>
          </w:p>
          <w:p w14:paraId="1F3AD738" w14:textId="77777777" w:rsidR="003C7761" w:rsidRPr="00A57509" w:rsidRDefault="003C7761" w:rsidP="003C7761">
            <w:pPr>
              <w:pStyle w:val="Textbezodsazen"/>
              <w:spacing w:before="0" w:after="0"/>
              <w:rPr>
                <w:rFonts w:asciiTheme="minorHAnsi" w:hAnsiTheme="minorHAnsi"/>
              </w:rPr>
            </w:pPr>
            <w:r w:rsidRPr="00A57509">
              <w:rPr>
                <w:rFonts w:asciiTheme="minorHAnsi" w:hAnsiTheme="minorHAnsi"/>
              </w:rPr>
              <w:t>…………………………………………………………</w:t>
            </w:r>
          </w:p>
          <w:p w14:paraId="2F5F530A" w14:textId="77777777"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Předání kompletního Informačního modelu stavby včetně BEP a Závěrečné hodnotící zprávy</w:t>
            </w:r>
          </w:p>
          <w:p w14:paraId="77017C59" w14:textId="77777777" w:rsidR="003C7761" w:rsidRPr="00A57509" w:rsidRDefault="003C7761" w:rsidP="003C7761">
            <w:pPr>
              <w:pStyle w:val="Tabulka-9"/>
              <w:spacing w:before="0" w:after="0" w:line="264" w:lineRule="auto"/>
              <w:rPr>
                <w:rFonts w:asciiTheme="minorHAnsi" w:hAnsiTheme="minorHAnsi"/>
              </w:rPr>
            </w:pPr>
          </w:p>
          <w:p w14:paraId="0F0C5ABF" w14:textId="77777777" w:rsidR="003C7761" w:rsidRPr="00A57509" w:rsidRDefault="003C7761" w:rsidP="003C7761">
            <w:pPr>
              <w:pStyle w:val="Tabulka-9"/>
              <w:spacing w:before="0" w:after="0" w:line="264" w:lineRule="auto"/>
              <w:rPr>
                <w:rFonts w:asciiTheme="minorHAnsi" w:hAnsiTheme="minorHAnsi"/>
              </w:rPr>
            </w:pPr>
            <w:r w:rsidRPr="00A57509">
              <w:rPr>
                <w:rFonts w:asciiTheme="minorHAnsi" w:hAnsiTheme="minorHAnsi"/>
              </w:rPr>
              <w:t>Ukončení dozoru projektanta při zhotovení PDPS</w:t>
            </w:r>
          </w:p>
          <w:p w14:paraId="7B5F8B0F" w14:textId="77777777" w:rsidR="003C7761" w:rsidRPr="00A57509" w:rsidRDefault="003C7761" w:rsidP="003C7761">
            <w:pPr>
              <w:pStyle w:val="Textbezodsazen"/>
              <w:spacing w:before="0" w:after="0"/>
              <w:jc w:val="left"/>
              <w:rPr>
                <w:rFonts w:asciiTheme="minorHAnsi" w:hAnsiTheme="minorHAnsi"/>
              </w:rPr>
            </w:pPr>
          </w:p>
        </w:tc>
        <w:tc>
          <w:tcPr>
            <w:tcW w:w="3373" w:type="dxa"/>
            <w:vAlign w:val="center"/>
          </w:tcPr>
          <w:p w14:paraId="680200F7" w14:textId="085FBDEC" w:rsidR="003C7761" w:rsidRPr="00C502CC" w:rsidRDefault="003C7761" w:rsidP="003C7761">
            <w:pPr>
              <w:pStyle w:val="Tabulka-9"/>
              <w:spacing w:before="0" w:after="0" w:line="264" w:lineRule="auto"/>
              <w:rPr>
                <w:rFonts w:asciiTheme="minorHAnsi" w:hAnsiTheme="minorHAnsi"/>
              </w:rPr>
            </w:pPr>
            <w:r>
              <w:rPr>
                <w:rFonts w:asciiTheme="minorHAnsi" w:hAnsiTheme="minorHAnsi"/>
              </w:rPr>
              <w:t>P</w:t>
            </w:r>
            <w:r w:rsidRPr="00C502CC">
              <w:rPr>
                <w:rFonts w:asciiTheme="minorHAnsi" w:hAnsiTheme="minorHAnsi"/>
              </w:rPr>
              <w:t>rotokol</w:t>
            </w:r>
            <w:r>
              <w:rPr>
                <w:rFonts w:asciiTheme="minorHAnsi" w:hAnsiTheme="minorHAnsi"/>
              </w:rPr>
              <w:t xml:space="preserve"> o provedení díla</w:t>
            </w:r>
            <w:r w:rsidRPr="00C502CC">
              <w:rPr>
                <w:rFonts w:asciiTheme="minorHAnsi" w:hAnsiTheme="minorHAnsi"/>
              </w:rPr>
              <w:t xml:space="preserve"> podepsaný Objednatelem </w:t>
            </w:r>
          </w:p>
          <w:p w14:paraId="1B66A913" w14:textId="220CC1D4" w:rsidR="003C7761" w:rsidRPr="00C502CC" w:rsidRDefault="003C7761" w:rsidP="003C7761">
            <w:pPr>
              <w:pStyle w:val="Textbezodsazen"/>
              <w:spacing w:before="0" w:after="0"/>
              <w:jc w:val="left"/>
              <w:rPr>
                <w:rFonts w:asciiTheme="minorHAnsi" w:hAnsiTheme="minorHAnsi"/>
                <w:bCs/>
                <w:highlight w:val="green"/>
              </w:rPr>
            </w:pPr>
          </w:p>
        </w:tc>
      </w:tr>
      <w:tr w:rsidR="003C7761" w:rsidRPr="00C502CC" w14:paraId="2BCDEE36" w14:textId="77777777" w:rsidTr="003E3D37">
        <w:tc>
          <w:tcPr>
            <w:tcW w:w="2748" w:type="dxa"/>
          </w:tcPr>
          <w:p w14:paraId="50D98E30" w14:textId="77777777" w:rsidR="003C7761" w:rsidRPr="00C502CC" w:rsidRDefault="003C7761" w:rsidP="003C7761">
            <w:pPr>
              <w:pStyle w:val="Textbezodsazen"/>
              <w:rPr>
                <w:rStyle w:val="Tun"/>
                <w:rFonts w:asciiTheme="minorHAnsi" w:hAnsiTheme="minorHAnsi"/>
              </w:rPr>
            </w:pPr>
            <w:r w:rsidRPr="00C502CC">
              <w:rPr>
                <w:rStyle w:val="Tun"/>
                <w:rFonts w:asciiTheme="minorHAnsi" w:hAnsiTheme="minorHAnsi"/>
              </w:rPr>
              <w:t>Termín dokončení Díla</w:t>
            </w:r>
          </w:p>
        </w:tc>
        <w:tc>
          <w:tcPr>
            <w:tcW w:w="3982" w:type="dxa"/>
          </w:tcPr>
          <w:p w14:paraId="45309703" w14:textId="4B080194" w:rsidR="003C7761" w:rsidRPr="00C502CC" w:rsidRDefault="003C7761" w:rsidP="003C7761">
            <w:pPr>
              <w:pStyle w:val="TSTextlnkuslovan"/>
              <w:spacing w:before="0" w:after="0" w:line="264" w:lineRule="auto"/>
              <w:rPr>
                <w:rFonts w:asciiTheme="minorHAnsi" w:hAnsiTheme="minorHAnsi"/>
                <w:sz w:val="18"/>
                <w:szCs w:val="18"/>
                <w:highlight w:val="green"/>
              </w:rPr>
            </w:pPr>
            <w:r w:rsidRPr="00C502CC">
              <w:rPr>
                <w:rFonts w:asciiTheme="minorHAnsi" w:hAnsiTheme="minorHAnsi" w:cs="Calibri"/>
                <w:b/>
                <w:sz w:val="18"/>
                <w:szCs w:val="18"/>
                <w:lang w:eastAsia="en-US"/>
              </w:rPr>
              <w:t>Předpoklad: 02/</w:t>
            </w:r>
            <w:proofErr w:type="gramStart"/>
            <w:r w:rsidRPr="00C502CC">
              <w:rPr>
                <w:rFonts w:asciiTheme="minorHAnsi" w:hAnsiTheme="minorHAnsi" w:cs="Calibri"/>
                <w:b/>
                <w:sz w:val="18"/>
                <w:szCs w:val="18"/>
                <w:lang w:eastAsia="en-US"/>
              </w:rPr>
              <w:t>2027 – 11</w:t>
            </w:r>
            <w:proofErr w:type="gramEnd"/>
            <w:r w:rsidRPr="00C502CC">
              <w:rPr>
                <w:rFonts w:asciiTheme="minorHAnsi" w:hAnsiTheme="minorHAnsi" w:cs="Calibri"/>
                <w:b/>
                <w:sz w:val="18"/>
                <w:szCs w:val="18"/>
                <w:lang w:eastAsia="en-US"/>
              </w:rPr>
              <w:t>/2028</w:t>
            </w:r>
          </w:p>
        </w:tc>
        <w:tc>
          <w:tcPr>
            <w:tcW w:w="3559" w:type="dxa"/>
          </w:tcPr>
          <w:p w14:paraId="741E242E" w14:textId="6D648610" w:rsidR="003C7761" w:rsidRPr="00C502CC" w:rsidRDefault="003C7761" w:rsidP="003C7761">
            <w:pPr>
              <w:pStyle w:val="Textbezodsazen"/>
              <w:spacing w:before="0" w:after="0"/>
              <w:jc w:val="left"/>
              <w:rPr>
                <w:rFonts w:asciiTheme="minorHAnsi" w:hAnsiTheme="minorHAnsi"/>
                <w:bCs/>
                <w:highlight w:val="green"/>
              </w:rPr>
            </w:pPr>
            <w:r w:rsidRPr="00C502CC">
              <w:rPr>
                <w:rFonts w:asciiTheme="minorHAnsi" w:hAnsiTheme="minorHAnsi" w:cs="Calibri"/>
                <w:bCs/>
              </w:rPr>
              <w:t xml:space="preserve">Dozor projektanta při zhotovení Stavby; Zhotovitel se zavazuje provádět </w:t>
            </w:r>
            <w:r>
              <w:rPr>
                <w:rFonts w:asciiTheme="minorHAnsi" w:hAnsiTheme="minorHAnsi" w:cs="Calibri"/>
                <w:bCs/>
              </w:rPr>
              <w:t>DP</w:t>
            </w:r>
            <w:r w:rsidRPr="00C502CC">
              <w:rPr>
                <w:rFonts w:asciiTheme="minorHAnsi" w:hAnsiTheme="minorHAnsi" w:cs="Calibri"/>
                <w:bCs/>
              </w:rPr>
              <w:t xml:space="preserve"> ode dne zahájení zhotovení stavby do ukončení zhotovení stavby v předpokládané délce </w:t>
            </w:r>
            <w:r>
              <w:rPr>
                <w:rFonts w:asciiTheme="minorHAnsi" w:hAnsiTheme="minorHAnsi" w:cs="Calibri"/>
                <w:bCs/>
              </w:rPr>
              <w:t>22</w:t>
            </w:r>
            <w:r w:rsidRPr="00C502CC">
              <w:rPr>
                <w:rFonts w:asciiTheme="minorHAnsi" w:hAnsiTheme="minorHAnsi" w:cs="Calibri"/>
                <w:bCs/>
              </w:rPr>
              <w:t xml:space="preserve"> měsíců.</w:t>
            </w:r>
          </w:p>
        </w:tc>
        <w:tc>
          <w:tcPr>
            <w:tcW w:w="3373" w:type="dxa"/>
          </w:tcPr>
          <w:p w14:paraId="435EED99" w14:textId="0C609DEE" w:rsidR="003C7761" w:rsidRPr="00C502CC" w:rsidRDefault="003C7761" w:rsidP="003C7761">
            <w:pPr>
              <w:pStyle w:val="Textbezodsazen"/>
              <w:spacing w:before="0" w:after="0"/>
              <w:jc w:val="left"/>
              <w:rPr>
                <w:rFonts w:asciiTheme="minorHAnsi" w:hAnsiTheme="minorHAnsi"/>
                <w:bCs/>
                <w:highlight w:val="green"/>
              </w:rPr>
            </w:pPr>
            <w:r w:rsidRPr="00C502CC">
              <w:rPr>
                <w:rFonts w:asciiTheme="minorHAnsi" w:hAnsiTheme="minorHAnsi" w:cs="Calibri"/>
                <w:bCs/>
              </w:rPr>
              <w:t>Výkaz poskytnutých služeb (1x za čtvrtletí) – stručný popis výkonů a specifikace výkonu dozoru projektanta.</w:t>
            </w:r>
          </w:p>
        </w:tc>
      </w:tr>
    </w:tbl>
    <w:p w14:paraId="1638491D" w14:textId="77777777" w:rsidR="00B72613" w:rsidRPr="00C502CC" w:rsidRDefault="00B72613" w:rsidP="00B72613">
      <w:pPr>
        <w:pStyle w:val="Textbezodsazen"/>
        <w:rPr>
          <w:rFonts w:asciiTheme="minorHAnsi" w:hAnsiTheme="minorHAnsi"/>
        </w:rPr>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102F28">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469378A6" w14:textId="77777777" w:rsidR="002038D5" w:rsidRDefault="002038D5" w:rsidP="002038D5">
      <w:pPr>
        <w:pStyle w:val="Textbezodsazen"/>
      </w:pPr>
    </w:p>
    <w:p w14:paraId="6779CDB3" w14:textId="77777777" w:rsidR="009F1A34" w:rsidRDefault="009F1A34" w:rsidP="00F66CA1">
      <w:pPr>
        <w:pStyle w:val="Nadpisbezsl1-2"/>
        <w:tabs>
          <w:tab w:val="left" w:pos="2292"/>
        </w:tabs>
        <w:outlineLvl w:val="2"/>
      </w:pPr>
    </w:p>
    <w:p w14:paraId="050197D6" w14:textId="77777777" w:rsidR="009F1A34" w:rsidRPr="009F1A34" w:rsidRDefault="009F1A34" w:rsidP="009F1A34">
      <w:pPr>
        <w:pStyle w:val="Text2-1"/>
        <w:numPr>
          <w:ilvl w:val="0"/>
          <w:numId w:val="0"/>
        </w:numPr>
        <w:ind w:left="737" w:hanging="737"/>
      </w:pPr>
    </w:p>
    <w:p w14:paraId="22885598" w14:textId="63533358" w:rsidR="00EC707C" w:rsidRDefault="00EC707C" w:rsidP="00F66CA1">
      <w:pPr>
        <w:pStyle w:val="Nadpisbezsl1-2"/>
        <w:tabs>
          <w:tab w:val="left" w:pos="2292"/>
        </w:tabs>
        <w:outlineLvl w:val="2"/>
      </w:pPr>
      <w:r>
        <w:t>Za Zhotovite</w:t>
      </w:r>
      <w:r w:rsidR="006746D6">
        <w:t>le</w:t>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A0F82B" w14:textId="77777777" w:rsidR="002038D5" w:rsidRPr="00F95FBD" w:rsidRDefault="002038D5" w:rsidP="00165977">
      <w:pPr>
        <w:pStyle w:val="Tabulka"/>
      </w:pPr>
    </w:p>
    <w:bookmarkEnd w:id="15"/>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760AF34" w14:textId="77777777" w:rsidR="002038D5" w:rsidRDefault="002038D5" w:rsidP="00165977">
      <w:pPr>
        <w:pStyle w:val="Tabulka"/>
      </w:pPr>
      <w:bookmarkStart w:id="16" w:name="_Hlk163728652"/>
    </w:p>
    <w:p w14:paraId="5B83315A" w14:textId="77777777" w:rsidR="00305FDA" w:rsidRPr="00F95FBD" w:rsidRDefault="00305FDA" w:rsidP="00305FDA">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305FDA" w:rsidRPr="0017282C" w14:paraId="556BDBDB" w14:textId="77777777" w:rsidTr="00F16AF0">
        <w:trPr>
          <w:cnfStyle w:val="100000000000" w:firstRow="1" w:lastRow="0" w:firstColumn="0" w:lastColumn="0" w:oddVBand="0" w:evenVBand="0" w:oddHBand="0" w:evenHBand="0" w:firstRowFirstColumn="0" w:firstRowLastColumn="0" w:lastRowFirstColumn="0" w:lastRowLastColumn="0"/>
        </w:trPr>
        <w:tc>
          <w:tcPr>
            <w:tcW w:w="3030" w:type="dxa"/>
          </w:tcPr>
          <w:p w14:paraId="530939DD" w14:textId="77777777" w:rsidR="00305FDA" w:rsidRPr="0017282C" w:rsidRDefault="00305FDA" w:rsidP="00F16AF0">
            <w:pPr>
              <w:pStyle w:val="Tabulka"/>
              <w:rPr>
                <w:rStyle w:val="Nadpisvtabulce"/>
                <w:b/>
              </w:rPr>
            </w:pPr>
            <w:r w:rsidRPr="0017282C">
              <w:rPr>
                <w:rStyle w:val="Nadpisvtabulce"/>
                <w:b/>
              </w:rPr>
              <w:t>Jméno a příjmení</w:t>
            </w:r>
          </w:p>
        </w:tc>
        <w:tc>
          <w:tcPr>
            <w:tcW w:w="5759" w:type="dxa"/>
          </w:tcPr>
          <w:p w14:paraId="23FDA9E8" w14:textId="77777777" w:rsidR="00305FDA" w:rsidRPr="0017282C" w:rsidRDefault="00305FDA" w:rsidP="00F16AF0">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305FDA" w:rsidRPr="00F95FBD" w14:paraId="2A1258F5" w14:textId="77777777" w:rsidTr="00F16AF0">
        <w:tc>
          <w:tcPr>
            <w:tcW w:w="3030" w:type="dxa"/>
          </w:tcPr>
          <w:p w14:paraId="25DE51B4" w14:textId="77777777" w:rsidR="00305FDA" w:rsidRPr="00F95FBD" w:rsidRDefault="00305FDA" w:rsidP="00F16AF0">
            <w:pPr>
              <w:pStyle w:val="Tabulka"/>
            </w:pPr>
            <w:r w:rsidRPr="00F95FBD">
              <w:t>Adresa</w:t>
            </w:r>
          </w:p>
        </w:tc>
        <w:tc>
          <w:tcPr>
            <w:tcW w:w="5759" w:type="dxa"/>
          </w:tcPr>
          <w:p w14:paraId="5CF12481" w14:textId="77777777" w:rsidR="00305FDA" w:rsidRPr="00F95FBD" w:rsidRDefault="00305FDA" w:rsidP="00F16AF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5FDA" w:rsidRPr="00F95FBD" w14:paraId="2A8A3557" w14:textId="77777777" w:rsidTr="00F16AF0">
        <w:tc>
          <w:tcPr>
            <w:tcW w:w="3030" w:type="dxa"/>
          </w:tcPr>
          <w:p w14:paraId="1CEB7EA8" w14:textId="77777777" w:rsidR="00305FDA" w:rsidRPr="00F95FBD" w:rsidRDefault="00305FDA" w:rsidP="00F16AF0">
            <w:pPr>
              <w:pStyle w:val="Tabulka"/>
            </w:pPr>
            <w:r w:rsidRPr="00F95FBD">
              <w:t>E-mail</w:t>
            </w:r>
          </w:p>
        </w:tc>
        <w:tc>
          <w:tcPr>
            <w:tcW w:w="5759" w:type="dxa"/>
          </w:tcPr>
          <w:p w14:paraId="1166A9BB" w14:textId="77777777" w:rsidR="00305FDA" w:rsidRPr="00F95FBD" w:rsidRDefault="00305FDA" w:rsidP="00F16AF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5FDA" w:rsidRPr="00F95FBD" w14:paraId="0064B9B4" w14:textId="77777777" w:rsidTr="00F16AF0">
        <w:tc>
          <w:tcPr>
            <w:tcW w:w="3030" w:type="dxa"/>
          </w:tcPr>
          <w:p w14:paraId="132D0C3F" w14:textId="77777777" w:rsidR="00305FDA" w:rsidRPr="00F95FBD" w:rsidRDefault="00305FDA" w:rsidP="00F16AF0">
            <w:pPr>
              <w:pStyle w:val="Tabulka"/>
            </w:pPr>
            <w:r w:rsidRPr="00F95FBD">
              <w:t>Telefon</w:t>
            </w:r>
          </w:p>
        </w:tc>
        <w:tc>
          <w:tcPr>
            <w:tcW w:w="5759" w:type="dxa"/>
          </w:tcPr>
          <w:p w14:paraId="423B84DC" w14:textId="77777777" w:rsidR="00305FDA" w:rsidRPr="00F95FBD" w:rsidRDefault="00305FDA" w:rsidP="00F16AF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AC210B7" w14:textId="77777777" w:rsidR="00305FDA" w:rsidRPr="00F95FBD" w:rsidRDefault="00305FDA" w:rsidP="00165977">
      <w:pPr>
        <w:pStyle w:val="Tabulka"/>
      </w:pPr>
    </w:p>
    <w:bookmarkEnd w:id="16"/>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9B5249" w14:textId="77777777" w:rsidR="002038D5" w:rsidRDefault="002038D5" w:rsidP="00165977">
      <w:pPr>
        <w:pStyle w:val="Tabulka"/>
      </w:pPr>
    </w:p>
    <w:p w14:paraId="3D6C1A40" w14:textId="77777777" w:rsidR="00DB7CB3" w:rsidRPr="00F95FBD" w:rsidRDefault="00DB7CB3" w:rsidP="00DB7CB3">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DB7CB3" w:rsidRPr="0017282C" w14:paraId="342C3906" w14:textId="77777777" w:rsidTr="00B7232D">
        <w:trPr>
          <w:cnfStyle w:val="100000000000" w:firstRow="1" w:lastRow="0" w:firstColumn="0" w:lastColumn="0" w:oddVBand="0" w:evenVBand="0" w:oddHBand="0" w:evenHBand="0" w:firstRowFirstColumn="0" w:firstRowLastColumn="0" w:lastRowFirstColumn="0" w:lastRowLastColumn="0"/>
        </w:trPr>
        <w:tc>
          <w:tcPr>
            <w:tcW w:w="3056" w:type="dxa"/>
          </w:tcPr>
          <w:p w14:paraId="7737DD8B" w14:textId="77777777" w:rsidR="00DB7CB3" w:rsidRPr="0017282C" w:rsidRDefault="00DB7CB3" w:rsidP="00B7232D">
            <w:pPr>
              <w:pStyle w:val="Tabulka"/>
              <w:keepNext/>
              <w:rPr>
                <w:rStyle w:val="Nadpisvtabulce"/>
                <w:b/>
              </w:rPr>
            </w:pPr>
            <w:r w:rsidRPr="0017282C">
              <w:rPr>
                <w:rStyle w:val="Nadpisvtabulce"/>
                <w:b/>
              </w:rPr>
              <w:t>Jméno a příjmení</w:t>
            </w:r>
          </w:p>
        </w:tc>
        <w:tc>
          <w:tcPr>
            <w:tcW w:w="5812" w:type="dxa"/>
          </w:tcPr>
          <w:p w14:paraId="353B0499" w14:textId="77777777" w:rsidR="00DB7CB3" w:rsidRPr="0017282C" w:rsidRDefault="00DB7CB3" w:rsidP="00B7232D">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DB7CB3" w:rsidRPr="00F95FBD" w14:paraId="09F0BE3A" w14:textId="77777777" w:rsidTr="00B7232D">
        <w:tc>
          <w:tcPr>
            <w:tcW w:w="3056" w:type="dxa"/>
          </w:tcPr>
          <w:p w14:paraId="1F94740C" w14:textId="77777777" w:rsidR="00DB7CB3" w:rsidRPr="00F95FBD" w:rsidRDefault="00DB7CB3" w:rsidP="00B7232D">
            <w:pPr>
              <w:pStyle w:val="Tabulka"/>
              <w:keepNext/>
            </w:pPr>
            <w:r w:rsidRPr="00F95FBD">
              <w:t>Adresa</w:t>
            </w:r>
          </w:p>
        </w:tc>
        <w:tc>
          <w:tcPr>
            <w:tcW w:w="5812" w:type="dxa"/>
          </w:tcPr>
          <w:p w14:paraId="1D34B42C" w14:textId="77777777" w:rsidR="00DB7CB3" w:rsidRPr="00F95FBD" w:rsidRDefault="00DB7CB3" w:rsidP="00B7232D">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B7CB3" w:rsidRPr="00F95FBD" w14:paraId="40F09100" w14:textId="77777777" w:rsidTr="00B7232D">
        <w:tc>
          <w:tcPr>
            <w:tcW w:w="3056" w:type="dxa"/>
          </w:tcPr>
          <w:p w14:paraId="73BE5A0F" w14:textId="77777777" w:rsidR="00DB7CB3" w:rsidRPr="00F95FBD" w:rsidRDefault="00DB7CB3" w:rsidP="00B7232D">
            <w:pPr>
              <w:pStyle w:val="Tabulka"/>
            </w:pPr>
            <w:r w:rsidRPr="00F95FBD">
              <w:t>E-mail</w:t>
            </w:r>
          </w:p>
        </w:tc>
        <w:tc>
          <w:tcPr>
            <w:tcW w:w="5812" w:type="dxa"/>
          </w:tcPr>
          <w:p w14:paraId="6891EAFB" w14:textId="77777777" w:rsidR="00DB7CB3" w:rsidRPr="00F95FBD" w:rsidRDefault="00DB7CB3" w:rsidP="00B7232D">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B7CB3" w:rsidRPr="00F95FBD" w14:paraId="20C2899B" w14:textId="77777777" w:rsidTr="00B7232D">
        <w:tc>
          <w:tcPr>
            <w:tcW w:w="3056" w:type="dxa"/>
          </w:tcPr>
          <w:p w14:paraId="67F78377" w14:textId="77777777" w:rsidR="00DB7CB3" w:rsidRPr="00F95FBD" w:rsidRDefault="00DB7CB3" w:rsidP="00B7232D">
            <w:pPr>
              <w:pStyle w:val="Tabulka"/>
            </w:pPr>
            <w:r w:rsidRPr="00F95FBD">
              <w:t>Telefon</w:t>
            </w:r>
          </w:p>
        </w:tc>
        <w:tc>
          <w:tcPr>
            <w:tcW w:w="5812" w:type="dxa"/>
          </w:tcPr>
          <w:p w14:paraId="1D7B5D99" w14:textId="77777777" w:rsidR="00DB7CB3" w:rsidRPr="00F95FBD" w:rsidRDefault="00DB7CB3" w:rsidP="00B7232D">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438224" w14:textId="77777777" w:rsidR="00DB7CB3" w:rsidRPr="00F95FBD" w:rsidRDefault="00DB7CB3"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4E804C5"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759B36" w14:textId="77777777" w:rsidR="00165977" w:rsidRPr="00F95FBD" w:rsidRDefault="00165977" w:rsidP="00165977">
      <w:pPr>
        <w:pStyle w:val="Tabulka"/>
      </w:pPr>
    </w:p>
    <w:p w14:paraId="3A95DF07" w14:textId="25AB3898" w:rsidR="00EC707C" w:rsidRPr="00F95FBD" w:rsidRDefault="00DB7CB3" w:rsidP="00EC707C">
      <w:pPr>
        <w:pStyle w:val="Nadpistabulky"/>
        <w:rPr>
          <w:sz w:val="18"/>
          <w:szCs w:val="18"/>
        </w:rPr>
      </w:pPr>
      <w:r>
        <w:rPr>
          <w:sz w:val="18"/>
          <w:szCs w:val="18"/>
        </w:rPr>
        <w:t>Specialista na geotechniku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E9996E"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102F28">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45E87075" w:rsidR="004436EE" w:rsidRPr="004436EE" w:rsidRDefault="006746D6" w:rsidP="00964369">
            <w:pPr>
              <w:pStyle w:val="Textbezodsazen"/>
            </w:pPr>
            <w:r>
              <w:t>130 000 000,-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102F28">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66830A1"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61E8A19"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177C53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AD59DB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EEFE5C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44ED0B3"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E4A857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BF02E6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C934DF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A239B2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109908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6F9C223"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AAF4B9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1F453B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B9D0CF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30735AD"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102F28">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014DF32E" w:rsidR="00D0544F" w:rsidRPr="00D0544F" w:rsidRDefault="00726D0D" w:rsidP="00D0544F">
            <w:pPr>
              <w:pStyle w:val="Tabulka"/>
              <w:rPr>
                <w:highlight w:val="green"/>
              </w:rPr>
            </w:pPr>
            <w:r w:rsidRPr="00BF7695">
              <w:t>Dokumentace pro územní rozhodnutí „Rekonstrukce ŽST Chabařovice“</w:t>
            </w:r>
          </w:p>
        </w:tc>
        <w:tc>
          <w:tcPr>
            <w:tcW w:w="3129" w:type="dxa"/>
          </w:tcPr>
          <w:p w14:paraId="142CE38E" w14:textId="77777777" w:rsidR="00D0544F" w:rsidRPr="00F95FBD" w:rsidRDefault="00D0544F" w:rsidP="00964369">
            <w:pPr>
              <w:pStyle w:val="Tabulka"/>
              <w:jc w:val="center"/>
            </w:pPr>
          </w:p>
        </w:tc>
        <w:tc>
          <w:tcPr>
            <w:tcW w:w="2957" w:type="dxa"/>
          </w:tcPr>
          <w:p w14:paraId="19226A32" w14:textId="10562127" w:rsidR="00D0544F" w:rsidRPr="00F95FBD" w:rsidRDefault="00726D0D" w:rsidP="00964369">
            <w:pPr>
              <w:pStyle w:val="Tabulka"/>
              <w:jc w:val="center"/>
            </w:pPr>
            <w:r>
              <w:t>06/2023</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102F28">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3E537BF3" w14:textId="77777777" w:rsidR="00726D0D" w:rsidRDefault="00726D0D" w:rsidP="00726D0D">
      <w:pPr>
        <w:pStyle w:val="Nadpis2-2"/>
        <w:numPr>
          <w:ilvl w:val="0"/>
          <w:numId w:val="0"/>
        </w:numPr>
        <w:ind w:left="737"/>
        <w:sectPr w:rsidR="00726D0D" w:rsidSect="00102F28">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D370B8B" w14:textId="5D46E998" w:rsidR="00726D0D" w:rsidRDefault="00726D0D" w:rsidP="00726D0D">
      <w:pPr>
        <w:pStyle w:val="Nadpisbezsl1-1"/>
      </w:pPr>
      <w:r>
        <w:t>Příloha č. 11</w:t>
      </w:r>
    </w:p>
    <w:p w14:paraId="542EDD46" w14:textId="4800DE9F" w:rsidR="006A67D6" w:rsidRPr="00726D0D" w:rsidRDefault="00726D0D" w:rsidP="00726D0D">
      <w:pPr>
        <w:pStyle w:val="Textbezodsazen"/>
        <w:rPr>
          <w:b/>
          <w:sz w:val="20"/>
          <w:szCs w:val="20"/>
        </w:rPr>
      </w:pPr>
      <w:r w:rsidRPr="00726D0D">
        <w:rPr>
          <w:b/>
          <w:sz w:val="20"/>
          <w:szCs w:val="20"/>
        </w:rPr>
        <w:t>BIM protokol</w:t>
      </w:r>
    </w:p>
    <w:p w14:paraId="24EBB1BB" w14:textId="77777777" w:rsidR="007F22CD" w:rsidRDefault="007F22CD" w:rsidP="006A67D6">
      <w:pPr>
        <w:pStyle w:val="Textbezodsazen"/>
      </w:pPr>
    </w:p>
    <w:p w14:paraId="010E0A9C" w14:textId="1486F4E4" w:rsidR="007F22CD" w:rsidRDefault="007F22CD" w:rsidP="006A67D6">
      <w:pPr>
        <w:pStyle w:val="Textbezodsazen"/>
      </w:pPr>
    </w:p>
    <w:sectPr w:rsidR="007F22CD" w:rsidSect="00102F28">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51CEC" w14:textId="77777777" w:rsidR="00927E65" w:rsidRDefault="00927E65" w:rsidP="00962258">
      <w:pPr>
        <w:spacing w:after="0" w:line="240" w:lineRule="auto"/>
      </w:pPr>
      <w:r>
        <w:separator/>
      </w:r>
    </w:p>
  </w:endnote>
  <w:endnote w:type="continuationSeparator" w:id="0">
    <w:p w14:paraId="1A5B3F01" w14:textId="77777777" w:rsidR="00927E65" w:rsidRDefault="00927E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06E096B2" w14:textId="77777777" w:rsidTr="009626C4">
      <w:tc>
        <w:tcPr>
          <w:tcW w:w="907" w:type="dxa"/>
          <w:tcMar>
            <w:left w:w="0" w:type="dxa"/>
            <w:right w:w="0" w:type="dxa"/>
          </w:tcMar>
          <w:vAlign w:val="bottom"/>
        </w:tcPr>
        <w:p w14:paraId="709C85F5" w14:textId="2E14849D"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9</w:t>
          </w:r>
          <w:r>
            <w:rPr>
              <w:rStyle w:val="slostrnky"/>
            </w:rPr>
            <w:fldChar w:fldCharType="end"/>
          </w:r>
        </w:p>
      </w:tc>
      <w:tc>
        <w:tcPr>
          <w:tcW w:w="0" w:type="auto"/>
          <w:vAlign w:val="bottom"/>
        </w:tcPr>
        <w:p w14:paraId="3FCBF579" w14:textId="4201CA18" w:rsidR="00B7232D" w:rsidRPr="003462EB" w:rsidRDefault="00B7232D" w:rsidP="009626C4">
          <w:pPr>
            <w:pStyle w:val="Zpatvlevo"/>
          </w:pPr>
          <w:r w:rsidRPr="0059019F">
            <w:rPr>
              <w:b/>
              <w:bCs/>
            </w:rPr>
            <w:t>Rekonstrukce ŽST Chabařovice</w:t>
          </w:r>
        </w:p>
        <w:p w14:paraId="0E950B56" w14:textId="77777777" w:rsidR="00B7232D" w:rsidRPr="003462EB" w:rsidRDefault="00B7232D" w:rsidP="005A2756">
          <w:pPr>
            <w:pStyle w:val="Zpatvlevo"/>
          </w:pPr>
          <w:r>
            <w:t>Smlouva o dílo na zhotovení Dokumentace + DP</w:t>
          </w:r>
        </w:p>
      </w:tc>
    </w:tr>
  </w:tbl>
  <w:p w14:paraId="7101E3D5" w14:textId="77777777" w:rsidR="00B7232D" w:rsidRPr="00402B45" w:rsidRDefault="00B7232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6557BEBD" w14:textId="77777777" w:rsidTr="009626C4">
      <w:tc>
        <w:tcPr>
          <w:tcW w:w="907" w:type="dxa"/>
          <w:tcMar>
            <w:left w:w="0" w:type="dxa"/>
            <w:right w:w="0" w:type="dxa"/>
          </w:tcMar>
          <w:vAlign w:val="bottom"/>
        </w:tcPr>
        <w:p w14:paraId="521F3050" w14:textId="3DBA6CA3"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4</w:t>
          </w:r>
          <w:r>
            <w:rPr>
              <w:rStyle w:val="slostrnky"/>
            </w:rPr>
            <w:fldChar w:fldCharType="end"/>
          </w:r>
        </w:p>
      </w:tc>
      <w:tc>
        <w:tcPr>
          <w:tcW w:w="0" w:type="auto"/>
          <w:vAlign w:val="bottom"/>
        </w:tcPr>
        <w:p w14:paraId="118D55E4" w14:textId="77777777" w:rsidR="00B7232D" w:rsidRPr="005328CA" w:rsidRDefault="00B7232D" w:rsidP="009626C4">
          <w:pPr>
            <w:pStyle w:val="Zpatvlevo"/>
            <w:rPr>
              <w:b/>
            </w:rPr>
          </w:pPr>
          <w:r w:rsidRPr="005328CA">
            <w:rPr>
              <w:b/>
            </w:rPr>
            <w:t xml:space="preserve">Příloha č. </w:t>
          </w:r>
          <w:r>
            <w:rPr>
              <w:b/>
            </w:rPr>
            <w:t>4</w:t>
          </w:r>
        </w:p>
        <w:p w14:paraId="7624C3B9" w14:textId="70E0DACB" w:rsidR="00B7232D" w:rsidRPr="003462EB" w:rsidRDefault="00B7232D" w:rsidP="009626C4">
          <w:pPr>
            <w:pStyle w:val="Zpatvlevo"/>
          </w:pPr>
          <w:r w:rsidRPr="0059019F">
            <w:rPr>
              <w:b/>
              <w:bCs/>
            </w:rPr>
            <w:t>Rekonstrukce ŽST Chabařovice</w:t>
          </w:r>
        </w:p>
        <w:p w14:paraId="7B757D60" w14:textId="77777777" w:rsidR="00B7232D" w:rsidRPr="003462EB" w:rsidRDefault="00B7232D" w:rsidP="00402B45">
          <w:pPr>
            <w:pStyle w:val="Zpatvlevo"/>
          </w:pPr>
          <w:r>
            <w:t xml:space="preserve">Smlouva o dílo na zhotovení </w:t>
          </w:r>
          <w:proofErr w:type="spellStart"/>
          <w:r>
            <w:t>Dokumentace+DP</w:t>
          </w:r>
          <w:proofErr w:type="spellEnd"/>
        </w:p>
      </w:tc>
    </w:tr>
  </w:tbl>
  <w:p w14:paraId="723D4408" w14:textId="77777777" w:rsidR="00B7232D" w:rsidRPr="00402B45" w:rsidRDefault="00B7232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4A4C9AE3" w14:textId="77777777" w:rsidTr="009626C4">
      <w:tc>
        <w:tcPr>
          <w:tcW w:w="0" w:type="auto"/>
          <w:tcMar>
            <w:left w:w="0" w:type="dxa"/>
            <w:right w:w="0" w:type="dxa"/>
          </w:tcMar>
          <w:vAlign w:val="bottom"/>
        </w:tcPr>
        <w:p w14:paraId="30067DCA" w14:textId="77777777" w:rsidR="00B7232D" w:rsidRPr="005328CA" w:rsidRDefault="00B7232D" w:rsidP="009626C4">
          <w:pPr>
            <w:pStyle w:val="Zpatvpravo"/>
            <w:rPr>
              <w:b/>
            </w:rPr>
          </w:pPr>
          <w:r w:rsidRPr="005328CA">
            <w:rPr>
              <w:b/>
            </w:rPr>
            <w:t xml:space="preserve">Příloha č. </w:t>
          </w:r>
          <w:r>
            <w:rPr>
              <w:b/>
            </w:rPr>
            <w:t>4</w:t>
          </w:r>
          <w:r w:rsidRPr="005328CA">
            <w:rPr>
              <w:b/>
            </w:rPr>
            <w:t xml:space="preserve">   </w:t>
          </w:r>
        </w:p>
        <w:p w14:paraId="0414878D" w14:textId="129A294C" w:rsidR="00B7232D" w:rsidRDefault="00B7232D" w:rsidP="009626C4">
          <w:pPr>
            <w:pStyle w:val="Zpatvpravo"/>
          </w:pPr>
          <w:r>
            <w:t xml:space="preserve"> </w:t>
          </w:r>
          <w:r w:rsidRPr="0059019F">
            <w:rPr>
              <w:b/>
              <w:bCs/>
            </w:rPr>
            <w:t>Rekonstrukce ŽST Chabařovice</w:t>
          </w:r>
        </w:p>
        <w:p w14:paraId="22A0E58B"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192DD9D" w14:textId="2C02E953"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4</w:t>
          </w:r>
          <w:r>
            <w:rPr>
              <w:rStyle w:val="slostrnky"/>
            </w:rPr>
            <w:fldChar w:fldCharType="end"/>
          </w:r>
        </w:p>
      </w:tc>
    </w:tr>
  </w:tbl>
  <w:p w14:paraId="77DEE1E9" w14:textId="77777777" w:rsidR="00B7232D" w:rsidRPr="00B8518B" w:rsidRDefault="00B723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06674821" w14:textId="77777777" w:rsidTr="009626C4">
      <w:tc>
        <w:tcPr>
          <w:tcW w:w="907" w:type="dxa"/>
          <w:tcMar>
            <w:left w:w="0" w:type="dxa"/>
            <w:right w:w="0" w:type="dxa"/>
          </w:tcMar>
          <w:vAlign w:val="bottom"/>
        </w:tcPr>
        <w:p w14:paraId="27B7DDFC" w14:textId="1D97845F"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3</w:t>
          </w:r>
          <w:r>
            <w:rPr>
              <w:rStyle w:val="slostrnky"/>
            </w:rPr>
            <w:fldChar w:fldCharType="end"/>
          </w:r>
        </w:p>
      </w:tc>
      <w:tc>
        <w:tcPr>
          <w:tcW w:w="0" w:type="auto"/>
          <w:vAlign w:val="bottom"/>
        </w:tcPr>
        <w:p w14:paraId="53CBD06E" w14:textId="77777777" w:rsidR="00B7232D" w:rsidRPr="005328CA" w:rsidRDefault="00B7232D" w:rsidP="009626C4">
          <w:pPr>
            <w:pStyle w:val="Zpatvlevo"/>
            <w:rPr>
              <w:b/>
            </w:rPr>
          </w:pPr>
          <w:r w:rsidRPr="005328CA">
            <w:rPr>
              <w:b/>
            </w:rPr>
            <w:t xml:space="preserve">Příloha č. </w:t>
          </w:r>
          <w:r>
            <w:rPr>
              <w:b/>
            </w:rPr>
            <w:t>5</w:t>
          </w:r>
        </w:p>
        <w:p w14:paraId="4D07FB87" w14:textId="7657D7B4" w:rsidR="00B7232D" w:rsidRPr="003462EB" w:rsidRDefault="00B7232D" w:rsidP="009626C4">
          <w:pPr>
            <w:pStyle w:val="Zpatvlevo"/>
          </w:pPr>
          <w:r w:rsidRPr="0059019F">
            <w:rPr>
              <w:b/>
              <w:bCs/>
            </w:rPr>
            <w:t>Rekonstrukce ŽST Chabařovice</w:t>
          </w:r>
        </w:p>
        <w:p w14:paraId="464955A4" w14:textId="77777777" w:rsidR="00B7232D" w:rsidRPr="003462EB" w:rsidRDefault="00B7232D" w:rsidP="00402B45">
          <w:pPr>
            <w:pStyle w:val="Zpatvlevo"/>
          </w:pPr>
          <w:r>
            <w:t xml:space="preserve">Smlouva o dílo na zhotovení </w:t>
          </w:r>
          <w:proofErr w:type="spellStart"/>
          <w:r>
            <w:t>Dokumentace+DP</w:t>
          </w:r>
          <w:proofErr w:type="spellEnd"/>
        </w:p>
      </w:tc>
    </w:tr>
  </w:tbl>
  <w:p w14:paraId="4346BB68" w14:textId="77777777" w:rsidR="00B7232D" w:rsidRPr="00402B45" w:rsidRDefault="00B7232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78F7E3A4" w14:textId="77777777" w:rsidTr="00286AD1">
      <w:trPr>
        <w:jc w:val="right"/>
      </w:trPr>
      <w:tc>
        <w:tcPr>
          <w:tcW w:w="0" w:type="auto"/>
          <w:tcMar>
            <w:left w:w="0" w:type="dxa"/>
            <w:right w:w="0" w:type="dxa"/>
          </w:tcMar>
          <w:vAlign w:val="bottom"/>
        </w:tcPr>
        <w:p w14:paraId="3C9C0AA8" w14:textId="77777777" w:rsidR="00B7232D" w:rsidRPr="005328CA" w:rsidRDefault="00B7232D" w:rsidP="009626C4">
          <w:pPr>
            <w:pStyle w:val="Zpatvpravo"/>
            <w:rPr>
              <w:b/>
            </w:rPr>
          </w:pPr>
          <w:r w:rsidRPr="005328CA">
            <w:rPr>
              <w:b/>
            </w:rPr>
            <w:t xml:space="preserve">Příloha č. </w:t>
          </w:r>
          <w:r>
            <w:rPr>
              <w:b/>
            </w:rPr>
            <w:t>5</w:t>
          </w:r>
          <w:r w:rsidRPr="005328CA">
            <w:rPr>
              <w:b/>
            </w:rPr>
            <w:t xml:space="preserve">   </w:t>
          </w:r>
        </w:p>
        <w:p w14:paraId="4951B60F" w14:textId="70B932DF" w:rsidR="00B7232D" w:rsidRDefault="00B7232D" w:rsidP="009626C4">
          <w:pPr>
            <w:pStyle w:val="Zpatvpravo"/>
          </w:pPr>
          <w:r>
            <w:t xml:space="preserve"> </w:t>
          </w:r>
          <w:r w:rsidRPr="0059019F">
            <w:rPr>
              <w:b/>
              <w:bCs/>
            </w:rPr>
            <w:t>Rekonstrukce ŽST Chabařovice</w:t>
          </w:r>
        </w:p>
        <w:p w14:paraId="5EC22DEC"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4B675F25"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3</w:t>
          </w:r>
          <w:r>
            <w:rPr>
              <w:rStyle w:val="slostrnky"/>
            </w:rPr>
            <w:fldChar w:fldCharType="end"/>
          </w:r>
        </w:p>
      </w:tc>
    </w:tr>
  </w:tbl>
  <w:p w14:paraId="58E4F6B3" w14:textId="77777777" w:rsidR="00B7232D" w:rsidRPr="00B8518B" w:rsidRDefault="00B723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5886674F" w14:textId="77777777" w:rsidTr="009626C4">
      <w:tc>
        <w:tcPr>
          <w:tcW w:w="907" w:type="dxa"/>
          <w:tcMar>
            <w:left w:w="0" w:type="dxa"/>
            <w:right w:w="0" w:type="dxa"/>
          </w:tcMar>
          <w:vAlign w:val="bottom"/>
        </w:tcPr>
        <w:p w14:paraId="6A936D4A" w14:textId="362A7081"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4</w:t>
          </w:r>
          <w:r>
            <w:rPr>
              <w:rStyle w:val="slostrnky"/>
            </w:rPr>
            <w:fldChar w:fldCharType="end"/>
          </w:r>
        </w:p>
      </w:tc>
      <w:tc>
        <w:tcPr>
          <w:tcW w:w="0" w:type="auto"/>
          <w:vAlign w:val="bottom"/>
        </w:tcPr>
        <w:p w14:paraId="34D49C9B" w14:textId="77777777" w:rsidR="00B7232D" w:rsidRPr="005328CA" w:rsidRDefault="00B7232D" w:rsidP="009626C4">
          <w:pPr>
            <w:pStyle w:val="Zpatvlevo"/>
            <w:rPr>
              <w:b/>
            </w:rPr>
          </w:pPr>
          <w:r w:rsidRPr="005328CA">
            <w:rPr>
              <w:b/>
            </w:rPr>
            <w:t xml:space="preserve">Příloha č. </w:t>
          </w:r>
          <w:r>
            <w:rPr>
              <w:b/>
            </w:rPr>
            <w:t>6</w:t>
          </w:r>
        </w:p>
        <w:p w14:paraId="5B88AF4A" w14:textId="424D596E" w:rsidR="00B7232D" w:rsidRPr="003462EB" w:rsidRDefault="00B7232D" w:rsidP="009626C4">
          <w:pPr>
            <w:pStyle w:val="Zpatvlevo"/>
          </w:pPr>
          <w:r w:rsidRPr="0059019F">
            <w:rPr>
              <w:b/>
              <w:bCs/>
            </w:rPr>
            <w:t>Rekonstrukce ŽST Chabařovice</w:t>
          </w:r>
        </w:p>
        <w:p w14:paraId="25B98094" w14:textId="77777777" w:rsidR="00B7232D" w:rsidRPr="003462EB" w:rsidRDefault="00B7232D" w:rsidP="00402B45">
          <w:pPr>
            <w:pStyle w:val="Zpatvlevo"/>
          </w:pPr>
          <w:r>
            <w:t xml:space="preserve">Smlouva o dílo na zhotovení </w:t>
          </w:r>
          <w:proofErr w:type="spellStart"/>
          <w:r>
            <w:t>Dokumentace+DP</w:t>
          </w:r>
          <w:proofErr w:type="spellEnd"/>
        </w:p>
      </w:tc>
    </w:tr>
  </w:tbl>
  <w:p w14:paraId="37362EB9" w14:textId="77777777" w:rsidR="00B7232D" w:rsidRPr="00402B45" w:rsidRDefault="00B7232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61EE0043" w14:textId="77777777" w:rsidTr="00286AD1">
      <w:trPr>
        <w:jc w:val="right"/>
      </w:trPr>
      <w:tc>
        <w:tcPr>
          <w:tcW w:w="0" w:type="auto"/>
          <w:tcMar>
            <w:left w:w="0" w:type="dxa"/>
            <w:right w:w="0" w:type="dxa"/>
          </w:tcMar>
          <w:vAlign w:val="bottom"/>
        </w:tcPr>
        <w:p w14:paraId="2604F23D" w14:textId="77777777" w:rsidR="00B7232D" w:rsidRPr="005328CA" w:rsidRDefault="00B7232D" w:rsidP="009626C4">
          <w:pPr>
            <w:pStyle w:val="Zpatvpravo"/>
            <w:rPr>
              <w:b/>
            </w:rPr>
          </w:pPr>
          <w:r w:rsidRPr="005328CA">
            <w:rPr>
              <w:b/>
            </w:rPr>
            <w:t xml:space="preserve">Příloha č. </w:t>
          </w:r>
          <w:r>
            <w:rPr>
              <w:b/>
            </w:rPr>
            <w:t>6</w:t>
          </w:r>
          <w:r w:rsidRPr="005328CA">
            <w:rPr>
              <w:b/>
            </w:rPr>
            <w:t xml:space="preserve">   </w:t>
          </w:r>
        </w:p>
        <w:p w14:paraId="26CDC935" w14:textId="3C071AA5" w:rsidR="00B7232D" w:rsidRDefault="00B7232D" w:rsidP="009626C4">
          <w:pPr>
            <w:pStyle w:val="Zpatvpravo"/>
          </w:pPr>
          <w:r>
            <w:t xml:space="preserve"> </w:t>
          </w:r>
          <w:r w:rsidRPr="0059019F">
            <w:rPr>
              <w:b/>
              <w:bCs/>
            </w:rPr>
            <w:t>Rekonstrukce ŽST Chabařovice</w:t>
          </w:r>
        </w:p>
        <w:p w14:paraId="3FACAED3"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EBBB3CF" w14:textId="012ED4FF"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4</w:t>
          </w:r>
          <w:r>
            <w:rPr>
              <w:rStyle w:val="slostrnky"/>
            </w:rPr>
            <w:fldChar w:fldCharType="end"/>
          </w:r>
        </w:p>
      </w:tc>
    </w:tr>
  </w:tbl>
  <w:p w14:paraId="028CF20B" w14:textId="77777777" w:rsidR="00B7232D" w:rsidRPr="00B8518B" w:rsidRDefault="00B7232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055B64E2" w14:textId="77777777" w:rsidTr="009626C4">
      <w:tc>
        <w:tcPr>
          <w:tcW w:w="907" w:type="dxa"/>
          <w:tcMar>
            <w:left w:w="0" w:type="dxa"/>
            <w:right w:w="0" w:type="dxa"/>
          </w:tcMar>
          <w:vAlign w:val="bottom"/>
        </w:tcPr>
        <w:p w14:paraId="1F9A15B0" w14:textId="77777777"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B7232D" w:rsidRPr="005328CA" w:rsidRDefault="00B7232D" w:rsidP="009626C4">
          <w:pPr>
            <w:pStyle w:val="Zpatvlevo"/>
            <w:rPr>
              <w:b/>
            </w:rPr>
          </w:pPr>
          <w:r w:rsidRPr="005328CA">
            <w:rPr>
              <w:b/>
            </w:rPr>
            <w:t xml:space="preserve">Příloha č. </w:t>
          </w:r>
          <w:r>
            <w:rPr>
              <w:b/>
            </w:rPr>
            <w:t>7</w:t>
          </w:r>
        </w:p>
        <w:p w14:paraId="02B00BC5" w14:textId="77777777" w:rsidR="00B7232D" w:rsidRPr="003462EB" w:rsidRDefault="00000000" w:rsidP="009626C4">
          <w:pPr>
            <w:pStyle w:val="Zpatvlevo"/>
          </w:pPr>
          <w:fldSimple w:instr=" STYLEREF  _Název_akce  \* MERGEFORMAT ">
            <w:r w:rsidR="00B7232D" w:rsidRPr="000B0C01">
              <w:rPr>
                <w:b/>
                <w:bCs/>
                <w:noProof/>
              </w:rPr>
              <w:t>„Název akce“</w:t>
            </w:r>
            <w:r w:rsidR="00B7232D">
              <w:rPr>
                <w:noProof/>
              </w:rPr>
              <w:t xml:space="preserve"> – přepíše se do zápatí</w:t>
            </w:r>
          </w:fldSimple>
        </w:p>
        <w:p w14:paraId="36C02BC1" w14:textId="77777777" w:rsidR="00B7232D" w:rsidRPr="003462EB" w:rsidRDefault="00B7232D" w:rsidP="00402B45">
          <w:pPr>
            <w:pStyle w:val="Zpatvlevo"/>
          </w:pPr>
          <w:r>
            <w:t xml:space="preserve">Smlouva o dílo na zhotovení </w:t>
          </w:r>
          <w:proofErr w:type="spellStart"/>
          <w:r>
            <w:t>Dokumentace+AD</w:t>
          </w:r>
          <w:proofErr w:type="spellEnd"/>
        </w:p>
      </w:tc>
    </w:tr>
  </w:tbl>
  <w:p w14:paraId="1E39ED72" w14:textId="77777777" w:rsidR="00B7232D" w:rsidRPr="00402B45" w:rsidRDefault="00B7232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5B6983EA" w14:textId="77777777" w:rsidTr="00286AD1">
      <w:trPr>
        <w:jc w:val="right"/>
      </w:trPr>
      <w:tc>
        <w:tcPr>
          <w:tcW w:w="0" w:type="auto"/>
          <w:tcMar>
            <w:left w:w="0" w:type="dxa"/>
            <w:right w:w="0" w:type="dxa"/>
          </w:tcMar>
          <w:vAlign w:val="bottom"/>
        </w:tcPr>
        <w:p w14:paraId="38158099" w14:textId="77777777" w:rsidR="00B7232D" w:rsidRPr="005328CA" w:rsidRDefault="00B7232D" w:rsidP="009626C4">
          <w:pPr>
            <w:pStyle w:val="Zpatvpravo"/>
            <w:rPr>
              <w:b/>
            </w:rPr>
          </w:pPr>
          <w:r w:rsidRPr="005328CA">
            <w:rPr>
              <w:b/>
            </w:rPr>
            <w:t xml:space="preserve">Příloha č. </w:t>
          </w:r>
          <w:r>
            <w:rPr>
              <w:b/>
            </w:rPr>
            <w:t>7</w:t>
          </w:r>
          <w:r w:rsidRPr="005328CA">
            <w:rPr>
              <w:b/>
            </w:rPr>
            <w:t xml:space="preserve">   </w:t>
          </w:r>
        </w:p>
        <w:p w14:paraId="2BF33CC8" w14:textId="372C99D8" w:rsidR="00B7232D" w:rsidRDefault="00B7232D" w:rsidP="009626C4">
          <w:pPr>
            <w:pStyle w:val="Zpatvpravo"/>
          </w:pPr>
          <w:r>
            <w:t xml:space="preserve"> </w:t>
          </w:r>
          <w:r w:rsidRPr="0059019F">
            <w:rPr>
              <w:b/>
              <w:bCs/>
            </w:rPr>
            <w:t>Rekonstrukce ŽST Chabařovice</w:t>
          </w:r>
        </w:p>
        <w:p w14:paraId="2D6F9E46"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E17A033" w14:textId="27ABBCB4"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1</w:t>
          </w:r>
          <w:r>
            <w:rPr>
              <w:rStyle w:val="slostrnky"/>
            </w:rPr>
            <w:fldChar w:fldCharType="end"/>
          </w:r>
        </w:p>
      </w:tc>
    </w:tr>
  </w:tbl>
  <w:p w14:paraId="79F69B78" w14:textId="77777777" w:rsidR="00B7232D" w:rsidRPr="00B8518B" w:rsidRDefault="00B7232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172D84C2" w14:textId="77777777" w:rsidTr="009626C4">
      <w:tc>
        <w:tcPr>
          <w:tcW w:w="907" w:type="dxa"/>
          <w:tcMar>
            <w:left w:w="0" w:type="dxa"/>
            <w:right w:w="0" w:type="dxa"/>
          </w:tcMar>
          <w:vAlign w:val="bottom"/>
        </w:tcPr>
        <w:p w14:paraId="3B52580E" w14:textId="77777777"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B7232D" w:rsidRPr="005328CA" w:rsidRDefault="00B7232D" w:rsidP="009626C4">
          <w:pPr>
            <w:pStyle w:val="Zpatvlevo"/>
            <w:rPr>
              <w:b/>
            </w:rPr>
          </w:pPr>
          <w:r w:rsidRPr="005328CA">
            <w:rPr>
              <w:b/>
            </w:rPr>
            <w:t xml:space="preserve">Příloha č. </w:t>
          </w:r>
          <w:r>
            <w:rPr>
              <w:b/>
            </w:rPr>
            <w:t>8</w:t>
          </w:r>
        </w:p>
        <w:p w14:paraId="2DDBBB43" w14:textId="77777777" w:rsidR="00B7232D" w:rsidRPr="003462EB" w:rsidRDefault="00000000" w:rsidP="009626C4">
          <w:pPr>
            <w:pStyle w:val="Zpatvlevo"/>
          </w:pPr>
          <w:fldSimple w:instr=" STYLEREF  _Název_akce  \* MERGEFORMAT ">
            <w:r w:rsidR="00B7232D" w:rsidRPr="000B0C01">
              <w:rPr>
                <w:b/>
                <w:bCs/>
                <w:noProof/>
              </w:rPr>
              <w:t>„Název akce“</w:t>
            </w:r>
            <w:r w:rsidR="00B7232D">
              <w:rPr>
                <w:noProof/>
              </w:rPr>
              <w:t xml:space="preserve"> – přepíše se do zápatí</w:t>
            </w:r>
          </w:fldSimple>
        </w:p>
        <w:p w14:paraId="61ABCEE8" w14:textId="77777777" w:rsidR="00B7232D" w:rsidRPr="003462EB" w:rsidRDefault="00B7232D" w:rsidP="00402B45">
          <w:pPr>
            <w:pStyle w:val="Zpatvlevo"/>
          </w:pPr>
          <w:r>
            <w:t xml:space="preserve">Smlouva o dílo na zhotovení </w:t>
          </w:r>
          <w:proofErr w:type="spellStart"/>
          <w:r>
            <w:t>Dokumentace+AD</w:t>
          </w:r>
          <w:proofErr w:type="spellEnd"/>
        </w:p>
      </w:tc>
    </w:tr>
  </w:tbl>
  <w:p w14:paraId="484ABE39" w14:textId="77777777" w:rsidR="00B7232D" w:rsidRPr="00402B45" w:rsidRDefault="00B7232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6C30DA48" w14:textId="77777777" w:rsidTr="00286AD1">
      <w:trPr>
        <w:jc w:val="right"/>
      </w:trPr>
      <w:tc>
        <w:tcPr>
          <w:tcW w:w="0" w:type="auto"/>
          <w:tcMar>
            <w:left w:w="0" w:type="dxa"/>
            <w:right w:w="0" w:type="dxa"/>
          </w:tcMar>
          <w:vAlign w:val="bottom"/>
        </w:tcPr>
        <w:p w14:paraId="52834538" w14:textId="77777777" w:rsidR="00B7232D" w:rsidRPr="005328CA" w:rsidRDefault="00B7232D" w:rsidP="009626C4">
          <w:pPr>
            <w:pStyle w:val="Zpatvpravo"/>
            <w:rPr>
              <w:b/>
            </w:rPr>
          </w:pPr>
          <w:r w:rsidRPr="005328CA">
            <w:rPr>
              <w:b/>
            </w:rPr>
            <w:t xml:space="preserve">Příloha č. </w:t>
          </w:r>
          <w:r>
            <w:rPr>
              <w:b/>
            </w:rPr>
            <w:t>8</w:t>
          </w:r>
          <w:r w:rsidRPr="005328CA">
            <w:rPr>
              <w:b/>
            </w:rPr>
            <w:t xml:space="preserve">   </w:t>
          </w:r>
        </w:p>
        <w:p w14:paraId="11035914" w14:textId="625E465C" w:rsidR="00B7232D" w:rsidRDefault="00B7232D" w:rsidP="009626C4">
          <w:pPr>
            <w:pStyle w:val="Zpatvpravo"/>
          </w:pPr>
          <w:r>
            <w:t xml:space="preserve"> </w:t>
          </w:r>
          <w:r w:rsidRPr="0059019F">
            <w:rPr>
              <w:b/>
              <w:bCs/>
            </w:rPr>
            <w:t>Rekonstrukce ŽST Chabařovice</w:t>
          </w:r>
        </w:p>
        <w:p w14:paraId="487CFEAD"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E430557" w14:textId="138802DF"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1</w:t>
          </w:r>
          <w:r>
            <w:rPr>
              <w:rStyle w:val="slostrnky"/>
            </w:rPr>
            <w:fldChar w:fldCharType="end"/>
          </w:r>
        </w:p>
      </w:tc>
    </w:tr>
  </w:tbl>
  <w:p w14:paraId="2932E9C7" w14:textId="77777777" w:rsidR="00B7232D" w:rsidRPr="00B8518B" w:rsidRDefault="00B72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6EEBF384" w14:textId="77777777" w:rsidTr="009626C4">
      <w:tc>
        <w:tcPr>
          <w:tcW w:w="0" w:type="auto"/>
          <w:tcMar>
            <w:left w:w="0" w:type="dxa"/>
            <w:right w:w="0" w:type="dxa"/>
          </w:tcMar>
          <w:vAlign w:val="bottom"/>
        </w:tcPr>
        <w:p w14:paraId="1F0FFAFB" w14:textId="7CCCF964" w:rsidR="00B7232D" w:rsidRDefault="00B7232D" w:rsidP="009626C4">
          <w:pPr>
            <w:pStyle w:val="Zpatvpravo"/>
          </w:pPr>
          <w:r w:rsidRPr="0059019F">
            <w:rPr>
              <w:b/>
              <w:bCs/>
            </w:rPr>
            <w:t>Rekonstrukce ŽST Chabařovice</w:t>
          </w:r>
        </w:p>
        <w:p w14:paraId="431C4188" w14:textId="77777777" w:rsidR="00B7232D" w:rsidRPr="003462EB" w:rsidRDefault="00B7232D" w:rsidP="009626C4">
          <w:pPr>
            <w:pStyle w:val="Zpatvpravo"/>
            <w:rPr>
              <w:rStyle w:val="slostrnky"/>
              <w:b w:val="0"/>
              <w:color w:val="auto"/>
              <w:sz w:val="12"/>
            </w:rPr>
          </w:pPr>
          <w:r>
            <w:t>Smlouva o dílo na zhotovení Dokumentace + DP</w:t>
          </w:r>
        </w:p>
      </w:tc>
      <w:tc>
        <w:tcPr>
          <w:tcW w:w="907" w:type="dxa"/>
          <w:vAlign w:val="bottom"/>
        </w:tcPr>
        <w:p w14:paraId="2E0AC9C9" w14:textId="2BE57CF9"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9</w:t>
          </w:r>
          <w:r>
            <w:rPr>
              <w:rStyle w:val="slostrnky"/>
            </w:rPr>
            <w:fldChar w:fldCharType="end"/>
          </w:r>
        </w:p>
      </w:tc>
    </w:tr>
  </w:tbl>
  <w:p w14:paraId="6CEA0470" w14:textId="77777777" w:rsidR="00B7232D" w:rsidRPr="00B8518B" w:rsidRDefault="00B7232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6D162958" w14:textId="77777777" w:rsidTr="009626C4">
      <w:tc>
        <w:tcPr>
          <w:tcW w:w="907" w:type="dxa"/>
          <w:tcMar>
            <w:left w:w="0" w:type="dxa"/>
            <w:right w:w="0" w:type="dxa"/>
          </w:tcMar>
          <w:vAlign w:val="bottom"/>
        </w:tcPr>
        <w:p w14:paraId="37790680" w14:textId="77777777"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B7232D" w:rsidRPr="005328CA" w:rsidRDefault="00B7232D" w:rsidP="009626C4">
          <w:pPr>
            <w:pStyle w:val="Zpatvlevo"/>
            <w:rPr>
              <w:b/>
            </w:rPr>
          </w:pPr>
          <w:r w:rsidRPr="005328CA">
            <w:rPr>
              <w:b/>
            </w:rPr>
            <w:t xml:space="preserve">Příloha č. </w:t>
          </w:r>
          <w:r>
            <w:rPr>
              <w:b/>
            </w:rPr>
            <w:t>9</w:t>
          </w:r>
        </w:p>
        <w:p w14:paraId="16F089D5" w14:textId="77777777" w:rsidR="00B7232D" w:rsidRPr="003462EB" w:rsidRDefault="00000000" w:rsidP="009626C4">
          <w:pPr>
            <w:pStyle w:val="Zpatvlevo"/>
          </w:pPr>
          <w:fldSimple w:instr=" STYLEREF  _Název_akce  \* MERGEFORMAT ">
            <w:r w:rsidR="00B7232D" w:rsidRPr="000B0C01">
              <w:rPr>
                <w:b/>
                <w:bCs/>
                <w:noProof/>
              </w:rPr>
              <w:t>„Název akce“</w:t>
            </w:r>
            <w:r w:rsidR="00B7232D">
              <w:rPr>
                <w:noProof/>
              </w:rPr>
              <w:t xml:space="preserve"> – přepíše se do zápatí</w:t>
            </w:r>
          </w:fldSimple>
        </w:p>
        <w:p w14:paraId="24E4802E" w14:textId="77777777" w:rsidR="00B7232D" w:rsidRPr="003462EB" w:rsidRDefault="00B7232D" w:rsidP="00402B45">
          <w:pPr>
            <w:pStyle w:val="Zpatvlevo"/>
          </w:pPr>
          <w:r>
            <w:t xml:space="preserve">Smlouva o dílo na zhotovení </w:t>
          </w:r>
          <w:proofErr w:type="spellStart"/>
          <w:r>
            <w:t>Dokumentace+AD</w:t>
          </w:r>
          <w:proofErr w:type="spellEnd"/>
        </w:p>
      </w:tc>
    </w:tr>
  </w:tbl>
  <w:p w14:paraId="063CFD7F" w14:textId="77777777" w:rsidR="00B7232D" w:rsidRPr="00402B45" w:rsidRDefault="00B7232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5A3B8C1F" w14:textId="77777777" w:rsidTr="00286AD1">
      <w:trPr>
        <w:jc w:val="right"/>
      </w:trPr>
      <w:tc>
        <w:tcPr>
          <w:tcW w:w="0" w:type="auto"/>
          <w:tcMar>
            <w:left w:w="0" w:type="dxa"/>
            <w:right w:w="0" w:type="dxa"/>
          </w:tcMar>
          <w:vAlign w:val="bottom"/>
        </w:tcPr>
        <w:p w14:paraId="5D57D2D7" w14:textId="77777777" w:rsidR="00B7232D" w:rsidRPr="005328CA" w:rsidRDefault="00B7232D" w:rsidP="009626C4">
          <w:pPr>
            <w:pStyle w:val="Zpatvpravo"/>
            <w:rPr>
              <w:b/>
            </w:rPr>
          </w:pPr>
          <w:r w:rsidRPr="005328CA">
            <w:rPr>
              <w:b/>
            </w:rPr>
            <w:t xml:space="preserve">Příloha č. </w:t>
          </w:r>
          <w:r>
            <w:rPr>
              <w:b/>
            </w:rPr>
            <w:t>9</w:t>
          </w:r>
          <w:r w:rsidRPr="005328CA">
            <w:rPr>
              <w:b/>
            </w:rPr>
            <w:t xml:space="preserve">   </w:t>
          </w:r>
        </w:p>
        <w:p w14:paraId="0D406F6E" w14:textId="2DFA4086" w:rsidR="00B7232D" w:rsidRPr="004520AA" w:rsidRDefault="00B7232D" w:rsidP="009626C4">
          <w:pPr>
            <w:pStyle w:val="Zpatvpravo"/>
            <w:rPr>
              <w:b/>
              <w:bCs/>
            </w:rPr>
          </w:pPr>
          <w:r>
            <w:t xml:space="preserve"> </w:t>
          </w:r>
          <w:r w:rsidRPr="0059019F">
            <w:rPr>
              <w:b/>
              <w:bCs/>
            </w:rPr>
            <w:t>Rekonstrukce ŽST Chabařovice</w:t>
          </w:r>
        </w:p>
        <w:p w14:paraId="7BFF82F5"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44FF375" w14:textId="0CCA1ADA"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C0499">
            <w:rPr>
              <w:rStyle w:val="slostrnky"/>
              <w:noProof/>
            </w:rPr>
            <w:t>1</w:t>
          </w:r>
          <w:r>
            <w:rPr>
              <w:rStyle w:val="slostrnky"/>
            </w:rPr>
            <w:fldChar w:fldCharType="end"/>
          </w:r>
        </w:p>
      </w:tc>
    </w:tr>
  </w:tbl>
  <w:p w14:paraId="397B5914" w14:textId="77777777" w:rsidR="00B7232D" w:rsidRPr="00B8518B" w:rsidRDefault="00B7232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69BAC33B" w14:textId="77777777" w:rsidTr="009626C4">
      <w:tc>
        <w:tcPr>
          <w:tcW w:w="907" w:type="dxa"/>
          <w:tcMar>
            <w:left w:w="0" w:type="dxa"/>
            <w:right w:w="0" w:type="dxa"/>
          </w:tcMar>
          <w:vAlign w:val="bottom"/>
        </w:tcPr>
        <w:p w14:paraId="5CFA6DF6" w14:textId="77777777"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E59559B" w14:textId="77777777" w:rsidR="00B7232D" w:rsidRPr="005328CA" w:rsidRDefault="00B7232D" w:rsidP="009626C4">
          <w:pPr>
            <w:pStyle w:val="Zpatvlevo"/>
            <w:rPr>
              <w:b/>
            </w:rPr>
          </w:pPr>
          <w:r w:rsidRPr="005328CA">
            <w:rPr>
              <w:b/>
            </w:rPr>
            <w:t xml:space="preserve">Příloha č. </w:t>
          </w:r>
          <w:r>
            <w:rPr>
              <w:b/>
            </w:rPr>
            <w:t>10</w:t>
          </w:r>
        </w:p>
        <w:p w14:paraId="1435C99E" w14:textId="77777777" w:rsidR="00B7232D" w:rsidRPr="003462EB" w:rsidRDefault="00000000" w:rsidP="009626C4">
          <w:pPr>
            <w:pStyle w:val="Zpatvlevo"/>
          </w:pPr>
          <w:fldSimple w:instr=" STYLEREF  _Název_akce  \* MERGEFORMAT ">
            <w:r w:rsidR="00B7232D" w:rsidRPr="000B0C01">
              <w:rPr>
                <w:b/>
                <w:bCs/>
                <w:noProof/>
              </w:rPr>
              <w:t>„Název akce“</w:t>
            </w:r>
            <w:r w:rsidR="00B7232D">
              <w:rPr>
                <w:noProof/>
              </w:rPr>
              <w:t xml:space="preserve"> – přepíše se do zápatí</w:t>
            </w:r>
          </w:fldSimple>
        </w:p>
        <w:p w14:paraId="6E846F9D" w14:textId="77777777" w:rsidR="00B7232D" w:rsidRPr="003462EB" w:rsidRDefault="00B7232D" w:rsidP="00402B45">
          <w:pPr>
            <w:pStyle w:val="Zpatvlevo"/>
          </w:pPr>
          <w:r>
            <w:t xml:space="preserve">Smlouva o dílo na zhotovení </w:t>
          </w:r>
          <w:proofErr w:type="spellStart"/>
          <w:r>
            <w:t>Dokumentace+AD</w:t>
          </w:r>
          <w:proofErr w:type="spellEnd"/>
        </w:p>
      </w:tc>
    </w:tr>
  </w:tbl>
  <w:p w14:paraId="3CE0AF89" w14:textId="77777777" w:rsidR="00B7232D" w:rsidRPr="00402B45" w:rsidRDefault="00B7232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0F50882C" w14:textId="77777777" w:rsidTr="00286AD1">
      <w:trPr>
        <w:jc w:val="right"/>
      </w:trPr>
      <w:tc>
        <w:tcPr>
          <w:tcW w:w="0" w:type="auto"/>
          <w:tcMar>
            <w:left w:w="0" w:type="dxa"/>
            <w:right w:w="0" w:type="dxa"/>
          </w:tcMar>
          <w:vAlign w:val="bottom"/>
        </w:tcPr>
        <w:p w14:paraId="2915F88B" w14:textId="77777777" w:rsidR="00B7232D" w:rsidRPr="005328CA" w:rsidRDefault="00B7232D" w:rsidP="009626C4">
          <w:pPr>
            <w:pStyle w:val="Zpatvpravo"/>
            <w:rPr>
              <w:b/>
            </w:rPr>
          </w:pPr>
          <w:r w:rsidRPr="005328CA">
            <w:rPr>
              <w:b/>
            </w:rPr>
            <w:t>Příloha č.</w:t>
          </w:r>
          <w:r>
            <w:rPr>
              <w:b/>
            </w:rPr>
            <w:t xml:space="preserve"> 10</w:t>
          </w:r>
          <w:r w:rsidRPr="005328CA">
            <w:rPr>
              <w:b/>
            </w:rPr>
            <w:t xml:space="preserve">   </w:t>
          </w:r>
        </w:p>
        <w:p w14:paraId="4AECBF37" w14:textId="657D7CA3" w:rsidR="00B7232D" w:rsidRDefault="00B7232D" w:rsidP="009626C4">
          <w:pPr>
            <w:pStyle w:val="Zpatvpravo"/>
          </w:pPr>
          <w:r>
            <w:t xml:space="preserve"> </w:t>
          </w:r>
          <w:r w:rsidRPr="0059019F">
            <w:rPr>
              <w:b/>
              <w:bCs/>
            </w:rPr>
            <w:t>Rekonstrukce ŽST Chabařovice</w:t>
          </w:r>
        </w:p>
        <w:p w14:paraId="77708F32" w14:textId="77777777" w:rsidR="00B7232D" w:rsidRPr="003462EB" w:rsidRDefault="00B7232D"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43278C9" w14:textId="1C90B9D9"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C0499">
            <w:rPr>
              <w:rStyle w:val="slostrnky"/>
              <w:noProof/>
            </w:rPr>
            <w:t>1</w:t>
          </w:r>
          <w:r>
            <w:rPr>
              <w:rStyle w:val="slostrnky"/>
            </w:rPr>
            <w:fldChar w:fldCharType="end"/>
          </w:r>
        </w:p>
      </w:tc>
    </w:tr>
  </w:tbl>
  <w:p w14:paraId="1F84A899" w14:textId="77777777" w:rsidR="00B7232D" w:rsidRPr="00B8518B" w:rsidRDefault="00B7232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552C5BE0" w14:textId="77777777" w:rsidTr="00286AD1">
      <w:trPr>
        <w:jc w:val="right"/>
      </w:trPr>
      <w:tc>
        <w:tcPr>
          <w:tcW w:w="0" w:type="auto"/>
          <w:tcMar>
            <w:left w:w="0" w:type="dxa"/>
            <w:right w:w="0" w:type="dxa"/>
          </w:tcMar>
          <w:vAlign w:val="bottom"/>
        </w:tcPr>
        <w:p w14:paraId="34E4CF4C" w14:textId="39DC2753" w:rsidR="00B7232D" w:rsidRPr="005328CA" w:rsidRDefault="00B7232D" w:rsidP="009626C4">
          <w:pPr>
            <w:pStyle w:val="Zpatvpravo"/>
            <w:rPr>
              <w:b/>
            </w:rPr>
          </w:pPr>
          <w:r w:rsidRPr="005328CA">
            <w:rPr>
              <w:b/>
            </w:rPr>
            <w:t>Příloha č.</w:t>
          </w:r>
          <w:r>
            <w:rPr>
              <w:b/>
            </w:rPr>
            <w:t xml:space="preserve"> 11</w:t>
          </w:r>
          <w:r w:rsidRPr="005328CA">
            <w:rPr>
              <w:b/>
            </w:rPr>
            <w:t xml:space="preserve">   </w:t>
          </w:r>
        </w:p>
        <w:p w14:paraId="48F1729F" w14:textId="0358C620" w:rsidR="00B7232D" w:rsidRDefault="00B7232D" w:rsidP="009626C4">
          <w:pPr>
            <w:pStyle w:val="Zpatvpravo"/>
          </w:pPr>
          <w:r>
            <w:t xml:space="preserve"> </w:t>
          </w:r>
          <w:r w:rsidRPr="0059019F">
            <w:rPr>
              <w:b/>
              <w:bCs/>
            </w:rPr>
            <w:t>Rekonstrukce ŽST Chabařovice</w:t>
          </w:r>
        </w:p>
        <w:p w14:paraId="71C719B2" w14:textId="77777777" w:rsidR="00B7232D" w:rsidRPr="003462EB" w:rsidRDefault="00B7232D"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E31BCFE" w14:textId="0258B6A1"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C0499">
            <w:rPr>
              <w:rStyle w:val="slostrnky"/>
              <w:noProof/>
            </w:rPr>
            <w:t>1</w:t>
          </w:r>
          <w:r>
            <w:rPr>
              <w:rStyle w:val="slostrnky"/>
            </w:rPr>
            <w:fldChar w:fldCharType="end"/>
          </w:r>
        </w:p>
      </w:tc>
    </w:tr>
  </w:tbl>
  <w:p w14:paraId="21CD871B" w14:textId="77777777" w:rsidR="00B7232D" w:rsidRPr="00B8518B" w:rsidRDefault="00B723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1C11" w14:textId="77777777" w:rsidR="00B7232D" w:rsidRPr="00B8518B" w:rsidRDefault="00B7232D" w:rsidP="00460660">
    <w:pPr>
      <w:pStyle w:val="Zpat"/>
      <w:rPr>
        <w:sz w:val="2"/>
        <w:szCs w:val="2"/>
      </w:rPr>
    </w:pPr>
  </w:p>
  <w:p w14:paraId="3C18E895" w14:textId="77777777" w:rsidR="00B7232D" w:rsidRPr="00B3350F" w:rsidRDefault="00B7232D" w:rsidP="007C7C99">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4F0BB9B" w14:textId="77777777" w:rsidR="00B7232D" w:rsidRPr="00B8518B" w:rsidRDefault="00B7232D" w:rsidP="00F9740F">
    <w:pPr>
      <w:pStyle w:val="Zpat"/>
      <w:rPr>
        <w:sz w:val="2"/>
        <w:szCs w:val="2"/>
      </w:rPr>
    </w:pPr>
  </w:p>
  <w:p w14:paraId="2259CEA0" w14:textId="3854CBD4" w:rsidR="00B7232D" w:rsidRPr="00EF529C" w:rsidRDefault="00B7232D" w:rsidP="00F9740F">
    <w:pPr>
      <w:pStyle w:val="Zpat"/>
      <w:rPr>
        <w:rFonts w:cs="Calibri"/>
        <w:sz w:val="4"/>
        <w:szCs w:val="4"/>
      </w:rPr>
    </w:pPr>
  </w:p>
  <w:p w14:paraId="6A589522" w14:textId="77777777" w:rsidR="00B7232D" w:rsidRPr="00EF529C" w:rsidRDefault="00B7232D" w:rsidP="00F9740F">
    <w:pPr>
      <w:pStyle w:val="Zpat"/>
      <w:rPr>
        <w:rFonts w:cs="Calibri"/>
        <w:sz w:val="2"/>
        <w:szCs w:val="2"/>
      </w:rPr>
    </w:pPr>
  </w:p>
  <w:p w14:paraId="635E1E5A" w14:textId="77777777" w:rsidR="00B7232D" w:rsidRPr="00460660" w:rsidRDefault="00B7232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15B1E4BE" w14:textId="77777777" w:rsidTr="009626C4">
      <w:tc>
        <w:tcPr>
          <w:tcW w:w="907" w:type="dxa"/>
          <w:tcMar>
            <w:left w:w="0" w:type="dxa"/>
            <w:right w:w="0" w:type="dxa"/>
          </w:tcMar>
          <w:vAlign w:val="bottom"/>
        </w:tcPr>
        <w:p w14:paraId="77238F0B" w14:textId="08CBB170"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4345">
            <w:rPr>
              <w:rStyle w:val="slostrnky"/>
              <w:noProof/>
            </w:rPr>
            <w:t>2</w:t>
          </w:r>
          <w:r>
            <w:rPr>
              <w:rStyle w:val="slostrnky"/>
            </w:rPr>
            <w:fldChar w:fldCharType="end"/>
          </w:r>
        </w:p>
      </w:tc>
      <w:tc>
        <w:tcPr>
          <w:tcW w:w="0" w:type="auto"/>
          <w:vAlign w:val="bottom"/>
        </w:tcPr>
        <w:p w14:paraId="2A3384F8" w14:textId="77777777" w:rsidR="00B7232D" w:rsidRPr="005328CA" w:rsidRDefault="00B7232D" w:rsidP="009626C4">
          <w:pPr>
            <w:pStyle w:val="Zpatvlevo"/>
            <w:rPr>
              <w:b/>
            </w:rPr>
          </w:pPr>
          <w:r w:rsidRPr="005328CA">
            <w:rPr>
              <w:b/>
            </w:rPr>
            <w:t>Příloha č. 1</w:t>
          </w:r>
        </w:p>
        <w:p w14:paraId="1580EE32" w14:textId="5DAD4EC7" w:rsidR="00B7232D" w:rsidRPr="003462EB" w:rsidRDefault="00000000" w:rsidP="009626C4">
          <w:pPr>
            <w:pStyle w:val="Zpatvlevo"/>
          </w:pPr>
          <w:r>
            <w:fldChar w:fldCharType="begin"/>
          </w:r>
          <w:r>
            <w:instrText xml:space="preserve"> STYLEREF  _Název_akce  \* MERGEFORMAT </w:instrText>
          </w:r>
          <w:r>
            <w:fldChar w:fldCharType="separate"/>
          </w:r>
          <w:r w:rsidR="007F4345">
            <w:rPr>
              <w:b/>
              <w:bCs/>
              <w:noProof/>
            </w:rPr>
            <w:t>Chyba! V dokumentu není žádný text v zadaném stylu.</w:t>
          </w:r>
          <w:r>
            <w:rPr>
              <w:noProof/>
            </w:rPr>
            <w:fldChar w:fldCharType="end"/>
          </w:r>
        </w:p>
        <w:p w14:paraId="0E3EAE50" w14:textId="77777777" w:rsidR="00B7232D" w:rsidRPr="003462EB" w:rsidRDefault="00B7232D" w:rsidP="00402B45">
          <w:pPr>
            <w:pStyle w:val="Zpatvlevo"/>
          </w:pPr>
          <w:r>
            <w:t xml:space="preserve">Smlouva o dílo na zhotovení </w:t>
          </w:r>
          <w:proofErr w:type="spellStart"/>
          <w:r>
            <w:t>Dokumentace+AD</w:t>
          </w:r>
          <w:proofErr w:type="spellEnd"/>
        </w:p>
      </w:tc>
    </w:tr>
  </w:tbl>
  <w:p w14:paraId="64A110E8" w14:textId="77777777" w:rsidR="00B7232D" w:rsidRPr="00402B45" w:rsidRDefault="00B7232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4B7AE076" w14:textId="77777777" w:rsidTr="009626C4">
      <w:tc>
        <w:tcPr>
          <w:tcW w:w="0" w:type="auto"/>
          <w:tcMar>
            <w:left w:w="0" w:type="dxa"/>
            <w:right w:w="0" w:type="dxa"/>
          </w:tcMar>
          <w:vAlign w:val="bottom"/>
        </w:tcPr>
        <w:p w14:paraId="6B59076D" w14:textId="77777777" w:rsidR="00B7232D" w:rsidRPr="005328CA" w:rsidRDefault="00B7232D" w:rsidP="009626C4">
          <w:pPr>
            <w:pStyle w:val="Zpatvpravo"/>
            <w:rPr>
              <w:b/>
            </w:rPr>
          </w:pPr>
          <w:r w:rsidRPr="005328CA">
            <w:rPr>
              <w:b/>
            </w:rPr>
            <w:t xml:space="preserve">Příloha č. 1   </w:t>
          </w:r>
        </w:p>
        <w:p w14:paraId="517EDA81" w14:textId="12E7BB04" w:rsidR="00B7232D" w:rsidRDefault="00B7232D" w:rsidP="009626C4">
          <w:pPr>
            <w:pStyle w:val="Zpatvpravo"/>
          </w:pPr>
          <w:r>
            <w:t xml:space="preserve"> </w:t>
          </w:r>
          <w:r w:rsidRPr="0059019F">
            <w:rPr>
              <w:b/>
              <w:bCs/>
            </w:rPr>
            <w:t>Rekonstrukce ŽST Chabařovice</w:t>
          </w:r>
        </w:p>
        <w:p w14:paraId="0A917516"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94587E4" w14:textId="0B425AB2"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1</w:t>
          </w:r>
          <w:r>
            <w:rPr>
              <w:rStyle w:val="slostrnky"/>
            </w:rPr>
            <w:fldChar w:fldCharType="end"/>
          </w:r>
        </w:p>
      </w:tc>
    </w:tr>
  </w:tbl>
  <w:p w14:paraId="4401F645" w14:textId="77777777" w:rsidR="00B7232D" w:rsidRPr="00B8518B" w:rsidRDefault="00B723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5B324FA9" w14:textId="77777777" w:rsidTr="009626C4">
      <w:tc>
        <w:tcPr>
          <w:tcW w:w="907" w:type="dxa"/>
          <w:tcMar>
            <w:left w:w="0" w:type="dxa"/>
            <w:right w:w="0" w:type="dxa"/>
          </w:tcMar>
          <w:vAlign w:val="bottom"/>
        </w:tcPr>
        <w:p w14:paraId="035C6342" w14:textId="77777777"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B7232D" w:rsidRPr="005328CA" w:rsidRDefault="00B7232D" w:rsidP="009626C4">
          <w:pPr>
            <w:pStyle w:val="Zpatvlevo"/>
            <w:rPr>
              <w:b/>
            </w:rPr>
          </w:pPr>
          <w:r w:rsidRPr="005328CA">
            <w:rPr>
              <w:b/>
            </w:rPr>
            <w:t xml:space="preserve">Příloha č. </w:t>
          </w:r>
          <w:r>
            <w:rPr>
              <w:b/>
            </w:rPr>
            <w:t>2</w:t>
          </w:r>
        </w:p>
        <w:p w14:paraId="04CAADE2" w14:textId="77777777" w:rsidR="00B7232D" w:rsidRPr="003462EB" w:rsidRDefault="00000000" w:rsidP="009626C4">
          <w:pPr>
            <w:pStyle w:val="Zpatvlevo"/>
          </w:pPr>
          <w:fldSimple w:instr=" STYLEREF  _Název_akce  \* MERGEFORMAT ">
            <w:r w:rsidR="00B7232D" w:rsidRPr="000B0C01">
              <w:rPr>
                <w:b/>
                <w:bCs/>
                <w:noProof/>
              </w:rPr>
              <w:t>„Název akce“</w:t>
            </w:r>
            <w:r w:rsidR="00B7232D">
              <w:rPr>
                <w:noProof/>
              </w:rPr>
              <w:t xml:space="preserve"> – přepíše se do zápatí</w:t>
            </w:r>
          </w:fldSimple>
        </w:p>
        <w:p w14:paraId="6E7D6255" w14:textId="77777777" w:rsidR="00B7232D" w:rsidRPr="003462EB" w:rsidRDefault="00B7232D" w:rsidP="0007452F">
          <w:pPr>
            <w:pStyle w:val="Zpatvlevo"/>
          </w:pPr>
          <w:r>
            <w:t xml:space="preserve">Smlouva o dílo na zhotovení </w:t>
          </w:r>
          <w:proofErr w:type="spellStart"/>
          <w:r>
            <w:t>Dokumentace+AD</w:t>
          </w:r>
          <w:proofErr w:type="spellEnd"/>
        </w:p>
      </w:tc>
    </w:tr>
  </w:tbl>
  <w:p w14:paraId="3426FF1B" w14:textId="77777777" w:rsidR="00B7232D" w:rsidRPr="00402B45" w:rsidRDefault="00B7232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3E60EDBE" w14:textId="77777777" w:rsidTr="009626C4">
      <w:tc>
        <w:tcPr>
          <w:tcW w:w="0" w:type="auto"/>
          <w:tcMar>
            <w:left w:w="0" w:type="dxa"/>
            <w:right w:w="0" w:type="dxa"/>
          </w:tcMar>
          <w:vAlign w:val="bottom"/>
        </w:tcPr>
        <w:p w14:paraId="6DFD52EF" w14:textId="77777777" w:rsidR="00B7232D" w:rsidRPr="005328CA" w:rsidRDefault="00B7232D" w:rsidP="009626C4">
          <w:pPr>
            <w:pStyle w:val="Zpatvpravo"/>
            <w:rPr>
              <w:b/>
            </w:rPr>
          </w:pPr>
          <w:r w:rsidRPr="005328CA">
            <w:rPr>
              <w:b/>
            </w:rPr>
            <w:t xml:space="preserve">Příloha č. </w:t>
          </w:r>
          <w:r>
            <w:rPr>
              <w:b/>
            </w:rPr>
            <w:t>2</w:t>
          </w:r>
          <w:r w:rsidRPr="005328CA">
            <w:rPr>
              <w:b/>
            </w:rPr>
            <w:t xml:space="preserve">   </w:t>
          </w:r>
        </w:p>
        <w:p w14:paraId="2A639050" w14:textId="663E0BDD" w:rsidR="00B7232D" w:rsidRDefault="00B7232D" w:rsidP="009626C4">
          <w:pPr>
            <w:pStyle w:val="Zpatvpravo"/>
          </w:pPr>
          <w:r>
            <w:t xml:space="preserve"> </w:t>
          </w:r>
          <w:r w:rsidRPr="0059019F">
            <w:rPr>
              <w:b/>
              <w:bCs/>
            </w:rPr>
            <w:t>Rekonstrukce ŽST Chabařovice</w:t>
          </w:r>
        </w:p>
        <w:p w14:paraId="48A41FB5"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B614A01" w14:textId="4C4168B2"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1</w:t>
          </w:r>
          <w:r>
            <w:rPr>
              <w:rStyle w:val="slostrnky"/>
            </w:rPr>
            <w:fldChar w:fldCharType="end"/>
          </w:r>
        </w:p>
      </w:tc>
    </w:tr>
  </w:tbl>
  <w:p w14:paraId="278D62A6" w14:textId="77777777" w:rsidR="00B7232D" w:rsidRPr="00B8518B" w:rsidRDefault="00B723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232D" w:rsidRPr="003462EB" w14:paraId="3FFD2F2B" w14:textId="77777777" w:rsidTr="009626C4">
      <w:tc>
        <w:tcPr>
          <w:tcW w:w="907" w:type="dxa"/>
          <w:tcMar>
            <w:left w:w="0" w:type="dxa"/>
            <w:right w:w="0" w:type="dxa"/>
          </w:tcMar>
          <w:vAlign w:val="bottom"/>
        </w:tcPr>
        <w:p w14:paraId="440D8E7B" w14:textId="77777777" w:rsidR="00B7232D" w:rsidRPr="00B8518B" w:rsidRDefault="00B72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B7232D" w:rsidRPr="005328CA" w:rsidRDefault="00B7232D" w:rsidP="009626C4">
          <w:pPr>
            <w:pStyle w:val="Zpatvlevo"/>
            <w:rPr>
              <w:b/>
            </w:rPr>
          </w:pPr>
          <w:r w:rsidRPr="005328CA">
            <w:rPr>
              <w:b/>
            </w:rPr>
            <w:t xml:space="preserve">Příloha č. </w:t>
          </w:r>
          <w:r>
            <w:rPr>
              <w:b/>
            </w:rPr>
            <w:t>3</w:t>
          </w:r>
        </w:p>
        <w:p w14:paraId="79B76E3B" w14:textId="77777777" w:rsidR="00B7232D" w:rsidRPr="003462EB" w:rsidRDefault="00000000" w:rsidP="009626C4">
          <w:pPr>
            <w:pStyle w:val="Zpatvlevo"/>
          </w:pPr>
          <w:fldSimple w:instr=" STYLEREF  _Název_akce  \* MERGEFORMAT ">
            <w:r w:rsidR="00B7232D" w:rsidRPr="000B0C01">
              <w:rPr>
                <w:b/>
                <w:bCs/>
                <w:noProof/>
              </w:rPr>
              <w:t>„Název akce“</w:t>
            </w:r>
            <w:r w:rsidR="00B7232D">
              <w:rPr>
                <w:noProof/>
              </w:rPr>
              <w:t xml:space="preserve"> – přepíše se do zápatí</w:t>
            </w:r>
          </w:fldSimple>
        </w:p>
        <w:p w14:paraId="0D0CD2BC" w14:textId="77777777" w:rsidR="00B7232D" w:rsidRPr="003462EB" w:rsidRDefault="00B7232D" w:rsidP="00402B45">
          <w:pPr>
            <w:pStyle w:val="Zpatvlevo"/>
          </w:pPr>
          <w:r>
            <w:t xml:space="preserve">Smlouva o dílo na zhotovení </w:t>
          </w:r>
          <w:proofErr w:type="spellStart"/>
          <w:r>
            <w:t>Dokumentace+AD</w:t>
          </w:r>
          <w:proofErr w:type="spellEnd"/>
        </w:p>
      </w:tc>
    </w:tr>
  </w:tbl>
  <w:p w14:paraId="6F07594A" w14:textId="77777777" w:rsidR="00B7232D" w:rsidRPr="00402B45" w:rsidRDefault="00B7232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7232D" w:rsidRPr="009E09BE" w14:paraId="7914A6D9" w14:textId="77777777" w:rsidTr="009626C4">
      <w:tc>
        <w:tcPr>
          <w:tcW w:w="0" w:type="auto"/>
          <w:tcMar>
            <w:left w:w="0" w:type="dxa"/>
            <w:right w:w="0" w:type="dxa"/>
          </w:tcMar>
          <w:vAlign w:val="bottom"/>
        </w:tcPr>
        <w:p w14:paraId="026A4B25" w14:textId="77777777" w:rsidR="00B7232D" w:rsidRPr="005328CA" w:rsidRDefault="00B7232D" w:rsidP="009626C4">
          <w:pPr>
            <w:pStyle w:val="Zpatvpravo"/>
            <w:rPr>
              <w:b/>
            </w:rPr>
          </w:pPr>
          <w:r w:rsidRPr="005328CA">
            <w:rPr>
              <w:b/>
            </w:rPr>
            <w:t xml:space="preserve">Příloha č. </w:t>
          </w:r>
          <w:r>
            <w:rPr>
              <w:b/>
            </w:rPr>
            <w:t>3</w:t>
          </w:r>
          <w:r w:rsidRPr="005328CA">
            <w:rPr>
              <w:b/>
            </w:rPr>
            <w:t xml:space="preserve">   </w:t>
          </w:r>
        </w:p>
        <w:p w14:paraId="42D185C9" w14:textId="288756D1" w:rsidR="00B7232D" w:rsidRDefault="00B7232D" w:rsidP="009626C4">
          <w:pPr>
            <w:pStyle w:val="Zpatvpravo"/>
          </w:pPr>
          <w:r>
            <w:t xml:space="preserve"> </w:t>
          </w:r>
          <w:r w:rsidRPr="0059019F">
            <w:rPr>
              <w:b/>
              <w:bCs/>
            </w:rPr>
            <w:t>Rekonstrukce ŽST Chabařovice</w:t>
          </w:r>
        </w:p>
        <w:p w14:paraId="7B064476" w14:textId="77777777" w:rsidR="00B7232D" w:rsidRPr="003462EB" w:rsidRDefault="00B7232D"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A7D6EE9" w14:textId="178DFC05" w:rsidR="00B7232D" w:rsidRPr="009E09BE" w:rsidRDefault="00B72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53A5">
            <w:rPr>
              <w:rStyle w:val="slostrnky"/>
              <w:noProof/>
            </w:rPr>
            <w:t>1</w:t>
          </w:r>
          <w:r>
            <w:rPr>
              <w:rStyle w:val="slostrnky"/>
            </w:rPr>
            <w:fldChar w:fldCharType="end"/>
          </w:r>
        </w:p>
      </w:tc>
    </w:tr>
  </w:tbl>
  <w:p w14:paraId="2851DA9B" w14:textId="77777777" w:rsidR="00B7232D" w:rsidRPr="00B8518B" w:rsidRDefault="00B723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30FAE" w14:textId="77777777" w:rsidR="00927E65" w:rsidRDefault="00927E65" w:rsidP="00962258">
      <w:pPr>
        <w:spacing w:after="0" w:line="240" w:lineRule="auto"/>
      </w:pPr>
      <w:r>
        <w:separator/>
      </w:r>
    </w:p>
  </w:footnote>
  <w:footnote w:type="continuationSeparator" w:id="0">
    <w:p w14:paraId="0BF2BD3B" w14:textId="77777777" w:rsidR="00927E65" w:rsidRDefault="00927E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232D" w14:paraId="1C8A4D9F" w14:textId="77777777" w:rsidTr="00B22106">
      <w:trPr>
        <w:trHeight w:hRule="exact" w:val="936"/>
      </w:trPr>
      <w:tc>
        <w:tcPr>
          <w:tcW w:w="1361" w:type="dxa"/>
          <w:tcMar>
            <w:left w:w="0" w:type="dxa"/>
            <w:right w:w="0" w:type="dxa"/>
          </w:tcMar>
        </w:tcPr>
        <w:p w14:paraId="244DD4FE" w14:textId="77777777" w:rsidR="00B7232D" w:rsidRPr="00B8518B" w:rsidRDefault="00B7232D" w:rsidP="00FC6389">
          <w:pPr>
            <w:pStyle w:val="Zpat"/>
            <w:rPr>
              <w:rStyle w:val="slostrnky"/>
            </w:rPr>
          </w:pPr>
        </w:p>
      </w:tc>
      <w:tc>
        <w:tcPr>
          <w:tcW w:w="3458" w:type="dxa"/>
          <w:shd w:val="clear" w:color="auto" w:fill="auto"/>
          <w:tcMar>
            <w:left w:w="0" w:type="dxa"/>
            <w:right w:w="0" w:type="dxa"/>
          </w:tcMar>
        </w:tcPr>
        <w:p w14:paraId="58F0DA41" w14:textId="77777777" w:rsidR="00B7232D" w:rsidRDefault="00B7232D"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B7232D" w:rsidRPr="00D6163D" w:rsidRDefault="00B7232D" w:rsidP="00FC6389">
          <w:pPr>
            <w:pStyle w:val="Druhdokumentu"/>
          </w:pPr>
        </w:p>
      </w:tc>
    </w:tr>
    <w:tr w:rsidR="00B7232D" w14:paraId="0567FB9D" w14:textId="77777777" w:rsidTr="00B22106">
      <w:trPr>
        <w:trHeight w:hRule="exact" w:val="936"/>
      </w:trPr>
      <w:tc>
        <w:tcPr>
          <w:tcW w:w="1361" w:type="dxa"/>
          <w:tcMar>
            <w:left w:w="0" w:type="dxa"/>
            <w:right w:w="0" w:type="dxa"/>
          </w:tcMar>
        </w:tcPr>
        <w:p w14:paraId="00D08470" w14:textId="77777777" w:rsidR="00B7232D" w:rsidRPr="00B8518B" w:rsidRDefault="00B7232D" w:rsidP="00FC6389">
          <w:pPr>
            <w:pStyle w:val="Zpat"/>
            <w:rPr>
              <w:rStyle w:val="slostrnky"/>
            </w:rPr>
          </w:pPr>
        </w:p>
      </w:tc>
      <w:tc>
        <w:tcPr>
          <w:tcW w:w="3458" w:type="dxa"/>
          <w:shd w:val="clear" w:color="auto" w:fill="auto"/>
          <w:tcMar>
            <w:left w:w="0" w:type="dxa"/>
            <w:right w:w="0" w:type="dxa"/>
          </w:tcMar>
        </w:tcPr>
        <w:p w14:paraId="5A756E97" w14:textId="77777777" w:rsidR="00B7232D" w:rsidRDefault="00B7232D" w:rsidP="00FC6389">
          <w:pPr>
            <w:pStyle w:val="Zpat"/>
          </w:pPr>
        </w:p>
      </w:tc>
      <w:tc>
        <w:tcPr>
          <w:tcW w:w="5756" w:type="dxa"/>
          <w:shd w:val="clear" w:color="auto" w:fill="auto"/>
          <w:tcMar>
            <w:left w:w="0" w:type="dxa"/>
            <w:right w:w="0" w:type="dxa"/>
          </w:tcMar>
        </w:tcPr>
        <w:p w14:paraId="66206FA5" w14:textId="77777777" w:rsidR="00B7232D" w:rsidRPr="00D6163D" w:rsidRDefault="00B7232D" w:rsidP="00FC6389">
          <w:pPr>
            <w:pStyle w:val="Druhdokumentu"/>
          </w:pPr>
        </w:p>
      </w:tc>
    </w:tr>
  </w:tbl>
  <w:p w14:paraId="012C7461" w14:textId="77777777" w:rsidR="00B7232D" w:rsidRPr="00D6163D" w:rsidRDefault="00B7232D" w:rsidP="00FC6389">
    <w:pPr>
      <w:pStyle w:val="Zhlav"/>
      <w:rPr>
        <w:sz w:val="8"/>
        <w:szCs w:val="8"/>
      </w:rPr>
    </w:pPr>
  </w:p>
  <w:p w14:paraId="21796583" w14:textId="77777777" w:rsidR="00B7232D" w:rsidRPr="00460660" w:rsidRDefault="00B7232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62BDD" w14:textId="77777777" w:rsidR="00B7232D" w:rsidRPr="00D6163D" w:rsidRDefault="00B7232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E819" w14:textId="77777777" w:rsidR="00B7232D" w:rsidRPr="00D6163D" w:rsidRDefault="00B7232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A1B3D" w14:textId="77777777" w:rsidR="00B7232D" w:rsidRPr="00D6163D" w:rsidRDefault="00B72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6D0E" w14:textId="77777777" w:rsidR="00B7232D" w:rsidRDefault="00B72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0AB0" w14:textId="77777777" w:rsidR="00B7232D" w:rsidRPr="00D6163D" w:rsidRDefault="00B723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C232" w14:textId="77777777" w:rsidR="00B7232D" w:rsidRPr="00D6163D" w:rsidRDefault="00B723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85D8" w14:textId="77777777" w:rsidR="00B7232D" w:rsidRPr="00D6163D" w:rsidRDefault="00B723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AAE7" w14:textId="77777777" w:rsidR="00B7232D" w:rsidRPr="00D6163D" w:rsidRDefault="00B7232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E480" w14:textId="77777777" w:rsidR="00B7232D" w:rsidRPr="00D6163D" w:rsidRDefault="00B7232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B114" w14:textId="77777777" w:rsidR="00B7232D" w:rsidRPr="00D6163D" w:rsidRDefault="00B7232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30C4" w14:textId="77777777" w:rsidR="00B7232D" w:rsidRPr="00D6163D" w:rsidRDefault="00B723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84.3pt;height:139.85pt" o:bullet="t">
        <v:imagedata r:id="rId1" o:title="odrazka"/>
      </v:shape>
    </w:pict>
  </w:numPicBullet>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8C07D82"/>
    <w:multiLevelType w:val="hybridMultilevel"/>
    <w:tmpl w:val="DAB61FE0"/>
    <w:lvl w:ilvl="0" w:tplc="AC4A2F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951012709">
    <w:abstractNumId w:val="3"/>
  </w:num>
  <w:num w:numId="2" w16cid:durableId="865945267">
    <w:abstractNumId w:val="1"/>
  </w:num>
  <w:num w:numId="3" w16cid:durableId="1857187918">
    <w:abstractNumId w:val="13"/>
  </w:num>
  <w:num w:numId="4" w16cid:durableId="1921477101">
    <w:abstractNumId w:val="4"/>
  </w:num>
  <w:num w:numId="5" w16cid:durableId="1472669458">
    <w:abstractNumId w:val="0"/>
  </w:num>
  <w:num w:numId="6" w16cid:durableId="948896703">
    <w:abstractNumId w:val="5"/>
  </w:num>
  <w:num w:numId="7" w16cid:durableId="514810878">
    <w:abstractNumId w:val="10"/>
  </w:num>
  <w:num w:numId="8" w16cid:durableId="796265832">
    <w:abstractNumId w:val="12"/>
  </w:num>
  <w:num w:numId="9" w16cid:durableId="2038463274">
    <w:abstractNumId w:val="0"/>
  </w:num>
  <w:num w:numId="10" w16cid:durableId="1865287132">
    <w:abstractNumId w:val="2"/>
  </w:num>
  <w:num w:numId="11" w16cid:durableId="1016998015">
    <w:abstractNumId w:val="14"/>
  </w:num>
  <w:num w:numId="12" w16cid:durableId="15425506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3630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465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3671022">
    <w:abstractNumId w:val="6"/>
  </w:num>
  <w:num w:numId="16" w16cid:durableId="1047491114">
    <w:abstractNumId w:val="0"/>
  </w:num>
  <w:num w:numId="17" w16cid:durableId="938561041">
    <w:abstractNumId w:val="9"/>
  </w:num>
  <w:num w:numId="18" w16cid:durableId="1403068668">
    <w:abstractNumId w:val="15"/>
  </w:num>
  <w:num w:numId="19" w16cid:durableId="7699346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6192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1737234">
    <w:abstractNumId w:val="7"/>
  </w:num>
  <w:num w:numId="22" w16cid:durableId="1416897473">
    <w:abstractNumId w:val="8"/>
  </w:num>
  <w:num w:numId="23" w16cid:durableId="116315920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0C2E"/>
    <w:rsid w:val="0000450D"/>
    <w:rsid w:val="000048BC"/>
    <w:rsid w:val="00017F3C"/>
    <w:rsid w:val="00020257"/>
    <w:rsid w:val="00031538"/>
    <w:rsid w:val="00032B38"/>
    <w:rsid w:val="000352AE"/>
    <w:rsid w:val="00036CED"/>
    <w:rsid w:val="00041EC8"/>
    <w:rsid w:val="00060C31"/>
    <w:rsid w:val="0006588D"/>
    <w:rsid w:val="00067A5E"/>
    <w:rsid w:val="000719BB"/>
    <w:rsid w:val="00072A65"/>
    <w:rsid w:val="00072C1E"/>
    <w:rsid w:val="000740F6"/>
    <w:rsid w:val="0007452F"/>
    <w:rsid w:val="0008410C"/>
    <w:rsid w:val="000841E0"/>
    <w:rsid w:val="00085F7F"/>
    <w:rsid w:val="00086EA4"/>
    <w:rsid w:val="0009126C"/>
    <w:rsid w:val="000924B0"/>
    <w:rsid w:val="00093054"/>
    <w:rsid w:val="000B0C01"/>
    <w:rsid w:val="000B4EB8"/>
    <w:rsid w:val="000B7860"/>
    <w:rsid w:val="000C1CDF"/>
    <w:rsid w:val="000C41F2"/>
    <w:rsid w:val="000D22C4"/>
    <w:rsid w:val="000D27D1"/>
    <w:rsid w:val="000E1A7F"/>
    <w:rsid w:val="000E2ED0"/>
    <w:rsid w:val="000F18F2"/>
    <w:rsid w:val="000F234B"/>
    <w:rsid w:val="00101082"/>
    <w:rsid w:val="00102F28"/>
    <w:rsid w:val="00112864"/>
    <w:rsid w:val="00114472"/>
    <w:rsid w:val="00114988"/>
    <w:rsid w:val="00115069"/>
    <w:rsid w:val="001150F2"/>
    <w:rsid w:val="00116F0D"/>
    <w:rsid w:val="00121259"/>
    <w:rsid w:val="00124751"/>
    <w:rsid w:val="00130470"/>
    <w:rsid w:val="00130C53"/>
    <w:rsid w:val="00134C6D"/>
    <w:rsid w:val="0013670D"/>
    <w:rsid w:val="00143EC0"/>
    <w:rsid w:val="00153D4D"/>
    <w:rsid w:val="001553A5"/>
    <w:rsid w:val="00160F0B"/>
    <w:rsid w:val="001656A2"/>
    <w:rsid w:val="00165977"/>
    <w:rsid w:val="00170EC5"/>
    <w:rsid w:val="0017152F"/>
    <w:rsid w:val="0017282C"/>
    <w:rsid w:val="00174755"/>
    <w:rsid w:val="001747C1"/>
    <w:rsid w:val="00176567"/>
    <w:rsid w:val="00177D6B"/>
    <w:rsid w:val="0018771B"/>
    <w:rsid w:val="00191F90"/>
    <w:rsid w:val="0019301D"/>
    <w:rsid w:val="001977A2"/>
    <w:rsid w:val="001A1677"/>
    <w:rsid w:val="001A2701"/>
    <w:rsid w:val="001A5B98"/>
    <w:rsid w:val="001B4800"/>
    <w:rsid w:val="001B4E74"/>
    <w:rsid w:val="001C61BC"/>
    <w:rsid w:val="001C645F"/>
    <w:rsid w:val="001D22D7"/>
    <w:rsid w:val="001D60FF"/>
    <w:rsid w:val="001D76DC"/>
    <w:rsid w:val="001E678E"/>
    <w:rsid w:val="001E7175"/>
    <w:rsid w:val="00201E70"/>
    <w:rsid w:val="002038D5"/>
    <w:rsid w:val="002071BB"/>
    <w:rsid w:val="00207DF5"/>
    <w:rsid w:val="0022584E"/>
    <w:rsid w:val="00236D4F"/>
    <w:rsid w:val="00236DCC"/>
    <w:rsid w:val="00240B81"/>
    <w:rsid w:val="002423E1"/>
    <w:rsid w:val="00247CC4"/>
    <w:rsid w:val="00247D01"/>
    <w:rsid w:val="00253646"/>
    <w:rsid w:val="00253CBA"/>
    <w:rsid w:val="00254815"/>
    <w:rsid w:val="00261A5B"/>
    <w:rsid w:val="00262E5B"/>
    <w:rsid w:val="00264215"/>
    <w:rsid w:val="00276AFE"/>
    <w:rsid w:val="00277C7C"/>
    <w:rsid w:val="00280028"/>
    <w:rsid w:val="00286AD1"/>
    <w:rsid w:val="00291630"/>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03EF"/>
    <w:rsid w:val="002F4333"/>
    <w:rsid w:val="0030059C"/>
    <w:rsid w:val="00301B36"/>
    <w:rsid w:val="00305FDA"/>
    <w:rsid w:val="00313052"/>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0D02"/>
    <w:rsid w:val="003B13EE"/>
    <w:rsid w:val="003B5E09"/>
    <w:rsid w:val="003C0499"/>
    <w:rsid w:val="003C0F2C"/>
    <w:rsid w:val="003C33F2"/>
    <w:rsid w:val="003C7761"/>
    <w:rsid w:val="003D178E"/>
    <w:rsid w:val="003D439E"/>
    <w:rsid w:val="003D733B"/>
    <w:rsid w:val="003D7408"/>
    <w:rsid w:val="003D756E"/>
    <w:rsid w:val="003E34BE"/>
    <w:rsid w:val="003E3D37"/>
    <w:rsid w:val="003E420D"/>
    <w:rsid w:val="003E4C13"/>
    <w:rsid w:val="003F5723"/>
    <w:rsid w:val="003F5DA0"/>
    <w:rsid w:val="00400DF7"/>
    <w:rsid w:val="00401D2F"/>
    <w:rsid w:val="00402B45"/>
    <w:rsid w:val="004042F3"/>
    <w:rsid w:val="00406C51"/>
    <w:rsid w:val="004078F3"/>
    <w:rsid w:val="00417DF5"/>
    <w:rsid w:val="00427596"/>
    <w:rsid w:val="00427794"/>
    <w:rsid w:val="00431C86"/>
    <w:rsid w:val="00433CD6"/>
    <w:rsid w:val="00437993"/>
    <w:rsid w:val="00443525"/>
    <w:rsid w:val="004436EE"/>
    <w:rsid w:val="00446349"/>
    <w:rsid w:val="004500D2"/>
    <w:rsid w:val="00450F07"/>
    <w:rsid w:val="004520AA"/>
    <w:rsid w:val="00453CD3"/>
    <w:rsid w:val="0046002F"/>
    <w:rsid w:val="00460660"/>
    <w:rsid w:val="00460964"/>
    <w:rsid w:val="00461526"/>
    <w:rsid w:val="00464BA9"/>
    <w:rsid w:val="00467000"/>
    <w:rsid w:val="0047019B"/>
    <w:rsid w:val="00471596"/>
    <w:rsid w:val="004806B8"/>
    <w:rsid w:val="00483969"/>
    <w:rsid w:val="00486107"/>
    <w:rsid w:val="00487CA9"/>
    <w:rsid w:val="00490561"/>
    <w:rsid w:val="00491827"/>
    <w:rsid w:val="004A2564"/>
    <w:rsid w:val="004B05A9"/>
    <w:rsid w:val="004B6883"/>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5521"/>
    <w:rsid w:val="00517090"/>
    <w:rsid w:val="00523BB5"/>
    <w:rsid w:val="00523EA7"/>
    <w:rsid w:val="00531F30"/>
    <w:rsid w:val="005328CA"/>
    <w:rsid w:val="00533541"/>
    <w:rsid w:val="00535F7C"/>
    <w:rsid w:val="005406EB"/>
    <w:rsid w:val="00541324"/>
    <w:rsid w:val="005428E3"/>
    <w:rsid w:val="00551AB5"/>
    <w:rsid w:val="00553375"/>
    <w:rsid w:val="00555884"/>
    <w:rsid w:val="00565D33"/>
    <w:rsid w:val="00570648"/>
    <w:rsid w:val="005720B0"/>
    <w:rsid w:val="005736B7"/>
    <w:rsid w:val="00575E5A"/>
    <w:rsid w:val="00580245"/>
    <w:rsid w:val="00581F15"/>
    <w:rsid w:val="0059019F"/>
    <w:rsid w:val="0059030C"/>
    <w:rsid w:val="005923F7"/>
    <w:rsid w:val="005A150D"/>
    <w:rsid w:val="005A1F44"/>
    <w:rsid w:val="005A2756"/>
    <w:rsid w:val="005A3013"/>
    <w:rsid w:val="005A4C5F"/>
    <w:rsid w:val="005B2776"/>
    <w:rsid w:val="005D0207"/>
    <w:rsid w:val="005D3A62"/>
    <w:rsid w:val="005D3C39"/>
    <w:rsid w:val="005F4C6E"/>
    <w:rsid w:val="005F7A77"/>
    <w:rsid w:val="00601A8C"/>
    <w:rsid w:val="0061068E"/>
    <w:rsid w:val="006115D3"/>
    <w:rsid w:val="00611DDF"/>
    <w:rsid w:val="00612107"/>
    <w:rsid w:val="006217CD"/>
    <w:rsid w:val="006271BB"/>
    <w:rsid w:val="006301A3"/>
    <w:rsid w:val="00635032"/>
    <w:rsid w:val="00643F79"/>
    <w:rsid w:val="00644B90"/>
    <w:rsid w:val="00644E0F"/>
    <w:rsid w:val="0065600E"/>
    <w:rsid w:val="0065610E"/>
    <w:rsid w:val="006576AF"/>
    <w:rsid w:val="00660AD3"/>
    <w:rsid w:val="006746D6"/>
    <w:rsid w:val="006776B6"/>
    <w:rsid w:val="00684568"/>
    <w:rsid w:val="00686F32"/>
    <w:rsid w:val="006904DA"/>
    <w:rsid w:val="006923FD"/>
    <w:rsid w:val="00693150"/>
    <w:rsid w:val="006949DB"/>
    <w:rsid w:val="006A5570"/>
    <w:rsid w:val="006A57A4"/>
    <w:rsid w:val="006A67D6"/>
    <w:rsid w:val="006A689C"/>
    <w:rsid w:val="006A720F"/>
    <w:rsid w:val="006B0921"/>
    <w:rsid w:val="006B1FA1"/>
    <w:rsid w:val="006B27CC"/>
    <w:rsid w:val="006B3D79"/>
    <w:rsid w:val="006B6FE4"/>
    <w:rsid w:val="006C2343"/>
    <w:rsid w:val="006C442A"/>
    <w:rsid w:val="006C5357"/>
    <w:rsid w:val="006D1753"/>
    <w:rsid w:val="006D3D66"/>
    <w:rsid w:val="006E0578"/>
    <w:rsid w:val="006E0B06"/>
    <w:rsid w:val="006E314D"/>
    <w:rsid w:val="006F40C7"/>
    <w:rsid w:val="006F56B7"/>
    <w:rsid w:val="006F6E10"/>
    <w:rsid w:val="00707200"/>
    <w:rsid w:val="00710723"/>
    <w:rsid w:val="007145F3"/>
    <w:rsid w:val="00723ED1"/>
    <w:rsid w:val="00726D0D"/>
    <w:rsid w:val="007271F6"/>
    <w:rsid w:val="007308A1"/>
    <w:rsid w:val="00740AF5"/>
    <w:rsid w:val="00743525"/>
    <w:rsid w:val="00744076"/>
    <w:rsid w:val="007500E5"/>
    <w:rsid w:val="0075096D"/>
    <w:rsid w:val="00753405"/>
    <w:rsid w:val="007541A2"/>
    <w:rsid w:val="00755818"/>
    <w:rsid w:val="00760192"/>
    <w:rsid w:val="007616C2"/>
    <w:rsid w:val="0076286B"/>
    <w:rsid w:val="00764541"/>
    <w:rsid w:val="007657D8"/>
    <w:rsid w:val="00766846"/>
    <w:rsid w:val="00773528"/>
    <w:rsid w:val="0077673A"/>
    <w:rsid w:val="007778CF"/>
    <w:rsid w:val="007846E1"/>
    <w:rsid w:val="007847D6"/>
    <w:rsid w:val="00786062"/>
    <w:rsid w:val="00790730"/>
    <w:rsid w:val="00791243"/>
    <w:rsid w:val="007A36FA"/>
    <w:rsid w:val="007A5172"/>
    <w:rsid w:val="007A67A0"/>
    <w:rsid w:val="007A6974"/>
    <w:rsid w:val="007B02C9"/>
    <w:rsid w:val="007B1D50"/>
    <w:rsid w:val="007B570C"/>
    <w:rsid w:val="007B6EFE"/>
    <w:rsid w:val="007C2915"/>
    <w:rsid w:val="007C7C99"/>
    <w:rsid w:val="007D35BF"/>
    <w:rsid w:val="007D7B05"/>
    <w:rsid w:val="007E4A6E"/>
    <w:rsid w:val="007E76B4"/>
    <w:rsid w:val="007F22CD"/>
    <w:rsid w:val="007F4345"/>
    <w:rsid w:val="007F56A7"/>
    <w:rsid w:val="00800851"/>
    <w:rsid w:val="008063CD"/>
    <w:rsid w:val="00807DD0"/>
    <w:rsid w:val="00820A67"/>
    <w:rsid w:val="00821D01"/>
    <w:rsid w:val="00826B7B"/>
    <w:rsid w:val="00826FB9"/>
    <w:rsid w:val="00846413"/>
    <w:rsid w:val="00846789"/>
    <w:rsid w:val="0085130B"/>
    <w:rsid w:val="008579E0"/>
    <w:rsid w:val="00866994"/>
    <w:rsid w:val="00871624"/>
    <w:rsid w:val="00871BB3"/>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E77DE"/>
    <w:rsid w:val="008F18D6"/>
    <w:rsid w:val="008F2C9B"/>
    <w:rsid w:val="008F649D"/>
    <w:rsid w:val="008F797B"/>
    <w:rsid w:val="009004A2"/>
    <w:rsid w:val="00904780"/>
    <w:rsid w:val="0090635B"/>
    <w:rsid w:val="00911F7F"/>
    <w:rsid w:val="009150E7"/>
    <w:rsid w:val="00916F55"/>
    <w:rsid w:val="00917EE3"/>
    <w:rsid w:val="00922385"/>
    <w:rsid w:val="009223DF"/>
    <w:rsid w:val="009227F1"/>
    <w:rsid w:val="00922F15"/>
    <w:rsid w:val="00926437"/>
    <w:rsid w:val="009265EE"/>
    <w:rsid w:val="00927E65"/>
    <w:rsid w:val="009318A0"/>
    <w:rsid w:val="0093522F"/>
    <w:rsid w:val="00936091"/>
    <w:rsid w:val="00940D8A"/>
    <w:rsid w:val="0094122D"/>
    <w:rsid w:val="00945856"/>
    <w:rsid w:val="0095165C"/>
    <w:rsid w:val="009576F5"/>
    <w:rsid w:val="00960E25"/>
    <w:rsid w:val="00962258"/>
    <w:rsid w:val="009626C4"/>
    <w:rsid w:val="00964369"/>
    <w:rsid w:val="0096544E"/>
    <w:rsid w:val="009678B7"/>
    <w:rsid w:val="00974329"/>
    <w:rsid w:val="0099122E"/>
    <w:rsid w:val="00992D9C"/>
    <w:rsid w:val="00996CB8"/>
    <w:rsid w:val="009A1B92"/>
    <w:rsid w:val="009A4867"/>
    <w:rsid w:val="009B2E97"/>
    <w:rsid w:val="009B30A2"/>
    <w:rsid w:val="009B4201"/>
    <w:rsid w:val="009B5146"/>
    <w:rsid w:val="009C325E"/>
    <w:rsid w:val="009C418E"/>
    <w:rsid w:val="009C442C"/>
    <w:rsid w:val="009D1FF9"/>
    <w:rsid w:val="009E07F4"/>
    <w:rsid w:val="009F0867"/>
    <w:rsid w:val="009F1A34"/>
    <w:rsid w:val="009F309B"/>
    <w:rsid w:val="009F33C6"/>
    <w:rsid w:val="009F392E"/>
    <w:rsid w:val="009F53C5"/>
    <w:rsid w:val="009F638B"/>
    <w:rsid w:val="00A0740E"/>
    <w:rsid w:val="00A12290"/>
    <w:rsid w:val="00A1360B"/>
    <w:rsid w:val="00A21A01"/>
    <w:rsid w:val="00A21D8B"/>
    <w:rsid w:val="00A21EC2"/>
    <w:rsid w:val="00A32CF0"/>
    <w:rsid w:val="00A339F8"/>
    <w:rsid w:val="00A50641"/>
    <w:rsid w:val="00A51DBE"/>
    <w:rsid w:val="00A530BF"/>
    <w:rsid w:val="00A534D0"/>
    <w:rsid w:val="00A54282"/>
    <w:rsid w:val="00A5517C"/>
    <w:rsid w:val="00A573DD"/>
    <w:rsid w:val="00A57509"/>
    <w:rsid w:val="00A600C9"/>
    <w:rsid w:val="00A60156"/>
    <w:rsid w:val="00A60801"/>
    <w:rsid w:val="00A6177B"/>
    <w:rsid w:val="00A64B2E"/>
    <w:rsid w:val="00A66136"/>
    <w:rsid w:val="00A71189"/>
    <w:rsid w:val="00A7364A"/>
    <w:rsid w:val="00A747C5"/>
    <w:rsid w:val="00A74DCC"/>
    <w:rsid w:val="00A753ED"/>
    <w:rsid w:val="00A75BED"/>
    <w:rsid w:val="00A77512"/>
    <w:rsid w:val="00A802FD"/>
    <w:rsid w:val="00A81B9B"/>
    <w:rsid w:val="00A84D0E"/>
    <w:rsid w:val="00A85E4E"/>
    <w:rsid w:val="00A93682"/>
    <w:rsid w:val="00A94351"/>
    <w:rsid w:val="00A94C2F"/>
    <w:rsid w:val="00AA4CBB"/>
    <w:rsid w:val="00AA58FF"/>
    <w:rsid w:val="00AA65FA"/>
    <w:rsid w:val="00AA7351"/>
    <w:rsid w:val="00AA7AB8"/>
    <w:rsid w:val="00AB64BF"/>
    <w:rsid w:val="00AC42A5"/>
    <w:rsid w:val="00AC4372"/>
    <w:rsid w:val="00AD056F"/>
    <w:rsid w:val="00AD0C7B"/>
    <w:rsid w:val="00AD5F1A"/>
    <w:rsid w:val="00AD6731"/>
    <w:rsid w:val="00AE0304"/>
    <w:rsid w:val="00AE0EB4"/>
    <w:rsid w:val="00AE2FF8"/>
    <w:rsid w:val="00AF4393"/>
    <w:rsid w:val="00AF6A69"/>
    <w:rsid w:val="00B008D5"/>
    <w:rsid w:val="00B02F73"/>
    <w:rsid w:val="00B05B31"/>
    <w:rsid w:val="00B0619F"/>
    <w:rsid w:val="00B06439"/>
    <w:rsid w:val="00B06D17"/>
    <w:rsid w:val="00B07D57"/>
    <w:rsid w:val="00B13A26"/>
    <w:rsid w:val="00B15D0D"/>
    <w:rsid w:val="00B16327"/>
    <w:rsid w:val="00B1772C"/>
    <w:rsid w:val="00B20201"/>
    <w:rsid w:val="00B22106"/>
    <w:rsid w:val="00B3241B"/>
    <w:rsid w:val="00B32638"/>
    <w:rsid w:val="00B3350F"/>
    <w:rsid w:val="00B33AC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7232D"/>
    <w:rsid w:val="00B72613"/>
    <w:rsid w:val="00B75EE1"/>
    <w:rsid w:val="00B77481"/>
    <w:rsid w:val="00B82C1A"/>
    <w:rsid w:val="00B8518B"/>
    <w:rsid w:val="00B92ABC"/>
    <w:rsid w:val="00B96655"/>
    <w:rsid w:val="00B97147"/>
    <w:rsid w:val="00B97CC3"/>
    <w:rsid w:val="00BA4547"/>
    <w:rsid w:val="00BA4C88"/>
    <w:rsid w:val="00BA5CBC"/>
    <w:rsid w:val="00BA5D63"/>
    <w:rsid w:val="00BB59BA"/>
    <w:rsid w:val="00BB725F"/>
    <w:rsid w:val="00BC06C4"/>
    <w:rsid w:val="00BC0A82"/>
    <w:rsid w:val="00BC0D07"/>
    <w:rsid w:val="00BC322B"/>
    <w:rsid w:val="00BC36F2"/>
    <w:rsid w:val="00BC6927"/>
    <w:rsid w:val="00BD2689"/>
    <w:rsid w:val="00BD3773"/>
    <w:rsid w:val="00BD4B75"/>
    <w:rsid w:val="00BD4EFA"/>
    <w:rsid w:val="00BD6F42"/>
    <w:rsid w:val="00BD77D2"/>
    <w:rsid w:val="00BD7E91"/>
    <w:rsid w:val="00BD7F0D"/>
    <w:rsid w:val="00BE148C"/>
    <w:rsid w:val="00BE23C1"/>
    <w:rsid w:val="00BF3ACF"/>
    <w:rsid w:val="00C02D0A"/>
    <w:rsid w:val="00C03A6E"/>
    <w:rsid w:val="00C06EFF"/>
    <w:rsid w:val="00C11B44"/>
    <w:rsid w:val="00C22047"/>
    <w:rsid w:val="00C226C0"/>
    <w:rsid w:val="00C325CB"/>
    <w:rsid w:val="00C37459"/>
    <w:rsid w:val="00C41F26"/>
    <w:rsid w:val="00C42FE6"/>
    <w:rsid w:val="00C44853"/>
    <w:rsid w:val="00C44F6A"/>
    <w:rsid w:val="00C45470"/>
    <w:rsid w:val="00C502CC"/>
    <w:rsid w:val="00C52299"/>
    <w:rsid w:val="00C6198E"/>
    <w:rsid w:val="00C638C4"/>
    <w:rsid w:val="00C708EA"/>
    <w:rsid w:val="00C778A5"/>
    <w:rsid w:val="00C95162"/>
    <w:rsid w:val="00C95774"/>
    <w:rsid w:val="00C95FD4"/>
    <w:rsid w:val="00C965C2"/>
    <w:rsid w:val="00C97592"/>
    <w:rsid w:val="00CA4018"/>
    <w:rsid w:val="00CB4F6D"/>
    <w:rsid w:val="00CB6A37"/>
    <w:rsid w:val="00CB7684"/>
    <w:rsid w:val="00CB7C7D"/>
    <w:rsid w:val="00CC1B50"/>
    <w:rsid w:val="00CC7C8F"/>
    <w:rsid w:val="00CD1FC4"/>
    <w:rsid w:val="00CD7F3F"/>
    <w:rsid w:val="00CE079B"/>
    <w:rsid w:val="00CE6822"/>
    <w:rsid w:val="00D01608"/>
    <w:rsid w:val="00D034A0"/>
    <w:rsid w:val="00D0544F"/>
    <w:rsid w:val="00D05FF5"/>
    <w:rsid w:val="00D108D9"/>
    <w:rsid w:val="00D16CD8"/>
    <w:rsid w:val="00D21061"/>
    <w:rsid w:val="00D2466F"/>
    <w:rsid w:val="00D24918"/>
    <w:rsid w:val="00D3679C"/>
    <w:rsid w:val="00D4108E"/>
    <w:rsid w:val="00D4328E"/>
    <w:rsid w:val="00D5069C"/>
    <w:rsid w:val="00D540AD"/>
    <w:rsid w:val="00D54111"/>
    <w:rsid w:val="00D6163D"/>
    <w:rsid w:val="00D831A3"/>
    <w:rsid w:val="00D86E09"/>
    <w:rsid w:val="00D90359"/>
    <w:rsid w:val="00D92B40"/>
    <w:rsid w:val="00D966CE"/>
    <w:rsid w:val="00D97BE3"/>
    <w:rsid w:val="00DA3711"/>
    <w:rsid w:val="00DB3294"/>
    <w:rsid w:val="00DB7CB3"/>
    <w:rsid w:val="00DC4B65"/>
    <w:rsid w:val="00DC599F"/>
    <w:rsid w:val="00DD0F6B"/>
    <w:rsid w:val="00DD34D8"/>
    <w:rsid w:val="00DD46F3"/>
    <w:rsid w:val="00DE05B9"/>
    <w:rsid w:val="00DE56F2"/>
    <w:rsid w:val="00DF0CB6"/>
    <w:rsid w:val="00DF116D"/>
    <w:rsid w:val="00DF2759"/>
    <w:rsid w:val="00E00BFB"/>
    <w:rsid w:val="00E06576"/>
    <w:rsid w:val="00E07FD1"/>
    <w:rsid w:val="00E10FF2"/>
    <w:rsid w:val="00E134B7"/>
    <w:rsid w:val="00E13D3A"/>
    <w:rsid w:val="00E14CAF"/>
    <w:rsid w:val="00E16FF7"/>
    <w:rsid w:val="00E21BED"/>
    <w:rsid w:val="00E2551C"/>
    <w:rsid w:val="00E26D68"/>
    <w:rsid w:val="00E27BF0"/>
    <w:rsid w:val="00E32466"/>
    <w:rsid w:val="00E32F3B"/>
    <w:rsid w:val="00E35301"/>
    <w:rsid w:val="00E40E66"/>
    <w:rsid w:val="00E435EA"/>
    <w:rsid w:val="00E43F26"/>
    <w:rsid w:val="00E44045"/>
    <w:rsid w:val="00E54AD9"/>
    <w:rsid w:val="00E618C4"/>
    <w:rsid w:val="00E63A40"/>
    <w:rsid w:val="00E65433"/>
    <w:rsid w:val="00E7415D"/>
    <w:rsid w:val="00E84AF1"/>
    <w:rsid w:val="00E85BE6"/>
    <w:rsid w:val="00E878EE"/>
    <w:rsid w:val="00E901A3"/>
    <w:rsid w:val="00E90890"/>
    <w:rsid w:val="00EA0343"/>
    <w:rsid w:val="00EA585B"/>
    <w:rsid w:val="00EA6EC7"/>
    <w:rsid w:val="00EB104F"/>
    <w:rsid w:val="00EB46E5"/>
    <w:rsid w:val="00EC707C"/>
    <w:rsid w:val="00ED0187"/>
    <w:rsid w:val="00ED14BD"/>
    <w:rsid w:val="00ED4390"/>
    <w:rsid w:val="00ED5FDD"/>
    <w:rsid w:val="00EE0351"/>
    <w:rsid w:val="00EE0DE1"/>
    <w:rsid w:val="00EF529C"/>
    <w:rsid w:val="00EF59BC"/>
    <w:rsid w:val="00EF6E06"/>
    <w:rsid w:val="00EF7679"/>
    <w:rsid w:val="00F016C7"/>
    <w:rsid w:val="00F035CE"/>
    <w:rsid w:val="00F060B5"/>
    <w:rsid w:val="00F0665B"/>
    <w:rsid w:val="00F068E6"/>
    <w:rsid w:val="00F12DEC"/>
    <w:rsid w:val="00F1715C"/>
    <w:rsid w:val="00F178DF"/>
    <w:rsid w:val="00F25BB4"/>
    <w:rsid w:val="00F279A5"/>
    <w:rsid w:val="00F27CF8"/>
    <w:rsid w:val="00F302A1"/>
    <w:rsid w:val="00F310F8"/>
    <w:rsid w:val="00F3277F"/>
    <w:rsid w:val="00F35939"/>
    <w:rsid w:val="00F422D3"/>
    <w:rsid w:val="00F42DAB"/>
    <w:rsid w:val="00F444BE"/>
    <w:rsid w:val="00F45607"/>
    <w:rsid w:val="00F46BF6"/>
    <w:rsid w:val="00F4722B"/>
    <w:rsid w:val="00F54432"/>
    <w:rsid w:val="00F568F9"/>
    <w:rsid w:val="00F579D3"/>
    <w:rsid w:val="00F659EB"/>
    <w:rsid w:val="00F66CA1"/>
    <w:rsid w:val="00F746C8"/>
    <w:rsid w:val="00F762A8"/>
    <w:rsid w:val="00F811FE"/>
    <w:rsid w:val="00F86BA6"/>
    <w:rsid w:val="00F905B1"/>
    <w:rsid w:val="00F95FBD"/>
    <w:rsid w:val="00F9740F"/>
    <w:rsid w:val="00FA6380"/>
    <w:rsid w:val="00FB17B9"/>
    <w:rsid w:val="00FB3523"/>
    <w:rsid w:val="00FB4272"/>
    <w:rsid w:val="00FB6342"/>
    <w:rsid w:val="00FC4E6E"/>
    <w:rsid w:val="00FC6389"/>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tabs>
        <w:tab w:val="clear" w:pos="567"/>
        <w:tab w:val="num" w:pos="737"/>
      </w:tabs>
      <w:spacing w:before="60" w:after="60"/>
      <w:ind w:left="737" w:hanging="731"/>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tabs>
        <w:tab w:val="clear" w:pos="1843"/>
        <w:tab w:val="num" w:pos="1701"/>
      </w:tabs>
      <w:ind w:left="1786" w:hanging="567"/>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S-zhlav1">
    <w:name w:val="_Tabulka_SŽ-záhlaví1"/>
    <w:basedOn w:val="Normlntabulka"/>
    <w:uiPriority w:val="99"/>
    <w:rsid w:val="00AC437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RLNadpis1rovn">
    <w:name w:val="RL Nadpis 1. úrovně"/>
    <w:basedOn w:val="Normln"/>
    <w:next w:val="Normln"/>
    <w:uiPriority w:val="99"/>
    <w:qFormat/>
    <w:rsid w:val="00E85BE6"/>
    <w:pPr>
      <w:pageBreakBefore/>
      <w:numPr>
        <w:numId w:val="21"/>
      </w:numPr>
      <w:tabs>
        <w:tab w:val="num" w:pos="360"/>
      </w:tabs>
      <w:spacing w:after="1000" w:line="560" w:lineRule="exact"/>
    </w:pPr>
    <w:rPr>
      <w:rFonts w:ascii="Calibri" w:eastAsia="Times New Roman" w:hAnsi="Calibri" w:cs="Times New Roman"/>
      <w:b/>
      <w:sz w:val="40"/>
      <w:szCs w:val="40"/>
      <w:lang w:eastAsia="cs-CZ"/>
    </w:rPr>
  </w:style>
  <w:style w:type="paragraph" w:customStyle="1" w:styleId="RLNadpis2rovn">
    <w:name w:val="RL Nadpis 2. úrovně"/>
    <w:basedOn w:val="Normln"/>
    <w:next w:val="Normln"/>
    <w:uiPriority w:val="99"/>
    <w:qFormat/>
    <w:rsid w:val="00E85BE6"/>
    <w:pPr>
      <w:keepNext/>
      <w:numPr>
        <w:ilvl w:val="1"/>
        <w:numId w:val="21"/>
      </w:numPr>
      <w:tabs>
        <w:tab w:val="clear" w:pos="737"/>
        <w:tab w:val="num" w:pos="360"/>
      </w:tabs>
      <w:spacing w:before="360" w:after="120" w:line="340" w:lineRule="exact"/>
      <w:ind w:left="0" w:firstLine="0"/>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Normln"/>
    <w:uiPriority w:val="99"/>
    <w:qFormat/>
    <w:rsid w:val="00E85BE6"/>
    <w:pPr>
      <w:keepNext/>
      <w:numPr>
        <w:ilvl w:val="2"/>
        <w:numId w:val="21"/>
      </w:numPr>
      <w:tabs>
        <w:tab w:val="clear" w:pos="737"/>
        <w:tab w:val="num" w:pos="360"/>
      </w:tabs>
      <w:spacing w:before="360" w:after="120" w:line="340" w:lineRule="exact"/>
      <w:ind w:left="0" w:firstLine="0"/>
    </w:pPr>
    <w:rPr>
      <w:rFonts w:ascii="Calibri" w:eastAsia="Times New Roman" w:hAnsi="Calibri" w:cs="Times New Roman"/>
      <w:b/>
      <w:sz w:val="22"/>
      <w:szCs w:val="22"/>
      <w:lang w:eastAsia="cs-CZ"/>
    </w:rPr>
  </w:style>
  <w:style w:type="paragraph" w:customStyle="1" w:styleId="RLOdrky">
    <w:name w:val="RL Odrážky"/>
    <w:basedOn w:val="Normln"/>
    <w:qFormat/>
    <w:rsid w:val="00E85BE6"/>
    <w:pPr>
      <w:numPr>
        <w:ilvl w:val="1"/>
        <w:numId w:val="22"/>
      </w:numPr>
      <w:tabs>
        <w:tab w:val="clear" w:pos="1134"/>
        <w:tab w:val="num" w:pos="360"/>
      </w:tabs>
      <w:spacing w:after="120" w:line="340" w:lineRule="exact"/>
      <w:ind w:left="0" w:firstLine="0"/>
    </w:pPr>
    <w:rPr>
      <w:rFonts w:ascii="Calibri" w:eastAsia="Times New Roman" w:hAnsi="Calibri" w:cs="Times New Roman"/>
      <w:sz w:val="22"/>
      <w:szCs w:val="24"/>
      <w:lang w:eastAsia="cs-CZ"/>
    </w:rPr>
  </w:style>
  <w:style w:type="paragraph" w:customStyle="1" w:styleId="TSTextlnkuslovan">
    <w:name w:val="TS Text článku číslovaný"/>
    <w:basedOn w:val="Normln"/>
    <w:rsid w:val="00E85BE6"/>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E85BE6"/>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E85BE6"/>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75FB4"/>
    <w:rsid w:val="001C583B"/>
    <w:rsid w:val="001D4073"/>
    <w:rsid w:val="00291630"/>
    <w:rsid w:val="00312C7D"/>
    <w:rsid w:val="00336D6F"/>
    <w:rsid w:val="003C40F5"/>
    <w:rsid w:val="00422CD5"/>
    <w:rsid w:val="004560C8"/>
    <w:rsid w:val="00477FCE"/>
    <w:rsid w:val="004B6883"/>
    <w:rsid w:val="00506F67"/>
    <w:rsid w:val="00566966"/>
    <w:rsid w:val="00671E0B"/>
    <w:rsid w:val="00791243"/>
    <w:rsid w:val="007B2713"/>
    <w:rsid w:val="008337BF"/>
    <w:rsid w:val="008673D2"/>
    <w:rsid w:val="00977D66"/>
    <w:rsid w:val="009935B2"/>
    <w:rsid w:val="00A30AAE"/>
    <w:rsid w:val="00A30BBA"/>
    <w:rsid w:val="00A961A8"/>
    <w:rsid w:val="00AF1D31"/>
    <w:rsid w:val="00B06439"/>
    <w:rsid w:val="00C404BF"/>
    <w:rsid w:val="00CA7C5C"/>
    <w:rsid w:val="00D2466F"/>
    <w:rsid w:val="00DA5A07"/>
    <w:rsid w:val="00DC599F"/>
    <w:rsid w:val="00E16231"/>
    <w:rsid w:val="00E17C29"/>
    <w:rsid w:val="00E74833"/>
    <w:rsid w:val="00F279A5"/>
    <w:rsid w:val="00F56984"/>
    <w:rsid w:val="00F57A49"/>
    <w:rsid w:val="00FF183F"/>
    <w:rsid w:val="00FF6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4630B58-72CF-4DA4-A89F-40830C4C1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A124E5-0585-42AC-A140-B233B0F81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61</TotalTime>
  <Pages>37</Pages>
  <Words>6612</Words>
  <Characters>39012</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28</cp:revision>
  <cp:lastPrinted>2023-04-11T09:26:00Z</cp:lastPrinted>
  <dcterms:created xsi:type="dcterms:W3CDTF">2024-05-13T06:29:00Z</dcterms:created>
  <dcterms:modified xsi:type="dcterms:W3CDTF">2024-05-20T07:46:00Z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